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815" w:rsidRPr="00EE1C9F" w:rsidRDefault="009A5815" w:rsidP="009A5815">
      <w:pPr>
        <w:jc w:val="right"/>
        <w:rPr>
          <w:rFonts w:cs="Courier New"/>
          <w:sz w:val="28"/>
          <w:lang w:eastAsia="zh-CN"/>
        </w:rPr>
      </w:pPr>
      <w:r w:rsidRPr="00EE1C9F">
        <w:rPr>
          <w:rFonts w:cs="Courier New"/>
          <w:sz w:val="28"/>
          <w:lang w:eastAsia="zh-CN"/>
        </w:rPr>
        <w:t>ПРОЕКТ</w:t>
      </w:r>
    </w:p>
    <w:p w:rsidR="009A5815" w:rsidRPr="00E66221" w:rsidRDefault="009A5815" w:rsidP="009A5815">
      <w:pPr>
        <w:jc w:val="center"/>
        <w:outlineLvl w:val="0"/>
        <w:rPr>
          <w:rFonts w:eastAsia="Calibri"/>
          <w:b/>
          <w:bCs/>
          <w:sz w:val="32"/>
          <w:szCs w:val="32"/>
          <w:lang w:eastAsia="en-US"/>
        </w:rPr>
      </w:pPr>
    </w:p>
    <w:p w:rsidR="009A5815" w:rsidRDefault="009A5815" w:rsidP="009A5815">
      <w:pPr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proofErr w:type="gramStart"/>
      <w:r>
        <w:rPr>
          <w:rFonts w:eastAsia="Calibri"/>
          <w:b/>
          <w:bCs/>
          <w:sz w:val="34"/>
          <w:szCs w:val="34"/>
          <w:lang w:eastAsia="en-US"/>
        </w:rPr>
        <w:t xml:space="preserve">АДМИНИСТРАЦИЯ </w:t>
      </w:r>
      <w:r w:rsidRPr="00FD6183">
        <w:rPr>
          <w:rFonts w:eastAsia="Calibri"/>
          <w:b/>
          <w:bCs/>
          <w:sz w:val="34"/>
          <w:szCs w:val="34"/>
          <w:lang w:eastAsia="en-US"/>
        </w:rPr>
        <w:t xml:space="preserve"> </w:t>
      </w:r>
      <w:r w:rsidRPr="00FD6183">
        <w:rPr>
          <w:rFonts w:eastAsia="Calibri"/>
          <w:b/>
          <w:sz w:val="34"/>
          <w:szCs w:val="34"/>
          <w:lang w:eastAsia="en-US"/>
        </w:rPr>
        <w:t>КУРСКОЙ</w:t>
      </w:r>
      <w:proofErr w:type="gramEnd"/>
      <w:r>
        <w:rPr>
          <w:rFonts w:eastAsia="Calibri"/>
          <w:b/>
          <w:sz w:val="34"/>
          <w:szCs w:val="34"/>
          <w:lang w:eastAsia="en-US"/>
        </w:rPr>
        <w:t xml:space="preserve"> </w:t>
      </w:r>
      <w:r w:rsidRPr="00FD6183">
        <w:rPr>
          <w:rFonts w:eastAsia="Calibri"/>
          <w:b/>
          <w:sz w:val="34"/>
          <w:szCs w:val="34"/>
          <w:lang w:eastAsia="en-US"/>
        </w:rPr>
        <w:t xml:space="preserve"> ОБЛАСТИ</w:t>
      </w:r>
    </w:p>
    <w:p w:rsidR="009A5815" w:rsidRPr="00BE00E8" w:rsidRDefault="009A5815" w:rsidP="009A5815">
      <w:pPr>
        <w:jc w:val="center"/>
        <w:rPr>
          <w:rFonts w:eastAsia="Calibri"/>
          <w:b/>
          <w:bCs/>
          <w:color w:val="000000"/>
          <w:spacing w:val="80"/>
          <w:sz w:val="22"/>
          <w:szCs w:val="22"/>
          <w:lang w:bidi="ru-RU"/>
        </w:rPr>
      </w:pPr>
      <w:r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  <w:t xml:space="preserve"> </w:t>
      </w:r>
    </w:p>
    <w:p w:rsidR="009A5815" w:rsidRPr="0061348D" w:rsidRDefault="009A5815" w:rsidP="009A5815">
      <w:pPr>
        <w:jc w:val="center"/>
        <w:rPr>
          <w:rFonts w:eastAsia="Calibri"/>
          <w:spacing w:val="40"/>
          <w:sz w:val="30"/>
          <w:szCs w:val="30"/>
          <w:lang w:eastAsia="en-US"/>
        </w:rPr>
      </w:pPr>
      <w:r w:rsidRPr="0061348D">
        <w:rPr>
          <w:rFonts w:eastAsia="Calibri"/>
          <w:bCs/>
          <w:color w:val="000000"/>
          <w:spacing w:val="40"/>
          <w:sz w:val="30"/>
          <w:szCs w:val="30"/>
          <w:lang w:bidi="ru-RU"/>
        </w:rPr>
        <w:t>ПОСТАНОВЛЕНИЕ</w:t>
      </w:r>
    </w:p>
    <w:p w:rsidR="009A5815" w:rsidRPr="0061348D" w:rsidRDefault="009A5815" w:rsidP="009A5815">
      <w:pPr>
        <w:jc w:val="center"/>
        <w:rPr>
          <w:rFonts w:cs="Courier New"/>
          <w:sz w:val="16"/>
          <w:szCs w:val="16"/>
          <w:lang w:eastAsia="zh-CN"/>
        </w:rPr>
      </w:pPr>
    </w:p>
    <w:p w:rsidR="009A5815" w:rsidRDefault="009A5815" w:rsidP="009A5815">
      <w:pPr>
        <w:jc w:val="center"/>
        <w:rPr>
          <w:sz w:val="26"/>
          <w:szCs w:val="26"/>
        </w:rPr>
      </w:pPr>
      <w:r w:rsidRPr="0061348D">
        <w:rPr>
          <w:sz w:val="26"/>
          <w:szCs w:val="26"/>
        </w:rPr>
        <w:t>от ______________</w:t>
      </w:r>
      <w:proofErr w:type="gramStart"/>
      <w:r w:rsidRPr="0061348D">
        <w:rPr>
          <w:sz w:val="26"/>
          <w:szCs w:val="26"/>
        </w:rPr>
        <w:t>_  №</w:t>
      </w:r>
      <w:proofErr w:type="gramEnd"/>
      <w:r w:rsidRPr="0061348D">
        <w:rPr>
          <w:sz w:val="26"/>
          <w:szCs w:val="26"/>
        </w:rPr>
        <w:t xml:space="preserve"> ______________</w:t>
      </w:r>
    </w:p>
    <w:p w:rsidR="009A5815" w:rsidRPr="0061348D" w:rsidRDefault="009A5815" w:rsidP="009A5815">
      <w:pPr>
        <w:jc w:val="center"/>
        <w:rPr>
          <w:sz w:val="16"/>
          <w:szCs w:val="16"/>
        </w:rPr>
      </w:pPr>
    </w:p>
    <w:p w:rsidR="009A5815" w:rsidRPr="0061348D" w:rsidRDefault="009A5815" w:rsidP="009A5815">
      <w:pPr>
        <w:jc w:val="center"/>
        <w:rPr>
          <w:rFonts w:cs="Courier New"/>
          <w:sz w:val="26"/>
          <w:szCs w:val="26"/>
          <w:lang w:eastAsia="zh-CN"/>
        </w:rPr>
      </w:pPr>
      <w:r>
        <w:rPr>
          <w:sz w:val="26"/>
          <w:szCs w:val="26"/>
        </w:rPr>
        <w:t xml:space="preserve">г. </w:t>
      </w:r>
      <w:r w:rsidRPr="0061348D">
        <w:rPr>
          <w:sz w:val="26"/>
          <w:szCs w:val="26"/>
        </w:rPr>
        <w:t>Курск</w:t>
      </w:r>
    </w:p>
    <w:p w:rsidR="009B494F" w:rsidRDefault="009B494F" w:rsidP="009A5815">
      <w:pPr>
        <w:rPr>
          <w:sz w:val="28"/>
          <w:szCs w:val="28"/>
        </w:rPr>
      </w:pPr>
    </w:p>
    <w:p w:rsidR="009A5815" w:rsidRPr="00245FCA" w:rsidRDefault="009A5815" w:rsidP="009A5815">
      <w:pPr>
        <w:rPr>
          <w:sz w:val="28"/>
          <w:szCs w:val="28"/>
        </w:rPr>
      </w:pPr>
    </w:p>
    <w:p w:rsidR="007556AC" w:rsidRPr="004977DA" w:rsidRDefault="007556AC" w:rsidP="007556AC">
      <w:pPr>
        <w:contextualSpacing/>
        <w:jc w:val="center"/>
        <w:rPr>
          <w:b/>
          <w:bCs/>
          <w:sz w:val="26"/>
          <w:szCs w:val="26"/>
        </w:rPr>
      </w:pPr>
      <w:r w:rsidRPr="004977DA">
        <w:rPr>
          <w:b/>
          <w:bCs/>
          <w:sz w:val="26"/>
          <w:szCs w:val="26"/>
        </w:rPr>
        <w:t>О внесении изменений в государственную программу</w:t>
      </w:r>
    </w:p>
    <w:p w:rsidR="007556AC" w:rsidRPr="004977DA" w:rsidRDefault="007556AC" w:rsidP="007556AC">
      <w:pPr>
        <w:contextualSpacing/>
        <w:jc w:val="center"/>
        <w:rPr>
          <w:b/>
          <w:bCs/>
          <w:sz w:val="26"/>
          <w:szCs w:val="26"/>
        </w:rPr>
      </w:pPr>
      <w:r w:rsidRPr="004977DA">
        <w:rPr>
          <w:b/>
          <w:bCs/>
          <w:sz w:val="26"/>
          <w:szCs w:val="26"/>
        </w:rPr>
        <w:t>Курской области «Развитие транспортной системы,</w:t>
      </w:r>
    </w:p>
    <w:p w:rsidR="007556AC" w:rsidRPr="004977DA" w:rsidRDefault="007556AC" w:rsidP="007556AC">
      <w:pPr>
        <w:contextualSpacing/>
        <w:jc w:val="center"/>
        <w:rPr>
          <w:b/>
          <w:bCs/>
          <w:sz w:val="26"/>
          <w:szCs w:val="26"/>
        </w:rPr>
      </w:pPr>
      <w:r w:rsidRPr="004977DA">
        <w:rPr>
          <w:b/>
          <w:bCs/>
          <w:sz w:val="26"/>
          <w:szCs w:val="26"/>
        </w:rPr>
        <w:t>обеспечение перевозки пассажиров в Курской области</w:t>
      </w:r>
    </w:p>
    <w:p w:rsidR="007556AC" w:rsidRPr="004977DA" w:rsidRDefault="007556AC" w:rsidP="007556AC">
      <w:pPr>
        <w:contextualSpacing/>
        <w:jc w:val="center"/>
        <w:rPr>
          <w:b/>
          <w:bCs/>
          <w:sz w:val="28"/>
          <w:szCs w:val="28"/>
        </w:rPr>
      </w:pPr>
      <w:r w:rsidRPr="004977DA">
        <w:rPr>
          <w:b/>
          <w:bCs/>
          <w:sz w:val="26"/>
          <w:szCs w:val="26"/>
        </w:rPr>
        <w:t>и безопасности дорожного движения»</w:t>
      </w:r>
    </w:p>
    <w:p w:rsidR="007556AC" w:rsidRPr="004977DA" w:rsidRDefault="007556AC" w:rsidP="007556AC">
      <w:pPr>
        <w:jc w:val="both"/>
        <w:rPr>
          <w:sz w:val="28"/>
          <w:szCs w:val="28"/>
        </w:rPr>
      </w:pPr>
    </w:p>
    <w:p w:rsidR="007556AC" w:rsidRPr="004977DA" w:rsidRDefault="007556AC" w:rsidP="007556AC">
      <w:pPr>
        <w:jc w:val="both"/>
        <w:rPr>
          <w:sz w:val="28"/>
          <w:szCs w:val="28"/>
        </w:rPr>
      </w:pPr>
    </w:p>
    <w:p w:rsidR="007556AC" w:rsidRPr="004977DA" w:rsidRDefault="007556AC" w:rsidP="007556AC">
      <w:pPr>
        <w:ind w:firstLine="708"/>
        <w:jc w:val="both"/>
        <w:rPr>
          <w:sz w:val="26"/>
          <w:szCs w:val="26"/>
        </w:rPr>
      </w:pPr>
      <w:r w:rsidRPr="004977DA">
        <w:rPr>
          <w:sz w:val="26"/>
          <w:szCs w:val="26"/>
        </w:rPr>
        <w:t>Администрация Курской области ПОСТАНОВЛЯЕТ:</w:t>
      </w:r>
    </w:p>
    <w:p w:rsidR="007556AC" w:rsidRPr="004977DA" w:rsidRDefault="007556AC" w:rsidP="007556AC">
      <w:pPr>
        <w:ind w:firstLine="709"/>
        <w:jc w:val="both"/>
        <w:rPr>
          <w:sz w:val="26"/>
          <w:szCs w:val="26"/>
        </w:rPr>
      </w:pPr>
      <w:r w:rsidRPr="004977DA">
        <w:rPr>
          <w:sz w:val="26"/>
          <w:szCs w:val="26"/>
        </w:rPr>
        <w:t xml:space="preserve">1. Утвердить прилагаемые изменения, которые вносятся в государственную программу Курской области «Развитие транспортной системы, обеспечение перевозки пассажиров в Курской области и безопасности дорожного движения», утвержденную постановлением Администрации Курской области от 22.10.2013 </w:t>
      </w:r>
      <w:r w:rsidR="00691667">
        <w:rPr>
          <w:sz w:val="26"/>
          <w:szCs w:val="26"/>
        </w:rPr>
        <w:t xml:space="preserve">    № </w:t>
      </w:r>
      <w:r w:rsidRPr="004977DA">
        <w:rPr>
          <w:sz w:val="26"/>
          <w:szCs w:val="26"/>
        </w:rPr>
        <w:t xml:space="preserve">768-па (в редакции постановлений Администрации Курской области от 03.04.2014 </w:t>
      </w:r>
      <w:hyperlink r:id="rId7" w:history="1">
        <w:r w:rsidRPr="004977DA">
          <w:rPr>
            <w:sz w:val="26"/>
            <w:szCs w:val="26"/>
          </w:rPr>
          <w:t>№ 205-па</w:t>
        </w:r>
      </w:hyperlink>
      <w:r w:rsidRPr="004977DA">
        <w:rPr>
          <w:sz w:val="26"/>
          <w:szCs w:val="26"/>
        </w:rPr>
        <w:t xml:space="preserve">, от 14.05.2014 </w:t>
      </w:r>
      <w:hyperlink r:id="rId8" w:history="1">
        <w:r w:rsidRPr="004977DA">
          <w:rPr>
            <w:sz w:val="26"/>
            <w:szCs w:val="26"/>
          </w:rPr>
          <w:t>№ 310-па</w:t>
        </w:r>
      </w:hyperlink>
      <w:r w:rsidRPr="004977DA">
        <w:rPr>
          <w:sz w:val="26"/>
          <w:szCs w:val="26"/>
        </w:rPr>
        <w:t xml:space="preserve">, от 21.08.2014 </w:t>
      </w:r>
      <w:hyperlink r:id="rId9" w:history="1">
        <w:r w:rsidRPr="004977DA">
          <w:rPr>
            <w:sz w:val="26"/>
            <w:szCs w:val="26"/>
          </w:rPr>
          <w:t>№ 532-па</w:t>
        </w:r>
      </w:hyperlink>
      <w:r w:rsidRPr="004977DA">
        <w:rPr>
          <w:sz w:val="26"/>
          <w:szCs w:val="26"/>
        </w:rPr>
        <w:t xml:space="preserve">, от 04.09.2014 </w:t>
      </w:r>
      <w:hyperlink r:id="rId10" w:history="1">
        <w:r w:rsidRPr="004977DA">
          <w:rPr>
            <w:sz w:val="26"/>
            <w:szCs w:val="26"/>
          </w:rPr>
          <w:t>№ 566-па</w:t>
        </w:r>
      </w:hyperlink>
      <w:r w:rsidRPr="004977DA">
        <w:rPr>
          <w:sz w:val="26"/>
          <w:szCs w:val="26"/>
        </w:rPr>
        <w:t xml:space="preserve">, от 12.12.2014 </w:t>
      </w:r>
      <w:hyperlink r:id="rId11" w:history="1">
        <w:r w:rsidRPr="004977DA">
          <w:rPr>
            <w:sz w:val="26"/>
            <w:szCs w:val="26"/>
          </w:rPr>
          <w:t>№ 823-па</w:t>
        </w:r>
      </w:hyperlink>
      <w:r w:rsidRPr="004977DA">
        <w:rPr>
          <w:sz w:val="26"/>
          <w:szCs w:val="26"/>
        </w:rPr>
        <w:t>, от</w:t>
      </w:r>
      <w:r w:rsidR="009249CE">
        <w:rPr>
          <w:sz w:val="26"/>
          <w:szCs w:val="26"/>
        </w:rPr>
        <w:t xml:space="preserve"> 02.04.2015 </w:t>
      </w:r>
      <w:hyperlink r:id="rId12" w:history="1">
        <w:r w:rsidRPr="004977DA">
          <w:rPr>
            <w:sz w:val="26"/>
            <w:szCs w:val="26"/>
          </w:rPr>
          <w:t>№ 186-па</w:t>
        </w:r>
      </w:hyperlink>
      <w:r w:rsidRPr="004977DA">
        <w:rPr>
          <w:sz w:val="26"/>
          <w:szCs w:val="26"/>
        </w:rPr>
        <w:t xml:space="preserve">, от 13.05.2015 </w:t>
      </w:r>
      <w:hyperlink r:id="rId13" w:history="1">
        <w:r w:rsidRPr="004977DA">
          <w:rPr>
            <w:sz w:val="26"/>
            <w:szCs w:val="26"/>
          </w:rPr>
          <w:t>№ 276-па</w:t>
        </w:r>
      </w:hyperlink>
      <w:r w:rsidRPr="004977DA">
        <w:rPr>
          <w:sz w:val="26"/>
          <w:szCs w:val="26"/>
        </w:rPr>
        <w:t xml:space="preserve">, от 31.08.2015 </w:t>
      </w:r>
      <w:hyperlink r:id="rId14" w:history="1">
        <w:r w:rsidRPr="004977DA">
          <w:rPr>
            <w:sz w:val="26"/>
            <w:szCs w:val="26"/>
          </w:rPr>
          <w:t>№ 569-па</w:t>
        </w:r>
      </w:hyperlink>
      <w:r w:rsidRPr="004977DA">
        <w:rPr>
          <w:sz w:val="26"/>
          <w:szCs w:val="26"/>
        </w:rPr>
        <w:t>, от 07</w:t>
      </w:r>
      <w:r w:rsidR="009249CE">
        <w:rPr>
          <w:sz w:val="26"/>
          <w:szCs w:val="26"/>
        </w:rPr>
        <w:t>.12.2015</w:t>
      </w:r>
      <w:r w:rsidRPr="004977DA">
        <w:rPr>
          <w:sz w:val="26"/>
          <w:szCs w:val="26"/>
        </w:rPr>
        <w:t xml:space="preserve"> </w:t>
      </w:r>
      <w:hyperlink r:id="rId15" w:history="1">
        <w:r w:rsidRPr="004977DA">
          <w:rPr>
            <w:sz w:val="26"/>
            <w:szCs w:val="26"/>
          </w:rPr>
          <w:t>№ 857-па</w:t>
        </w:r>
      </w:hyperlink>
      <w:r w:rsidRPr="004977DA">
        <w:rPr>
          <w:sz w:val="26"/>
          <w:szCs w:val="26"/>
        </w:rPr>
        <w:t xml:space="preserve">, от 30.12.2015 </w:t>
      </w:r>
      <w:hyperlink r:id="rId16" w:history="1">
        <w:r w:rsidRPr="004977DA">
          <w:rPr>
            <w:sz w:val="26"/>
            <w:szCs w:val="26"/>
          </w:rPr>
          <w:t>№</w:t>
        </w:r>
        <w:r w:rsidR="00172C61">
          <w:rPr>
            <w:sz w:val="26"/>
            <w:szCs w:val="26"/>
          </w:rPr>
          <w:t xml:space="preserve"> </w:t>
        </w:r>
        <w:r w:rsidRPr="004977DA">
          <w:rPr>
            <w:sz w:val="26"/>
            <w:szCs w:val="26"/>
          </w:rPr>
          <w:t xml:space="preserve"> 958-па, от 04.02.2016 № 54-па, от 15</w:t>
        </w:r>
        <w:r w:rsidR="009249CE">
          <w:rPr>
            <w:sz w:val="26"/>
            <w:szCs w:val="26"/>
          </w:rPr>
          <w:t xml:space="preserve">.07.2016 </w:t>
        </w:r>
        <w:r w:rsidRPr="004977DA">
          <w:rPr>
            <w:sz w:val="26"/>
            <w:szCs w:val="26"/>
          </w:rPr>
          <w:t xml:space="preserve"> </w:t>
        </w:r>
        <w:hyperlink r:id="rId17" w:history="1">
          <w:r w:rsidRPr="004977DA">
            <w:rPr>
              <w:sz w:val="26"/>
              <w:szCs w:val="26"/>
            </w:rPr>
            <w:t>№ 509-па</w:t>
          </w:r>
        </w:hyperlink>
      </w:hyperlink>
      <w:r w:rsidRPr="004977DA">
        <w:rPr>
          <w:sz w:val="26"/>
          <w:szCs w:val="26"/>
        </w:rPr>
        <w:t xml:space="preserve">, от 14.10.2016 </w:t>
      </w:r>
      <w:hyperlink r:id="rId18" w:history="1">
        <w:r w:rsidRPr="004977DA">
          <w:rPr>
            <w:sz w:val="26"/>
            <w:szCs w:val="26"/>
          </w:rPr>
          <w:t>№ 788-па</w:t>
        </w:r>
      </w:hyperlink>
      <w:r w:rsidRPr="004977DA">
        <w:rPr>
          <w:sz w:val="26"/>
          <w:szCs w:val="26"/>
        </w:rPr>
        <w:t>, от 16.12.2016 № 966-па, о</w:t>
      </w:r>
      <w:r w:rsidR="009249CE">
        <w:rPr>
          <w:sz w:val="26"/>
          <w:szCs w:val="26"/>
        </w:rPr>
        <w:t>т 29.12.2016</w:t>
      </w:r>
      <w:r w:rsidR="00172C61">
        <w:rPr>
          <w:sz w:val="26"/>
          <w:szCs w:val="26"/>
        </w:rPr>
        <w:t xml:space="preserve"> № 1032-па, от 10.02.2017 </w:t>
      </w:r>
      <w:hyperlink r:id="rId19" w:history="1">
        <w:r w:rsidRPr="004977DA">
          <w:rPr>
            <w:sz w:val="26"/>
            <w:szCs w:val="26"/>
          </w:rPr>
          <w:t xml:space="preserve">№ </w:t>
        </w:r>
        <w:r w:rsidR="00172C61">
          <w:rPr>
            <w:sz w:val="26"/>
            <w:szCs w:val="26"/>
          </w:rPr>
          <w:t xml:space="preserve"> </w:t>
        </w:r>
        <w:r w:rsidRPr="004977DA">
          <w:rPr>
            <w:sz w:val="26"/>
            <w:szCs w:val="26"/>
          </w:rPr>
          <w:t>94-па,</w:t>
        </w:r>
      </w:hyperlink>
      <w:r w:rsidRPr="004977DA">
        <w:rPr>
          <w:sz w:val="26"/>
          <w:szCs w:val="26"/>
        </w:rPr>
        <w:t xml:space="preserve"> от 04.05.2017 №</w:t>
      </w:r>
      <w:r w:rsidR="000F5A0D">
        <w:rPr>
          <w:sz w:val="26"/>
          <w:szCs w:val="26"/>
        </w:rPr>
        <w:t xml:space="preserve"> </w:t>
      </w:r>
      <w:r w:rsidRPr="004977DA">
        <w:rPr>
          <w:sz w:val="26"/>
          <w:szCs w:val="26"/>
        </w:rPr>
        <w:t xml:space="preserve"> 357-па, от 1</w:t>
      </w:r>
      <w:r w:rsidR="009249CE">
        <w:rPr>
          <w:sz w:val="26"/>
          <w:szCs w:val="26"/>
        </w:rPr>
        <w:t>4.07.2017</w:t>
      </w:r>
      <w:r w:rsidRPr="004977DA">
        <w:rPr>
          <w:sz w:val="26"/>
          <w:szCs w:val="26"/>
        </w:rPr>
        <w:t xml:space="preserve"> № 569-па, от 30.11.2017 № 966-па, от 20.12.2017 № 1047-па, о</w:t>
      </w:r>
      <w:r w:rsidR="009249CE">
        <w:rPr>
          <w:sz w:val="26"/>
          <w:szCs w:val="26"/>
        </w:rPr>
        <w:t>т 21.03.2018</w:t>
      </w:r>
      <w:r w:rsidRPr="004977DA">
        <w:rPr>
          <w:sz w:val="26"/>
          <w:szCs w:val="26"/>
        </w:rPr>
        <w:t xml:space="preserve"> № 225-па, от 16.04.2018 № 320-па, от 14.09.2018 </w:t>
      </w:r>
      <w:hyperlink r:id="rId20" w:history="1">
        <w:r w:rsidRPr="004977DA">
          <w:rPr>
            <w:sz w:val="26"/>
            <w:szCs w:val="26"/>
          </w:rPr>
          <w:t xml:space="preserve">№ 742-па, </w:t>
        </w:r>
      </w:hyperlink>
      <w:r w:rsidRPr="004977DA">
        <w:rPr>
          <w:sz w:val="26"/>
          <w:szCs w:val="26"/>
        </w:rPr>
        <w:t xml:space="preserve">от </w:t>
      </w:r>
      <w:r w:rsidR="009249CE">
        <w:rPr>
          <w:sz w:val="26"/>
          <w:szCs w:val="26"/>
        </w:rPr>
        <w:t>04.12.2018</w:t>
      </w:r>
      <w:r w:rsidRPr="004977DA">
        <w:rPr>
          <w:sz w:val="26"/>
          <w:szCs w:val="26"/>
        </w:rPr>
        <w:t xml:space="preserve"> № 971-па, от 28.12.2018 № 1</w:t>
      </w:r>
      <w:r w:rsidR="00D84140">
        <w:rPr>
          <w:sz w:val="26"/>
          <w:szCs w:val="26"/>
        </w:rPr>
        <w:t xml:space="preserve">105-па, от 20.03.2019 № 218-па, </w:t>
      </w:r>
      <w:r w:rsidRPr="004977DA">
        <w:rPr>
          <w:sz w:val="26"/>
          <w:szCs w:val="26"/>
        </w:rPr>
        <w:t>от 11</w:t>
      </w:r>
      <w:r w:rsidR="009249CE">
        <w:rPr>
          <w:sz w:val="26"/>
          <w:szCs w:val="26"/>
        </w:rPr>
        <w:t>.04.2019</w:t>
      </w:r>
      <w:r w:rsidRPr="004977DA">
        <w:rPr>
          <w:sz w:val="26"/>
          <w:szCs w:val="26"/>
        </w:rPr>
        <w:t xml:space="preserve"> № 318-па, от 06.06.2019 № 510-па, от 30.09.2019</w:t>
      </w:r>
      <w:r w:rsidR="009249CE">
        <w:rPr>
          <w:sz w:val="26"/>
          <w:szCs w:val="26"/>
        </w:rPr>
        <w:t xml:space="preserve"> № 915-па, от 11.10.2019</w:t>
      </w:r>
      <w:r w:rsidRPr="004977DA">
        <w:rPr>
          <w:sz w:val="26"/>
          <w:szCs w:val="26"/>
        </w:rPr>
        <w:t xml:space="preserve"> </w:t>
      </w:r>
      <w:hyperlink r:id="rId21" w:history="1">
        <w:r w:rsidRPr="004977DA">
          <w:rPr>
            <w:sz w:val="26"/>
            <w:szCs w:val="26"/>
          </w:rPr>
          <w:t>№ 974-па</w:t>
        </w:r>
      </w:hyperlink>
      <w:r w:rsidRPr="004977DA">
        <w:rPr>
          <w:sz w:val="26"/>
          <w:szCs w:val="26"/>
        </w:rPr>
        <w:t xml:space="preserve">, от 10.12.2019 </w:t>
      </w:r>
      <w:hyperlink r:id="rId22" w:history="1">
        <w:r w:rsidRPr="004977DA">
          <w:rPr>
            <w:sz w:val="26"/>
            <w:szCs w:val="26"/>
          </w:rPr>
          <w:t>№ 1238-па</w:t>
        </w:r>
      </w:hyperlink>
      <w:r w:rsidRPr="004977DA">
        <w:rPr>
          <w:sz w:val="26"/>
          <w:szCs w:val="26"/>
        </w:rPr>
        <w:t xml:space="preserve">, от 25.12.2019 </w:t>
      </w:r>
      <w:hyperlink r:id="rId23" w:history="1">
        <w:r w:rsidRPr="004977DA">
          <w:rPr>
            <w:sz w:val="26"/>
            <w:szCs w:val="26"/>
          </w:rPr>
          <w:t>№ 1351-па</w:t>
        </w:r>
      </w:hyperlink>
      <w:r w:rsidRPr="004977DA">
        <w:rPr>
          <w:sz w:val="26"/>
          <w:szCs w:val="26"/>
        </w:rPr>
        <w:t>,</w:t>
      </w:r>
      <w:r w:rsidR="009249CE">
        <w:rPr>
          <w:sz w:val="26"/>
          <w:szCs w:val="26"/>
        </w:rPr>
        <w:t xml:space="preserve"> от 10.03.2020</w:t>
      </w:r>
      <w:r w:rsidRPr="004977DA">
        <w:rPr>
          <w:sz w:val="26"/>
          <w:szCs w:val="26"/>
        </w:rPr>
        <w:t xml:space="preserve"> </w:t>
      </w:r>
      <w:hyperlink r:id="rId24" w:history="1">
        <w:r w:rsidRPr="004977DA">
          <w:rPr>
            <w:sz w:val="26"/>
            <w:szCs w:val="26"/>
          </w:rPr>
          <w:t>№ 218-па</w:t>
        </w:r>
      </w:hyperlink>
      <w:r>
        <w:rPr>
          <w:sz w:val="26"/>
          <w:szCs w:val="26"/>
        </w:rPr>
        <w:t>, от 10.12.2020 № 1268-па</w:t>
      </w:r>
      <w:r w:rsidR="00726E9E">
        <w:rPr>
          <w:sz w:val="26"/>
          <w:szCs w:val="26"/>
        </w:rPr>
        <w:t>, от 30.12.2020 № 1435-па</w:t>
      </w:r>
      <w:r w:rsidR="004B07A2">
        <w:rPr>
          <w:sz w:val="26"/>
          <w:szCs w:val="26"/>
        </w:rPr>
        <w:t xml:space="preserve">, </w:t>
      </w:r>
      <w:r w:rsidR="004B07A2" w:rsidRPr="001F7080">
        <w:rPr>
          <w:sz w:val="26"/>
          <w:szCs w:val="26"/>
        </w:rPr>
        <w:t>от 0</w:t>
      </w:r>
      <w:r w:rsidR="001F7080" w:rsidRPr="001F7080">
        <w:rPr>
          <w:sz w:val="26"/>
          <w:szCs w:val="26"/>
        </w:rPr>
        <w:t>1</w:t>
      </w:r>
      <w:r w:rsidR="009249CE">
        <w:rPr>
          <w:sz w:val="26"/>
          <w:szCs w:val="26"/>
        </w:rPr>
        <w:t>.04.2021</w:t>
      </w:r>
      <w:r w:rsidR="001F7080" w:rsidRPr="001F7080">
        <w:rPr>
          <w:sz w:val="26"/>
          <w:szCs w:val="26"/>
        </w:rPr>
        <w:t xml:space="preserve"> </w:t>
      </w:r>
      <w:r w:rsidR="004B07A2" w:rsidRPr="001F7080">
        <w:rPr>
          <w:sz w:val="26"/>
          <w:szCs w:val="26"/>
        </w:rPr>
        <w:t>№</w:t>
      </w:r>
      <w:r w:rsidR="001F7080" w:rsidRPr="001F7080">
        <w:rPr>
          <w:sz w:val="26"/>
          <w:szCs w:val="26"/>
        </w:rPr>
        <w:t xml:space="preserve"> 326-па</w:t>
      </w:r>
      <w:r w:rsidR="00AE234E">
        <w:rPr>
          <w:sz w:val="26"/>
          <w:szCs w:val="26"/>
        </w:rPr>
        <w:t xml:space="preserve">, </w:t>
      </w:r>
      <w:r w:rsidR="00691667">
        <w:rPr>
          <w:sz w:val="26"/>
          <w:szCs w:val="26"/>
        </w:rPr>
        <w:t xml:space="preserve">от 30.04.2021 № 460-па, </w:t>
      </w:r>
      <w:r w:rsidR="00AE234E">
        <w:rPr>
          <w:sz w:val="26"/>
          <w:szCs w:val="26"/>
        </w:rPr>
        <w:t>от 31.05.2021 № 579-па</w:t>
      </w:r>
      <w:r w:rsidR="004B07A2">
        <w:rPr>
          <w:sz w:val="26"/>
          <w:szCs w:val="26"/>
        </w:rPr>
        <w:t xml:space="preserve"> </w:t>
      </w:r>
      <w:r w:rsidRPr="004977DA">
        <w:rPr>
          <w:sz w:val="26"/>
          <w:szCs w:val="26"/>
        </w:rPr>
        <w:t>).</w:t>
      </w:r>
    </w:p>
    <w:p w:rsidR="007556AC" w:rsidRPr="004977DA" w:rsidRDefault="007556AC" w:rsidP="007556AC">
      <w:pPr>
        <w:ind w:firstLine="708"/>
        <w:jc w:val="both"/>
        <w:rPr>
          <w:sz w:val="26"/>
          <w:szCs w:val="26"/>
        </w:rPr>
      </w:pPr>
      <w:r w:rsidRPr="004977DA">
        <w:rPr>
          <w:sz w:val="26"/>
          <w:szCs w:val="26"/>
        </w:rPr>
        <w:t>2. Комитету транспорта и автомобильных дорог Курской области                        (</w:t>
      </w:r>
      <w:r w:rsidR="00AE234E">
        <w:rPr>
          <w:sz w:val="26"/>
          <w:szCs w:val="26"/>
        </w:rPr>
        <w:t>С.В. Солдатенков</w:t>
      </w:r>
      <w:r w:rsidRPr="004977DA">
        <w:rPr>
          <w:sz w:val="26"/>
          <w:szCs w:val="26"/>
        </w:rPr>
        <w:t>) разместить государственную программу Курской области «Развитие транспортной системы, обеспечение перевозки пассажиров в Курской области и безопасности дорожного движения» с учётом изменений, утверждённых настоящим постановлением, на официальном сайте Администрации Курской области (подраздел «Государственные программы» раздела «Документы») в информационно-телекоммуникационной сети «Интернет» в 2-недельный срок со дня официального опубликования настоящего постановления.</w:t>
      </w:r>
    </w:p>
    <w:p w:rsidR="00445762" w:rsidRPr="006E5E97" w:rsidRDefault="00445762" w:rsidP="000D659C">
      <w:pPr>
        <w:ind w:firstLine="709"/>
        <w:jc w:val="both"/>
        <w:rPr>
          <w:sz w:val="28"/>
          <w:szCs w:val="28"/>
        </w:rPr>
      </w:pPr>
    </w:p>
    <w:p w:rsidR="00445762" w:rsidRPr="007556AC" w:rsidRDefault="00172C61" w:rsidP="00445762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 xml:space="preserve">. </w:t>
      </w:r>
      <w:r w:rsidR="00445762" w:rsidRPr="007556AC">
        <w:rPr>
          <w:sz w:val="26"/>
          <w:szCs w:val="26"/>
        </w:rPr>
        <w:t>Губе</w:t>
      </w:r>
      <w:r w:rsidR="004A10F3">
        <w:rPr>
          <w:sz w:val="26"/>
          <w:szCs w:val="26"/>
        </w:rPr>
        <w:t>р</w:t>
      </w:r>
      <w:r w:rsidR="00445762" w:rsidRPr="007556AC">
        <w:rPr>
          <w:sz w:val="26"/>
          <w:szCs w:val="26"/>
        </w:rPr>
        <w:t>натор</w:t>
      </w:r>
      <w:r>
        <w:rPr>
          <w:sz w:val="26"/>
          <w:szCs w:val="26"/>
        </w:rPr>
        <w:t>а</w:t>
      </w:r>
    </w:p>
    <w:p w:rsidR="009B494F" w:rsidRPr="005E2779" w:rsidRDefault="00445762" w:rsidP="004F626C">
      <w:pPr>
        <w:jc w:val="both"/>
      </w:pPr>
      <w:r w:rsidRPr="007556AC">
        <w:rPr>
          <w:sz w:val="26"/>
          <w:szCs w:val="26"/>
        </w:rPr>
        <w:t xml:space="preserve">Курской области                                             </w:t>
      </w:r>
      <w:bookmarkStart w:id="0" w:name="_GoBack"/>
      <w:bookmarkEnd w:id="0"/>
      <w:r w:rsidRPr="007556AC">
        <w:rPr>
          <w:sz w:val="26"/>
          <w:szCs w:val="26"/>
        </w:rPr>
        <w:t xml:space="preserve">                           </w:t>
      </w:r>
      <w:r w:rsidR="0059766D" w:rsidRPr="007556AC">
        <w:rPr>
          <w:sz w:val="26"/>
          <w:szCs w:val="26"/>
        </w:rPr>
        <w:t xml:space="preserve">   </w:t>
      </w:r>
      <w:r w:rsidR="007556AC">
        <w:rPr>
          <w:sz w:val="26"/>
          <w:szCs w:val="26"/>
        </w:rPr>
        <w:t xml:space="preserve">          </w:t>
      </w:r>
      <w:r w:rsidR="0059766D" w:rsidRPr="007556AC">
        <w:rPr>
          <w:sz w:val="26"/>
          <w:szCs w:val="26"/>
        </w:rPr>
        <w:t xml:space="preserve"> </w:t>
      </w:r>
      <w:r w:rsidRPr="007556AC">
        <w:rPr>
          <w:sz w:val="26"/>
          <w:szCs w:val="26"/>
        </w:rPr>
        <w:t xml:space="preserve">  </w:t>
      </w:r>
      <w:r w:rsidR="00CF618B">
        <w:rPr>
          <w:sz w:val="26"/>
          <w:szCs w:val="26"/>
        </w:rPr>
        <w:t>А.Б. Смирнов</w:t>
      </w:r>
      <w:r w:rsidR="00D73854" w:rsidRPr="00115103">
        <w:t xml:space="preserve"> </w:t>
      </w:r>
    </w:p>
    <w:sectPr w:rsidR="009B494F" w:rsidRPr="005E2779" w:rsidSect="00206F7B">
      <w:headerReference w:type="default" r:id="rId25"/>
      <w:pgSz w:w="11909" w:h="16834"/>
      <w:pgMar w:top="1134" w:right="1134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DDF" w:rsidRDefault="00434DDF" w:rsidP="00744207">
      <w:r>
        <w:separator/>
      </w:r>
    </w:p>
  </w:endnote>
  <w:endnote w:type="continuationSeparator" w:id="0">
    <w:p w:rsidR="00434DDF" w:rsidRDefault="00434DDF" w:rsidP="00744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DDF" w:rsidRDefault="00434DDF" w:rsidP="00744207">
      <w:r>
        <w:separator/>
      </w:r>
    </w:p>
  </w:footnote>
  <w:footnote w:type="continuationSeparator" w:id="0">
    <w:p w:rsidR="00434DDF" w:rsidRDefault="00434DDF" w:rsidP="007442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DDF" w:rsidRDefault="00434DDF">
    <w:pPr>
      <w:pStyle w:val="a5"/>
      <w:jc w:val="center"/>
    </w:pPr>
  </w:p>
  <w:p w:rsidR="00434DDF" w:rsidRDefault="00434DD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EE2"/>
    <w:rsid w:val="000B2C98"/>
    <w:rsid w:val="000C0322"/>
    <w:rsid w:val="000C273B"/>
    <w:rsid w:val="000D659C"/>
    <w:rsid w:val="000F5A0D"/>
    <w:rsid w:val="001324B5"/>
    <w:rsid w:val="00147C35"/>
    <w:rsid w:val="00172C61"/>
    <w:rsid w:val="001A6A30"/>
    <w:rsid w:val="001C66BA"/>
    <w:rsid w:val="001F7080"/>
    <w:rsid w:val="002037F8"/>
    <w:rsid w:val="00206F7B"/>
    <w:rsid w:val="00224334"/>
    <w:rsid w:val="002253E9"/>
    <w:rsid w:val="00235649"/>
    <w:rsid w:val="00245FCA"/>
    <w:rsid w:val="00261661"/>
    <w:rsid w:val="00263DDC"/>
    <w:rsid w:val="00284BD2"/>
    <w:rsid w:val="002A66FF"/>
    <w:rsid w:val="00303C29"/>
    <w:rsid w:val="00313826"/>
    <w:rsid w:val="00315121"/>
    <w:rsid w:val="003252F6"/>
    <w:rsid w:val="00333311"/>
    <w:rsid w:val="00344579"/>
    <w:rsid w:val="00347B71"/>
    <w:rsid w:val="00353A3C"/>
    <w:rsid w:val="00366B9E"/>
    <w:rsid w:val="003841D2"/>
    <w:rsid w:val="00390027"/>
    <w:rsid w:val="003D7FC5"/>
    <w:rsid w:val="003E1FAE"/>
    <w:rsid w:val="003E313A"/>
    <w:rsid w:val="00434DDF"/>
    <w:rsid w:val="00445762"/>
    <w:rsid w:val="004A10F3"/>
    <w:rsid w:val="004A170D"/>
    <w:rsid w:val="004B07A2"/>
    <w:rsid w:val="004C08CA"/>
    <w:rsid w:val="004D5FA2"/>
    <w:rsid w:val="004D6819"/>
    <w:rsid w:val="004F626C"/>
    <w:rsid w:val="0050081A"/>
    <w:rsid w:val="005326AF"/>
    <w:rsid w:val="00590786"/>
    <w:rsid w:val="005934C9"/>
    <w:rsid w:val="0059766D"/>
    <w:rsid w:val="005B76C0"/>
    <w:rsid w:val="005E2779"/>
    <w:rsid w:val="00613DF1"/>
    <w:rsid w:val="006267BB"/>
    <w:rsid w:val="00655081"/>
    <w:rsid w:val="00683854"/>
    <w:rsid w:val="00691667"/>
    <w:rsid w:val="006A1957"/>
    <w:rsid w:val="006C584F"/>
    <w:rsid w:val="006D4043"/>
    <w:rsid w:val="006D5446"/>
    <w:rsid w:val="00726E9E"/>
    <w:rsid w:val="00744207"/>
    <w:rsid w:val="00744666"/>
    <w:rsid w:val="00750A12"/>
    <w:rsid w:val="007556AC"/>
    <w:rsid w:val="007827C6"/>
    <w:rsid w:val="007861C0"/>
    <w:rsid w:val="00787910"/>
    <w:rsid w:val="007B1250"/>
    <w:rsid w:val="007C065E"/>
    <w:rsid w:val="007D1788"/>
    <w:rsid w:val="007D639E"/>
    <w:rsid w:val="007F1AD3"/>
    <w:rsid w:val="00802C3B"/>
    <w:rsid w:val="00846A67"/>
    <w:rsid w:val="00852449"/>
    <w:rsid w:val="00873EBC"/>
    <w:rsid w:val="008762FD"/>
    <w:rsid w:val="008F5700"/>
    <w:rsid w:val="00910842"/>
    <w:rsid w:val="009249CE"/>
    <w:rsid w:val="00941A8F"/>
    <w:rsid w:val="00947E99"/>
    <w:rsid w:val="00975608"/>
    <w:rsid w:val="009A5815"/>
    <w:rsid w:val="009B494F"/>
    <w:rsid w:val="009C2F69"/>
    <w:rsid w:val="009D4A7D"/>
    <w:rsid w:val="009D4B1D"/>
    <w:rsid w:val="009E15EC"/>
    <w:rsid w:val="009E1AF6"/>
    <w:rsid w:val="009F2388"/>
    <w:rsid w:val="00A44FA6"/>
    <w:rsid w:val="00A45AB7"/>
    <w:rsid w:val="00A47C0D"/>
    <w:rsid w:val="00A53135"/>
    <w:rsid w:val="00A708F7"/>
    <w:rsid w:val="00A96DB0"/>
    <w:rsid w:val="00AB5156"/>
    <w:rsid w:val="00AB5C72"/>
    <w:rsid w:val="00AD0BCE"/>
    <w:rsid w:val="00AE234E"/>
    <w:rsid w:val="00AE43B1"/>
    <w:rsid w:val="00B063F6"/>
    <w:rsid w:val="00B23C0B"/>
    <w:rsid w:val="00B368C2"/>
    <w:rsid w:val="00B45F46"/>
    <w:rsid w:val="00B53C44"/>
    <w:rsid w:val="00B6416E"/>
    <w:rsid w:val="00B65910"/>
    <w:rsid w:val="00B75AD9"/>
    <w:rsid w:val="00BB153F"/>
    <w:rsid w:val="00BF4F56"/>
    <w:rsid w:val="00BF59BE"/>
    <w:rsid w:val="00C472C4"/>
    <w:rsid w:val="00C502B1"/>
    <w:rsid w:val="00C77D71"/>
    <w:rsid w:val="00C8411D"/>
    <w:rsid w:val="00CC4B37"/>
    <w:rsid w:val="00CE65BE"/>
    <w:rsid w:val="00CE6898"/>
    <w:rsid w:val="00CF618B"/>
    <w:rsid w:val="00D171AB"/>
    <w:rsid w:val="00D43F65"/>
    <w:rsid w:val="00D61ACF"/>
    <w:rsid w:val="00D61DA0"/>
    <w:rsid w:val="00D73854"/>
    <w:rsid w:val="00D84140"/>
    <w:rsid w:val="00D973D7"/>
    <w:rsid w:val="00DE29D5"/>
    <w:rsid w:val="00DE2EBB"/>
    <w:rsid w:val="00DE6E6D"/>
    <w:rsid w:val="00E041C7"/>
    <w:rsid w:val="00E4451F"/>
    <w:rsid w:val="00E54C1A"/>
    <w:rsid w:val="00E76D51"/>
    <w:rsid w:val="00EB5A31"/>
    <w:rsid w:val="00EE1EEE"/>
    <w:rsid w:val="00F2151B"/>
    <w:rsid w:val="00F24EE2"/>
    <w:rsid w:val="00F43D45"/>
    <w:rsid w:val="00F476B3"/>
    <w:rsid w:val="00F56FB7"/>
    <w:rsid w:val="00F919E4"/>
    <w:rsid w:val="00F9588D"/>
    <w:rsid w:val="00FB158E"/>
    <w:rsid w:val="00FB5F5F"/>
    <w:rsid w:val="00FF4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158B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DB0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68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68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919E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919E4"/>
    <w:rPr>
      <w:rFonts w:ascii="Times New Roman" w:hAnsi="Times New Roman"/>
    </w:rPr>
  </w:style>
  <w:style w:type="paragraph" w:styleId="a7">
    <w:name w:val="footer"/>
    <w:basedOn w:val="a"/>
    <w:link w:val="a8"/>
    <w:uiPriority w:val="99"/>
    <w:semiHidden/>
    <w:unhideWhenUsed/>
    <w:rsid w:val="002253E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253E9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91A21E0A7B49DBB380A2EDED9D48C386DE3A019437BB6AD54F2EFA09A0FBF6C31D6BEB68A338FDC5B2BED2j1M" TargetMode="External"/><Relationship Id="rId13" Type="http://schemas.openxmlformats.org/officeDocument/2006/relationships/hyperlink" Target="consultantplus://offline/ref=A191A21E0A7B49DBB380A2EDED9D48C386DE3A01943AB160D24F2EFA09A0FBF6C31D6BEB68A338FDC5B2BED2j1M" TargetMode="External"/><Relationship Id="rId18" Type="http://schemas.openxmlformats.org/officeDocument/2006/relationships/hyperlink" Target="consultantplus://offline/ref=5CA3430396F1D20639984484EA6621312E12D3E3F5F4B429E369FE946856370B107D4CD6FE8CD508B2F9EAR72BI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8A6DE5D2340E232D26F8CE2D8262A9EBFF4A56555FBF781E72E9D4B7EC110390620AEFBA7F734C11D16AF20DED5EBD4B5A8E0C81A965D09326109M1v1L" TargetMode="External"/><Relationship Id="rId7" Type="http://schemas.openxmlformats.org/officeDocument/2006/relationships/hyperlink" Target="consultantplus://offline/ref=A191A21E0A7B49DBB380A2EDED9D48C386DE3A019437B866D44F2EFA09A0FBF6C31D6BEB68A338FDC5B2BED2j1M" TargetMode="External"/><Relationship Id="rId12" Type="http://schemas.openxmlformats.org/officeDocument/2006/relationships/hyperlink" Target="consultantplus://offline/ref=A191A21E0A7B49DBB380A2EDED9D48C386DE3A01943AB86AD94F2EFA09A0FBF6C31D6BEB68A338FDC5B2BED2j1M" TargetMode="External"/><Relationship Id="rId17" Type="http://schemas.openxmlformats.org/officeDocument/2006/relationships/hyperlink" Target="consultantplus://offline/ref=508EB91F1CA43987A60C5FE20B404BCDD7A5C2BFC693844116153F5D5302656BE6F9C86AF516FE24C51B45K0s1J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A191A21E0A7B49DBB380A2EDED9D48C386DE3A019537B863D24F2EFA09A0FBF6C31D6BEB68A338FDC5B2BED2j1M" TargetMode="External"/><Relationship Id="rId20" Type="http://schemas.openxmlformats.org/officeDocument/2006/relationships/hyperlink" Target="consultantplus://offline/ref=4CC785EE3585E693BB0B29F7D6F64E830F6D789BC18AD2655E63AD1D5D9B7CB4154D2546D5D72A21A6329D92079CF2E0626C10CFF9465062FEC6FEi3yBI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191A21E0A7B49DBB380A2EDED9D48C386DE3A019434BF66D94F2EFA09A0FBF6C31D6BEB68A338FDC5B2BED2j1M" TargetMode="External"/><Relationship Id="rId24" Type="http://schemas.openxmlformats.org/officeDocument/2006/relationships/hyperlink" Target="consultantplus://offline/ref=E8A6DE5D2340E232D26F8CE2D8262A9EBFF4A56555FEF783E42E9D4B7EC110390620AEFBA7F734C11D16AF20DED5EBD4B5A8E0C81A965D09326109M1v1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A191A21E0A7B49DBB380A2EDED9D48C386DE3A019530BF62D34F2EFA09A0FBF6C31D6BEB68A338FDC5B2BED2j1M" TargetMode="External"/><Relationship Id="rId23" Type="http://schemas.openxmlformats.org/officeDocument/2006/relationships/hyperlink" Target="consultantplus://offline/ref=E8A6DE5D2340E232D26F8CE2D8262A9EBFF4A56555F8F189E62E9D4B7EC110390620AEFBA7F734C11D16AF20DED5EBD4B5A8E0C81A965D09326109M1v1L" TargetMode="External"/><Relationship Id="rId10" Type="http://schemas.openxmlformats.org/officeDocument/2006/relationships/hyperlink" Target="consultantplus://offline/ref=A191A21E0A7B49DBB380A2EDED9D48C386DE3A019436B060D74F2EFA09A0FBF6C31D6BEB68A338FDC5B2BED2j1M" TargetMode="External"/><Relationship Id="rId19" Type="http://schemas.openxmlformats.org/officeDocument/2006/relationships/hyperlink" Target="consultantplus://offline/ref=F46D5549AF3876353CABA594605F0EC8D97C42FB3BAE756D5A6BEA39201F9D192FA174BEF6FA5D24F7E731YDx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191A21E0A7B49DBB380A2EDED9D48C386DE3A019436BE66D24F2EFA09A0FBF6C31D6BEB68A338FDC5B2BED2j1M" TargetMode="External"/><Relationship Id="rId14" Type="http://schemas.openxmlformats.org/officeDocument/2006/relationships/hyperlink" Target="consultantplus://offline/ref=A191A21E0A7B49DBB380A2EDED9D48C386DE3A019532B065D44F2EFA09A0FBF6C31D6BEB68A338FDC5B2BED2j1M" TargetMode="External"/><Relationship Id="rId22" Type="http://schemas.openxmlformats.org/officeDocument/2006/relationships/hyperlink" Target="consultantplus://offline/ref=E8A6DE5D2340E232D26F8CE2D8262A9EBFF4A56555FEF582EB2E9D4B7EC110390620AEFBA7F734C11D16AF20DED5EBD4B5A8E0C81A965D09326109M1v1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8D73F-0139-46FC-9C40-B1B1D6B84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BE66FCE7</Template>
  <TotalTime>0</TotalTime>
  <Pages>1</Pages>
  <Words>292</Words>
  <Characters>4660</Characters>
  <Application>Microsoft Office Word</Application>
  <DocSecurity>0</DocSecurity>
  <Lines>38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2021-07-19T08:33:00Z</dcterms:created>
  <dcterms:modified xsi:type="dcterms:W3CDTF">2021-09-09T12:49:00Z</dcterms:modified>
</cp:coreProperties>
</file>