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FF" w:rsidRPr="003727E2" w:rsidRDefault="006C03FF" w:rsidP="006C03FF">
      <w:pPr>
        <w:widowControl w:val="0"/>
        <w:autoSpaceDE w:val="0"/>
        <w:autoSpaceDN w:val="0"/>
        <w:adjustRightInd w:val="0"/>
        <w:outlineLvl w:val="2"/>
        <w:rPr>
          <w:sz w:val="20"/>
          <w:szCs w:val="20"/>
          <w:lang w:val="en-US"/>
        </w:rPr>
      </w:pPr>
    </w:p>
    <w:p w:rsidR="00C261BC" w:rsidRDefault="00C261BC" w:rsidP="006C03FF">
      <w:pPr>
        <w:widowControl w:val="0"/>
        <w:autoSpaceDE w:val="0"/>
        <w:autoSpaceDN w:val="0"/>
        <w:adjustRightInd w:val="0"/>
        <w:ind w:left="8080"/>
        <w:jc w:val="center"/>
        <w:outlineLvl w:val="2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6C03FF" w:rsidRPr="00822558" w:rsidRDefault="006C03FF" w:rsidP="006C03FF">
      <w:pPr>
        <w:widowControl w:val="0"/>
        <w:autoSpaceDE w:val="0"/>
        <w:autoSpaceDN w:val="0"/>
        <w:adjustRightInd w:val="0"/>
        <w:ind w:left="8080"/>
        <w:jc w:val="center"/>
        <w:outlineLvl w:val="2"/>
        <w:rPr>
          <w:sz w:val="20"/>
          <w:szCs w:val="20"/>
        </w:rPr>
      </w:pPr>
      <w:r w:rsidRPr="00822558">
        <w:rPr>
          <w:sz w:val="20"/>
          <w:szCs w:val="20"/>
        </w:rPr>
        <w:t>Утвержден</w:t>
      </w:r>
    </w:p>
    <w:p w:rsidR="006C03FF" w:rsidRPr="00822558" w:rsidRDefault="006C03FF" w:rsidP="006C03FF">
      <w:pPr>
        <w:widowControl w:val="0"/>
        <w:autoSpaceDE w:val="0"/>
        <w:autoSpaceDN w:val="0"/>
        <w:adjustRightInd w:val="0"/>
        <w:ind w:left="8080"/>
        <w:jc w:val="center"/>
        <w:outlineLvl w:val="2"/>
        <w:rPr>
          <w:sz w:val="20"/>
          <w:szCs w:val="20"/>
        </w:rPr>
      </w:pPr>
      <w:r w:rsidRPr="00822558">
        <w:rPr>
          <w:sz w:val="20"/>
          <w:szCs w:val="20"/>
        </w:rPr>
        <w:t xml:space="preserve">приказом комитета </w:t>
      </w:r>
      <w:r w:rsidR="00EC253E" w:rsidRPr="00822558">
        <w:rPr>
          <w:sz w:val="20"/>
          <w:szCs w:val="20"/>
        </w:rPr>
        <w:t>транспорта</w:t>
      </w:r>
      <w:r w:rsidRPr="00822558">
        <w:rPr>
          <w:sz w:val="20"/>
          <w:szCs w:val="20"/>
        </w:rPr>
        <w:t xml:space="preserve"> </w:t>
      </w:r>
    </w:p>
    <w:p w:rsidR="006C03FF" w:rsidRPr="00822558" w:rsidRDefault="00012630" w:rsidP="006C03FF">
      <w:pPr>
        <w:widowControl w:val="0"/>
        <w:autoSpaceDE w:val="0"/>
        <w:autoSpaceDN w:val="0"/>
        <w:adjustRightInd w:val="0"/>
        <w:ind w:left="8080"/>
        <w:jc w:val="center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и </w:t>
      </w:r>
      <w:r w:rsidR="00EC253E" w:rsidRPr="00822558">
        <w:rPr>
          <w:sz w:val="20"/>
          <w:szCs w:val="20"/>
        </w:rPr>
        <w:t>автомобильных дорог</w:t>
      </w:r>
      <w:r w:rsidR="006C03FF" w:rsidRPr="00822558">
        <w:rPr>
          <w:sz w:val="20"/>
          <w:szCs w:val="20"/>
        </w:rPr>
        <w:t xml:space="preserve"> Курской области</w:t>
      </w:r>
    </w:p>
    <w:p w:rsidR="00DD0F0F" w:rsidRDefault="006C03FF" w:rsidP="006C03FF">
      <w:pPr>
        <w:widowControl w:val="0"/>
        <w:autoSpaceDE w:val="0"/>
        <w:autoSpaceDN w:val="0"/>
        <w:adjustRightInd w:val="0"/>
        <w:ind w:left="8080"/>
        <w:jc w:val="center"/>
        <w:outlineLvl w:val="2"/>
        <w:rPr>
          <w:sz w:val="20"/>
          <w:szCs w:val="20"/>
        </w:rPr>
      </w:pPr>
      <w:r w:rsidRPr="008160EA">
        <w:rPr>
          <w:sz w:val="20"/>
          <w:szCs w:val="20"/>
        </w:rPr>
        <w:t>от «</w:t>
      </w:r>
      <w:r w:rsidR="00D87081">
        <w:rPr>
          <w:sz w:val="20"/>
          <w:szCs w:val="20"/>
        </w:rPr>
        <w:t>21</w:t>
      </w:r>
      <w:r w:rsidR="008160EA" w:rsidRPr="008160EA">
        <w:rPr>
          <w:sz w:val="20"/>
          <w:szCs w:val="20"/>
        </w:rPr>
        <w:t xml:space="preserve">» </w:t>
      </w:r>
      <w:r w:rsidR="00D87081">
        <w:rPr>
          <w:sz w:val="20"/>
          <w:szCs w:val="20"/>
        </w:rPr>
        <w:t>апреля</w:t>
      </w:r>
      <w:r w:rsidRPr="008160EA">
        <w:rPr>
          <w:sz w:val="20"/>
          <w:szCs w:val="20"/>
        </w:rPr>
        <w:t xml:space="preserve"> 20</w:t>
      </w:r>
      <w:r w:rsidR="001C7F64" w:rsidRPr="008160EA">
        <w:rPr>
          <w:sz w:val="20"/>
          <w:szCs w:val="20"/>
        </w:rPr>
        <w:t>2</w:t>
      </w:r>
      <w:r w:rsidR="00293A95" w:rsidRPr="008160EA">
        <w:rPr>
          <w:sz w:val="20"/>
          <w:szCs w:val="20"/>
        </w:rPr>
        <w:t>1</w:t>
      </w:r>
      <w:r w:rsidRPr="008160EA">
        <w:rPr>
          <w:sz w:val="20"/>
          <w:szCs w:val="20"/>
        </w:rPr>
        <w:t xml:space="preserve"> года №</w:t>
      </w:r>
      <w:r w:rsidR="00D87081">
        <w:rPr>
          <w:sz w:val="20"/>
          <w:szCs w:val="20"/>
        </w:rPr>
        <w:t xml:space="preserve"> 88</w:t>
      </w:r>
      <w:r w:rsidR="00DD0F0F">
        <w:rPr>
          <w:sz w:val="20"/>
          <w:szCs w:val="20"/>
        </w:rPr>
        <w:t xml:space="preserve">                                                                                                 </w:t>
      </w:r>
      <w:proofErr w:type="gramStart"/>
      <w:r w:rsidR="00DD0F0F">
        <w:rPr>
          <w:sz w:val="20"/>
          <w:szCs w:val="20"/>
        </w:rPr>
        <w:t xml:space="preserve">   (</w:t>
      </w:r>
      <w:proofErr w:type="gramEnd"/>
      <w:r w:rsidR="00DD0F0F">
        <w:rPr>
          <w:sz w:val="20"/>
          <w:szCs w:val="20"/>
        </w:rPr>
        <w:t>в редакции приказа комитета транспорта и автомобильных дорог Курской области</w:t>
      </w:r>
    </w:p>
    <w:p w:rsidR="006C03FF" w:rsidRPr="00822558" w:rsidRDefault="00DD0F0F" w:rsidP="006C03FF">
      <w:pPr>
        <w:widowControl w:val="0"/>
        <w:autoSpaceDE w:val="0"/>
        <w:autoSpaceDN w:val="0"/>
        <w:adjustRightInd w:val="0"/>
        <w:ind w:left="8080"/>
        <w:jc w:val="center"/>
        <w:outlineLvl w:val="2"/>
        <w:rPr>
          <w:sz w:val="20"/>
          <w:szCs w:val="20"/>
        </w:rPr>
      </w:pPr>
      <w:r>
        <w:rPr>
          <w:sz w:val="20"/>
          <w:szCs w:val="20"/>
        </w:rPr>
        <w:t>от ___</w:t>
      </w:r>
      <w:r w:rsidR="000A6D02">
        <w:rPr>
          <w:sz w:val="20"/>
          <w:szCs w:val="20"/>
        </w:rPr>
        <w:t>_</w:t>
      </w:r>
      <w:r>
        <w:rPr>
          <w:sz w:val="20"/>
          <w:szCs w:val="20"/>
        </w:rPr>
        <w:t>_______№____________)</w:t>
      </w:r>
      <w:r w:rsidR="00EC253E" w:rsidRPr="00822558">
        <w:rPr>
          <w:sz w:val="20"/>
          <w:szCs w:val="20"/>
          <w:u w:val="single"/>
        </w:rPr>
        <w:t xml:space="preserve">   </w:t>
      </w:r>
    </w:p>
    <w:p w:rsidR="006C03FF" w:rsidRPr="00822558" w:rsidRDefault="006C03FF" w:rsidP="006C03FF">
      <w:pPr>
        <w:jc w:val="right"/>
        <w:rPr>
          <w:sz w:val="20"/>
          <w:szCs w:val="20"/>
        </w:rPr>
      </w:pPr>
    </w:p>
    <w:p w:rsidR="006C03FF" w:rsidRPr="00822558" w:rsidRDefault="006C03FF" w:rsidP="006C03FF">
      <w:pPr>
        <w:jc w:val="right"/>
        <w:rPr>
          <w:sz w:val="20"/>
          <w:szCs w:val="20"/>
        </w:rPr>
      </w:pPr>
    </w:p>
    <w:p w:rsidR="006C03FF" w:rsidRPr="00FB2ED1" w:rsidRDefault="006C03FF" w:rsidP="006C03FF">
      <w:pPr>
        <w:jc w:val="center"/>
        <w:rPr>
          <w:b/>
          <w:bCs/>
          <w:sz w:val="26"/>
          <w:szCs w:val="26"/>
        </w:rPr>
      </w:pPr>
      <w:bookmarkStart w:id="0" w:name="Par1135"/>
      <w:bookmarkEnd w:id="0"/>
      <w:r w:rsidRPr="00FB2ED1">
        <w:rPr>
          <w:b/>
          <w:bCs/>
          <w:sz w:val="26"/>
          <w:szCs w:val="26"/>
        </w:rPr>
        <w:t xml:space="preserve">Детальный план-график </w:t>
      </w:r>
    </w:p>
    <w:p w:rsidR="006C03FF" w:rsidRPr="00FB2ED1" w:rsidRDefault="006C03FF" w:rsidP="006C03FF">
      <w:pPr>
        <w:jc w:val="center"/>
        <w:rPr>
          <w:b/>
          <w:bCs/>
          <w:sz w:val="26"/>
          <w:szCs w:val="26"/>
        </w:rPr>
      </w:pPr>
      <w:r w:rsidRPr="00FB2ED1">
        <w:rPr>
          <w:b/>
          <w:bCs/>
          <w:sz w:val="26"/>
          <w:szCs w:val="26"/>
        </w:rPr>
        <w:t xml:space="preserve">реализации государственной программы Курской области  </w:t>
      </w:r>
    </w:p>
    <w:p w:rsidR="007B14BA" w:rsidRPr="00FB2ED1" w:rsidRDefault="006C03FF" w:rsidP="006C03FF">
      <w:pPr>
        <w:jc w:val="center"/>
        <w:rPr>
          <w:b/>
          <w:bCs/>
          <w:sz w:val="26"/>
          <w:szCs w:val="26"/>
        </w:rPr>
      </w:pPr>
      <w:r w:rsidRPr="00FB2ED1">
        <w:rPr>
          <w:b/>
          <w:bCs/>
          <w:sz w:val="26"/>
          <w:szCs w:val="26"/>
        </w:rPr>
        <w:t xml:space="preserve">«Развитие транспортной системы, обеспечение перевозки пассажиров в Курской области </w:t>
      </w:r>
    </w:p>
    <w:p w:rsidR="006C03FF" w:rsidRPr="00FB2ED1" w:rsidRDefault="00856E2C" w:rsidP="006C03FF">
      <w:pPr>
        <w:jc w:val="center"/>
        <w:rPr>
          <w:b/>
          <w:sz w:val="26"/>
          <w:szCs w:val="26"/>
        </w:rPr>
      </w:pPr>
      <w:r w:rsidRPr="00FB2ED1">
        <w:rPr>
          <w:b/>
          <w:bCs/>
          <w:sz w:val="26"/>
          <w:szCs w:val="26"/>
        </w:rPr>
        <w:t>и</w:t>
      </w:r>
      <w:r w:rsidR="007B14BA" w:rsidRPr="00FB2ED1">
        <w:rPr>
          <w:b/>
          <w:bCs/>
          <w:sz w:val="26"/>
          <w:szCs w:val="26"/>
        </w:rPr>
        <w:t xml:space="preserve"> </w:t>
      </w:r>
      <w:r w:rsidR="006C03FF" w:rsidRPr="00FB2ED1">
        <w:rPr>
          <w:b/>
          <w:bCs/>
          <w:sz w:val="26"/>
          <w:szCs w:val="26"/>
        </w:rPr>
        <w:t xml:space="preserve">безопасности дорожного движения» </w:t>
      </w:r>
      <w:r w:rsidR="006C03FF" w:rsidRPr="00FB2ED1">
        <w:rPr>
          <w:b/>
          <w:sz w:val="26"/>
          <w:szCs w:val="26"/>
        </w:rPr>
        <w:t>на текущий финансовый 20</w:t>
      </w:r>
      <w:r w:rsidR="0076039A" w:rsidRPr="00FB2ED1">
        <w:rPr>
          <w:b/>
          <w:sz w:val="26"/>
          <w:szCs w:val="26"/>
        </w:rPr>
        <w:t>2</w:t>
      </w:r>
      <w:r w:rsidR="00293A95">
        <w:rPr>
          <w:b/>
          <w:sz w:val="26"/>
          <w:szCs w:val="26"/>
        </w:rPr>
        <w:t>1</w:t>
      </w:r>
      <w:r w:rsidR="006C03FF" w:rsidRPr="00FB2ED1">
        <w:rPr>
          <w:b/>
          <w:sz w:val="26"/>
          <w:szCs w:val="26"/>
        </w:rPr>
        <w:t xml:space="preserve"> год  </w:t>
      </w:r>
    </w:p>
    <w:p w:rsidR="006C03FF" w:rsidRPr="00FB2ED1" w:rsidRDefault="00DD0F0F" w:rsidP="006C03F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</w:t>
      </w:r>
      <w:r w:rsidR="006C03FF" w:rsidRPr="00FB2ED1">
        <w:rPr>
          <w:b/>
          <w:sz w:val="26"/>
          <w:szCs w:val="26"/>
        </w:rPr>
        <w:t>плановый период 20</w:t>
      </w:r>
      <w:r w:rsidR="00293A95">
        <w:rPr>
          <w:b/>
          <w:sz w:val="26"/>
          <w:szCs w:val="26"/>
        </w:rPr>
        <w:t>22</w:t>
      </w:r>
      <w:r w:rsidR="006C03FF" w:rsidRPr="00FB2ED1">
        <w:rPr>
          <w:b/>
          <w:sz w:val="26"/>
          <w:szCs w:val="26"/>
        </w:rPr>
        <w:t xml:space="preserve"> и 202</w:t>
      </w:r>
      <w:r w:rsidR="00293A95">
        <w:rPr>
          <w:b/>
          <w:sz w:val="26"/>
          <w:szCs w:val="26"/>
        </w:rPr>
        <w:t>3</w:t>
      </w:r>
      <w:r w:rsidR="006C03FF" w:rsidRPr="00FB2ED1">
        <w:rPr>
          <w:b/>
          <w:sz w:val="26"/>
          <w:szCs w:val="26"/>
        </w:rPr>
        <w:t xml:space="preserve"> годов</w:t>
      </w:r>
    </w:p>
    <w:p w:rsidR="005E5FDA" w:rsidRPr="00FB2ED1" w:rsidRDefault="005E5FDA" w:rsidP="005E5FDA">
      <w:pPr>
        <w:jc w:val="center"/>
        <w:rPr>
          <w:b/>
          <w:bCs/>
        </w:rPr>
      </w:pPr>
    </w:p>
    <w:tbl>
      <w:tblPr>
        <w:tblW w:w="161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425"/>
        <w:gridCol w:w="1674"/>
        <w:gridCol w:w="2295"/>
        <w:gridCol w:w="1087"/>
        <w:gridCol w:w="1323"/>
        <w:gridCol w:w="1276"/>
        <w:gridCol w:w="1276"/>
        <w:gridCol w:w="1226"/>
        <w:gridCol w:w="1325"/>
        <w:gridCol w:w="1226"/>
      </w:tblGrid>
      <w:tr w:rsidR="00FB2ED1" w:rsidRPr="00FB2ED1" w:rsidTr="005809DC">
        <w:trPr>
          <w:gridAfter w:val="1"/>
          <w:wAfter w:w="1226" w:type="dxa"/>
          <w:trHeight w:val="320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C63" w:rsidRPr="00FB2ED1" w:rsidRDefault="00473C63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№</w:t>
            </w:r>
          </w:p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0F31E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Наименование  подпрограммы, </w:t>
            </w:r>
            <w:r w:rsidR="000F31E6">
              <w:rPr>
                <w:sz w:val="16"/>
                <w:szCs w:val="16"/>
              </w:rPr>
              <w:t>структурного элемента подпрограммы</w:t>
            </w:r>
            <w:r w:rsidRPr="00FB2ED1">
              <w:rPr>
                <w:sz w:val="16"/>
                <w:szCs w:val="16"/>
              </w:rPr>
              <w:t>, контрольного события программы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ind w:right="-75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Статус *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Ответственный исполнитель  (ФИО, должность, организация)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Ожидаемый  результат  реализации мероприятия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Срок начала реализации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Срок окончания реализации (дата контрольного события)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ind w:right="-5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Код бюджет </w:t>
            </w:r>
            <w:r w:rsidRPr="00FB2ED1">
              <w:rPr>
                <w:sz w:val="16"/>
                <w:szCs w:val="16"/>
              </w:rPr>
              <w:br/>
              <w:t>ной 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Объем ресурсного обеспечения (тыс. рублей)</w:t>
            </w:r>
          </w:p>
        </w:tc>
      </w:tr>
      <w:tr w:rsidR="00FB2ED1" w:rsidRPr="00FB2ED1" w:rsidTr="005E4D83">
        <w:trPr>
          <w:gridAfter w:val="1"/>
          <w:wAfter w:w="1226" w:type="dxa"/>
          <w:trHeight w:val="973"/>
          <w:tblHeader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F72B65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20</w:t>
            </w:r>
            <w:r w:rsidR="00430BC9" w:rsidRPr="00FB2ED1">
              <w:rPr>
                <w:sz w:val="16"/>
                <w:szCs w:val="16"/>
              </w:rPr>
              <w:t>2</w:t>
            </w:r>
            <w:r w:rsidR="00F72B65"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B8F" w:rsidRPr="00FB2ED1" w:rsidRDefault="00BA6B8F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792656" w:rsidRPr="00FB2ED1" w:rsidRDefault="00FD09B6" w:rsidP="00BA6B8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202</w:t>
            </w:r>
            <w:r w:rsidR="00F72B65">
              <w:rPr>
                <w:sz w:val="16"/>
                <w:szCs w:val="16"/>
              </w:rPr>
              <w:t>2</w:t>
            </w:r>
            <w:r w:rsidR="00792656" w:rsidRPr="00FB2ED1">
              <w:rPr>
                <w:sz w:val="16"/>
                <w:szCs w:val="16"/>
              </w:rPr>
              <w:t xml:space="preserve"> год</w:t>
            </w:r>
          </w:p>
          <w:p w:rsidR="00792656" w:rsidRPr="00FB2ED1" w:rsidRDefault="00792656" w:rsidP="00BA6B8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656" w:rsidRPr="00FB2ED1" w:rsidRDefault="00792656" w:rsidP="00F72B65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20</w:t>
            </w:r>
            <w:r w:rsidR="00B163B4" w:rsidRPr="00FB2ED1">
              <w:rPr>
                <w:sz w:val="16"/>
                <w:szCs w:val="16"/>
              </w:rPr>
              <w:t>2</w:t>
            </w:r>
            <w:r w:rsidR="00F72B65">
              <w:rPr>
                <w:sz w:val="16"/>
                <w:szCs w:val="16"/>
              </w:rPr>
              <w:t>3</w:t>
            </w:r>
            <w:r w:rsidRPr="00FB2ED1">
              <w:rPr>
                <w:sz w:val="16"/>
                <w:szCs w:val="16"/>
              </w:rPr>
              <w:t xml:space="preserve"> год</w:t>
            </w:r>
          </w:p>
        </w:tc>
      </w:tr>
      <w:tr w:rsidR="00FB2ED1" w:rsidRPr="00FB2ED1" w:rsidTr="005E4D83">
        <w:trPr>
          <w:gridAfter w:val="1"/>
          <w:wAfter w:w="1226" w:type="dxa"/>
          <w:cantSplit/>
          <w:trHeight w:val="378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916" w:rsidRPr="00FB2ED1" w:rsidRDefault="008B3916" w:rsidP="005D3BD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916" w:rsidRPr="00FB2ED1" w:rsidRDefault="008B3916" w:rsidP="001B324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Всего по государственной программе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916" w:rsidRPr="00FB2ED1" w:rsidRDefault="008B3916" w:rsidP="001B324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F8B" w:rsidRPr="00CD5756" w:rsidRDefault="003F6CAE" w:rsidP="0011500A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9 515 932,498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F8B" w:rsidRPr="00CD5756" w:rsidRDefault="00AC3477" w:rsidP="00A45CC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7 636</w:t>
            </w:r>
            <w:r w:rsidR="00A45CC7">
              <w:rPr>
                <w:b/>
                <w:sz w:val="16"/>
                <w:szCs w:val="16"/>
              </w:rPr>
              <w:t> 638,250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F08" w:rsidRPr="00CD5756" w:rsidRDefault="00AC3477" w:rsidP="00A45CC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  <w:r w:rsidR="005F4EA2">
              <w:rPr>
                <w:b/>
                <w:sz w:val="16"/>
                <w:szCs w:val="16"/>
              </w:rPr>
              <w:t> </w:t>
            </w:r>
            <w:r w:rsidR="00A45CC7">
              <w:rPr>
                <w:b/>
                <w:sz w:val="16"/>
                <w:szCs w:val="16"/>
              </w:rPr>
              <w:t>191</w:t>
            </w:r>
            <w:r w:rsidR="005F4EA2">
              <w:rPr>
                <w:b/>
                <w:sz w:val="16"/>
                <w:szCs w:val="16"/>
              </w:rPr>
              <w:t xml:space="preserve"> </w:t>
            </w:r>
            <w:r w:rsidR="00A45CC7">
              <w:rPr>
                <w:b/>
                <w:sz w:val="16"/>
                <w:szCs w:val="16"/>
              </w:rPr>
              <w:t>511,468</w:t>
            </w:r>
          </w:p>
        </w:tc>
      </w:tr>
      <w:tr w:rsidR="00FB2ED1" w:rsidRPr="00FB2ED1" w:rsidTr="00BA1F6C">
        <w:trPr>
          <w:gridAfter w:val="1"/>
          <w:wAfter w:w="1226" w:type="dxa"/>
          <w:cantSplit/>
          <w:trHeight w:val="55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916" w:rsidRPr="00BA1F6C" w:rsidRDefault="00F22BEE" w:rsidP="005D3BD8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916" w:rsidRPr="00FB2ED1" w:rsidRDefault="008B3916" w:rsidP="001B3247">
            <w:pPr>
              <w:autoSpaceDE w:val="0"/>
              <w:autoSpaceDN w:val="0"/>
              <w:adjustRightInd w:val="0"/>
              <w:ind w:left="34"/>
              <w:jc w:val="center"/>
              <w:outlineLvl w:val="1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Подпрограмма 1 «Развитие сети автомобильных  дорог Курской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916" w:rsidRPr="00FB2ED1" w:rsidRDefault="008B3916" w:rsidP="001B324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916" w:rsidRPr="00FB2ED1" w:rsidRDefault="008B3916" w:rsidP="008E0A2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69D" w:rsidRPr="00CD5756" w:rsidRDefault="003F6CAE" w:rsidP="0011500A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8 310 032,847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7F08" w:rsidRPr="00CD5756" w:rsidRDefault="00560A5A" w:rsidP="00E814A1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6 417 574,004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916" w:rsidRPr="00CD5756" w:rsidRDefault="00560A5A" w:rsidP="00AC347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6 9</w:t>
            </w:r>
            <w:r w:rsidR="00AC3477">
              <w:rPr>
                <w:b/>
                <w:sz w:val="16"/>
                <w:szCs w:val="16"/>
              </w:rPr>
              <w:t>7</w:t>
            </w:r>
            <w:r>
              <w:rPr>
                <w:b/>
                <w:sz w:val="16"/>
                <w:szCs w:val="16"/>
              </w:rPr>
              <w:t>2 447,322</w:t>
            </w:r>
          </w:p>
        </w:tc>
      </w:tr>
      <w:tr w:rsidR="00FB2ED1" w:rsidRPr="00FB2ED1" w:rsidTr="00BA1F6C">
        <w:trPr>
          <w:gridAfter w:val="1"/>
          <w:wAfter w:w="1226" w:type="dxa"/>
          <w:cantSplit/>
          <w:trHeight w:val="267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B9" w:rsidRPr="00BA1F6C" w:rsidRDefault="006977B9" w:rsidP="00EE462C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A1F6C">
              <w:rPr>
                <w:b/>
                <w:sz w:val="16"/>
                <w:szCs w:val="16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B9" w:rsidRPr="00A663E3" w:rsidRDefault="006977B9" w:rsidP="001B3247">
            <w:pPr>
              <w:pStyle w:val="ConsPlusCell"/>
              <w:rPr>
                <w:b/>
                <w:sz w:val="16"/>
                <w:szCs w:val="16"/>
              </w:rPr>
            </w:pPr>
            <w:r w:rsidRPr="00A663E3">
              <w:rPr>
                <w:b/>
                <w:sz w:val="16"/>
                <w:szCs w:val="16"/>
              </w:rPr>
              <w:t xml:space="preserve">Основное мероприятие </w:t>
            </w:r>
            <w:r w:rsidR="00767288" w:rsidRPr="00A663E3">
              <w:rPr>
                <w:b/>
                <w:sz w:val="16"/>
                <w:szCs w:val="16"/>
              </w:rPr>
              <w:t>1.</w:t>
            </w:r>
            <w:r w:rsidRPr="00A663E3">
              <w:rPr>
                <w:b/>
                <w:sz w:val="16"/>
                <w:szCs w:val="16"/>
              </w:rPr>
              <w:t>01</w:t>
            </w:r>
          </w:p>
          <w:p w:rsidR="006977B9" w:rsidRPr="00FB2ED1" w:rsidRDefault="006977B9" w:rsidP="001B3247">
            <w:pPr>
              <w:pStyle w:val="ConsPlusCell"/>
              <w:rPr>
                <w:sz w:val="16"/>
                <w:szCs w:val="16"/>
              </w:rPr>
            </w:pPr>
            <w:r w:rsidRPr="00A663E3">
              <w:rPr>
                <w:b/>
                <w:sz w:val="16"/>
                <w:szCs w:val="16"/>
              </w:rPr>
              <w:t>Капитальный ремонт, ремонт и 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B9" w:rsidRPr="00FB2ED1" w:rsidRDefault="006977B9" w:rsidP="001B324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B9" w:rsidRPr="000B243F" w:rsidRDefault="00A42FE3" w:rsidP="00F4437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Комитет транспорта и автомобильных дорог</w:t>
            </w:r>
            <w:r w:rsidR="006977B9" w:rsidRPr="000B243F">
              <w:rPr>
                <w:b/>
                <w:sz w:val="16"/>
                <w:szCs w:val="16"/>
              </w:rPr>
              <w:t xml:space="preserve"> Курской области</w:t>
            </w:r>
          </w:p>
          <w:p w:rsidR="00A42FE3" w:rsidRPr="000B243F" w:rsidRDefault="00A42FE3" w:rsidP="00F4437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Председатель комитета</w:t>
            </w:r>
          </w:p>
          <w:p w:rsidR="006977B9" w:rsidRPr="000B243F" w:rsidRDefault="00521BB9" w:rsidP="00F4437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B9" w:rsidRPr="000B243F" w:rsidRDefault="006977B9" w:rsidP="00F44373">
            <w:pPr>
              <w:pStyle w:val="ConsPlusCell"/>
              <w:ind w:firstLine="105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регионального или межмуниципального значения и соответствия транспортно-эксплуатационных показателей автомобильных дорог требованиям нормативных документов; ликвидация очагов аварийности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B9" w:rsidRPr="000B243F" w:rsidRDefault="006977B9" w:rsidP="001B324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01.01.20</w:t>
            </w:r>
            <w:r w:rsidR="00430BC9" w:rsidRPr="000B243F">
              <w:rPr>
                <w:b/>
                <w:sz w:val="16"/>
                <w:szCs w:val="16"/>
              </w:rPr>
              <w:t>2</w:t>
            </w:r>
            <w:r w:rsidR="00275196">
              <w:rPr>
                <w:b/>
                <w:sz w:val="16"/>
                <w:szCs w:val="16"/>
              </w:rPr>
              <w:t>1</w:t>
            </w:r>
          </w:p>
          <w:p w:rsidR="006977B9" w:rsidRPr="000B243F" w:rsidRDefault="006977B9" w:rsidP="0091721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01.01.202</w:t>
            </w:r>
            <w:r w:rsidR="00275196">
              <w:rPr>
                <w:b/>
                <w:sz w:val="16"/>
                <w:szCs w:val="16"/>
              </w:rPr>
              <w:t>2</w:t>
            </w:r>
          </w:p>
          <w:p w:rsidR="00FD09B6" w:rsidRPr="000B243F" w:rsidRDefault="00FD09B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01.01.202</w:t>
            </w:r>
            <w:r w:rsidR="0027519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B9" w:rsidRPr="000B243F" w:rsidRDefault="006977B9" w:rsidP="001B324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31.12.20</w:t>
            </w:r>
            <w:r w:rsidR="00430BC9" w:rsidRPr="000B243F">
              <w:rPr>
                <w:b/>
                <w:sz w:val="16"/>
                <w:szCs w:val="16"/>
              </w:rPr>
              <w:t>2</w:t>
            </w:r>
            <w:r w:rsidR="00275196">
              <w:rPr>
                <w:b/>
                <w:sz w:val="16"/>
                <w:szCs w:val="16"/>
              </w:rPr>
              <w:t>1</w:t>
            </w:r>
          </w:p>
          <w:p w:rsidR="006977B9" w:rsidRPr="000B243F" w:rsidRDefault="006977B9" w:rsidP="0091721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31.12.202</w:t>
            </w:r>
            <w:r w:rsidR="00275196">
              <w:rPr>
                <w:b/>
                <w:sz w:val="16"/>
                <w:szCs w:val="16"/>
              </w:rPr>
              <w:t>2</w:t>
            </w:r>
          </w:p>
          <w:p w:rsidR="00FD09B6" w:rsidRPr="000B243F" w:rsidRDefault="000840DA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31.12</w:t>
            </w:r>
            <w:r w:rsidR="00FD09B6" w:rsidRPr="000B243F">
              <w:rPr>
                <w:b/>
                <w:sz w:val="16"/>
                <w:szCs w:val="16"/>
              </w:rPr>
              <w:t>.202</w:t>
            </w:r>
            <w:r w:rsidR="00275196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B9" w:rsidRPr="00FB2ED1" w:rsidRDefault="00271000" w:rsidP="001B324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</w:t>
            </w:r>
            <w:r w:rsidR="006977B9" w:rsidRPr="00FB2ED1">
              <w:rPr>
                <w:b/>
                <w:sz w:val="16"/>
                <w:szCs w:val="16"/>
              </w:rPr>
              <w:t>0</w:t>
            </w:r>
            <w:bookmarkStart w:id="1" w:name="_GoBack"/>
            <w:bookmarkEnd w:id="1"/>
            <w:r w:rsidR="006977B9" w:rsidRPr="00FB2ED1">
              <w:rPr>
                <w:b/>
                <w:sz w:val="16"/>
                <w:szCs w:val="16"/>
              </w:rPr>
              <w:t>4 09 171 01</w:t>
            </w:r>
          </w:p>
          <w:p w:rsidR="006977B9" w:rsidRPr="00FB2ED1" w:rsidRDefault="006977B9" w:rsidP="001B324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08" w:rsidRPr="00CD5756" w:rsidRDefault="007539CD" w:rsidP="00A45CC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A45CC7">
              <w:rPr>
                <w:b/>
                <w:sz w:val="16"/>
                <w:szCs w:val="16"/>
              </w:rPr>
              <w:t> 437 814,123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7B9" w:rsidRPr="00CD5756" w:rsidRDefault="00E228CE" w:rsidP="00A45CC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2 </w:t>
            </w:r>
            <w:r w:rsidR="00A45CC7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49 968,437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977B9" w:rsidRPr="00CD5756" w:rsidRDefault="00CD5756" w:rsidP="00A45CC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D5756">
              <w:rPr>
                <w:b/>
                <w:sz w:val="16"/>
                <w:szCs w:val="16"/>
              </w:rPr>
              <w:t>3 </w:t>
            </w:r>
            <w:r w:rsidR="00A45CC7">
              <w:rPr>
                <w:b/>
                <w:sz w:val="16"/>
                <w:szCs w:val="16"/>
              </w:rPr>
              <w:t>1</w:t>
            </w:r>
            <w:r w:rsidRPr="00CD5756">
              <w:rPr>
                <w:b/>
                <w:sz w:val="16"/>
                <w:szCs w:val="16"/>
              </w:rPr>
              <w:t>32 119,052</w:t>
            </w:r>
          </w:p>
        </w:tc>
      </w:tr>
      <w:tr w:rsidR="00FB2ED1" w:rsidRPr="00FB2ED1" w:rsidTr="007616C7">
        <w:trPr>
          <w:gridAfter w:val="1"/>
          <w:wAfter w:w="1226" w:type="dxa"/>
          <w:cantSplit/>
          <w:trHeight w:val="1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5B" w:rsidRPr="00FB2ED1" w:rsidRDefault="00CE215B" w:rsidP="00EE46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5B" w:rsidRPr="00FB2ED1" w:rsidRDefault="00CE215B" w:rsidP="00153A35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5B" w:rsidRPr="00FB2ED1" w:rsidRDefault="00CE215B" w:rsidP="00DB4CFD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5B" w:rsidRPr="00FB2ED1" w:rsidRDefault="00CE215B" w:rsidP="00DB4CFD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5B" w:rsidRPr="00FB2ED1" w:rsidRDefault="00CE215B" w:rsidP="00E06CC5">
            <w:pPr>
              <w:pStyle w:val="ConsPlusCell"/>
              <w:ind w:firstLine="105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5B" w:rsidRPr="00FB2ED1" w:rsidRDefault="00CE215B" w:rsidP="00DB4CFD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5B" w:rsidRPr="00FB2ED1" w:rsidRDefault="00CE215B" w:rsidP="00DB4CFD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5B" w:rsidRPr="00FB2ED1" w:rsidRDefault="00CE215B" w:rsidP="00E74CDE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5B" w:rsidRPr="00FB2ED1" w:rsidRDefault="00C26C84" w:rsidP="005D3BD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215B" w:rsidRPr="00FB2ED1" w:rsidRDefault="00CE215B" w:rsidP="005D3BD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215B" w:rsidRPr="00FB2ED1" w:rsidRDefault="00CE215B" w:rsidP="005D3BD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275196" w:rsidRPr="00FB2ED1" w:rsidTr="007616C7">
        <w:trPr>
          <w:gridAfter w:val="1"/>
          <w:wAfter w:w="1226" w:type="dxa"/>
          <w:cantSplit/>
          <w:trHeight w:val="15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lastRenderedPageBreak/>
              <w:t>1.1.1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1.01.1</w:t>
            </w:r>
          </w:p>
          <w:p w:rsidR="00275196" w:rsidRPr="00FB2ED1" w:rsidRDefault="00275196" w:rsidP="0027519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Содержание автомобильных дорог общего пользования регионального или межмуниципального значения</w:t>
            </w:r>
          </w:p>
          <w:p w:rsidR="00275196" w:rsidRPr="00FB2ED1" w:rsidRDefault="00275196" w:rsidP="0027519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275196" w:rsidRPr="00FB2ED1" w:rsidRDefault="00521BB9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96" w:rsidRPr="000B243F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1</w:t>
            </w:r>
          </w:p>
          <w:p w:rsidR="00275196" w:rsidRPr="000B243F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2</w:t>
            </w:r>
          </w:p>
          <w:p w:rsidR="00275196" w:rsidRPr="000B243F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96" w:rsidRPr="000B243F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1</w:t>
            </w:r>
          </w:p>
          <w:p w:rsidR="00275196" w:rsidRPr="000B243F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2</w:t>
            </w:r>
          </w:p>
          <w:p w:rsidR="00275196" w:rsidRPr="000B243F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B243F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844 04 09 171 01 12030 200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6A3F4E" w:rsidRDefault="00275196" w:rsidP="001B5E6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A3F4E">
              <w:rPr>
                <w:b/>
                <w:sz w:val="16"/>
                <w:szCs w:val="16"/>
              </w:rPr>
              <w:t>1</w:t>
            </w:r>
            <w:r w:rsidR="001B5E64">
              <w:rPr>
                <w:b/>
                <w:sz w:val="16"/>
                <w:szCs w:val="16"/>
              </w:rPr>
              <w:t> 749 282,754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6A3F4E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A3F4E">
              <w:rPr>
                <w:b/>
                <w:sz w:val="16"/>
                <w:szCs w:val="16"/>
              </w:rPr>
              <w:t>1 868 866,084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6A3F4E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A3F4E">
              <w:rPr>
                <w:b/>
                <w:sz w:val="16"/>
                <w:szCs w:val="16"/>
              </w:rPr>
              <w:t>1 868 866,084</w:t>
            </w:r>
          </w:p>
        </w:tc>
      </w:tr>
      <w:tr w:rsidR="00FB2ED1" w:rsidRPr="00FB2ED1" w:rsidTr="007616C7">
        <w:trPr>
          <w:gridAfter w:val="1"/>
          <w:wAfter w:w="1226" w:type="dxa"/>
          <w:cantSplit/>
          <w:trHeight w:val="15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AB" w:rsidRPr="00FB2ED1" w:rsidRDefault="00AC60AB" w:rsidP="00EE462C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AB" w:rsidRPr="00FB2ED1" w:rsidRDefault="00AC60AB" w:rsidP="008856E0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из них: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0AB" w:rsidRPr="00FB2ED1" w:rsidRDefault="00AC60AB" w:rsidP="00DB4C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AB" w:rsidRPr="00FB2ED1" w:rsidRDefault="00AC60AB" w:rsidP="00DB4CFD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AB" w:rsidRPr="00FB2ED1" w:rsidRDefault="00AC60AB" w:rsidP="00DB4C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AB" w:rsidRPr="00FB2ED1" w:rsidRDefault="00AC60AB" w:rsidP="00DB4C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AB" w:rsidRPr="00FB2ED1" w:rsidRDefault="00AC60AB" w:rsidP="00DB4C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AB" w:rsidRPr="00FB2ED1" w:rsidRDefault="00AC60AB" w:rsidP="00E74CD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0AB" w:rsidRPr="00FB2ED1" w:rsidRDefault="00AC60AB" w:rsidP="005D3BD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60AB" w:rsidRPr="00FB2ED1" w:rsidRDefault="00AC60AB" w:rsidP="005D3BD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C60AB" w:rsidRPr="00FB2ED1" w:rsidRDefault="00AC60AB" w:rsidP="005D3BD8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275196" w:rsidRPr="00FB2ED1" w:rsidTr="009B33B0">
        <w:trPr>
          <w:gridAfter w:val="1"/>
          <w:wAfter w:w="1226" w:type="dxa"/>
          <w:cantSplit/>
          <w:trHeight w:val="141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1.01.1.1</w:t>
            </w:r>
          </w:p>
          <w:p w:rsidR="00275196" w:rsidRPr="00FB2ED1" w:rsidRDefault="00275196" w:rsidP="0027519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275196" w:rsidRPr="00FB2ED1" w:rsidRDefault="00521BB9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ind w:firstLine="105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круглогодичного функционирования сети автомобильных дорог</w:t>
            </w:r>
          </w:p>
          <w:p w:rsidR="00275196" w:rsidRPr="00FB2ED1" w:rsidRDefault="00275196" w:rsidP="00275196">
            <w:pPr>
              <w:pStyle w:val="ConsPlusCell"/>
              <w:ind w:firstLine="105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 общего пользования регионального или </w:t>
            </w:r>
          </w:p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межмуниципального значения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AC5BE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844 04 09 171 </w:t>
            </w:r>
            <w:r w:rsidR="00AC5BEE">
              <w:rPr>
                <w:sz w:val="16"/>
                <w:szCs w:val="16"/>
              </w:rPr>
              <w:t>0</w:t>
            </w:r>
            <w:r w:rsidRPr="00FB2ED1">
              <w:rPr>
                <w:sz w:val="16"/>
                <w:szCs w:val="16"/>
              </w:rPr>
              <w:t>1 12030 200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96" w:rsidRPr="00FB2ED1" w:rsidRDefault="00275196" w:rsidP="001B5E6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327D9">
              <w:rPr>
                <w:sz w:val="16"/>
                <w:szCs w:val="16"/>
              </w:rPr>
              <w:t> 6</w:t>
            </w:r>
            <w:r w:rsidR="001B5E64">
              <w:rPr>
                <w:sz w:val="16"/>
                <w:szCs w:val="16"/>
              </w:rPr>
              <w:t>8</w:t>
            </w:r>
            <w:r w:rsidR="006327D9">
              <w:rPr>
                <w:sz w:val="16"/>
                <w:szCs w:val="16"/>
              </w:rPr>
              <w:t>7</w:t>
            </w:r>
            <w:r w:rsidR="001B5E64">
              <w:rPr>
                <w:sz w:val="16"/>
                <w:szCs w:val="16"/>
              </w:rPr>
              <w:t> 899,409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1 708 493,266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1 708 493,266</w:t>
            </w:r>
          </w:p>
        </w:tc>
      </w:tr>
      <w:tr w:rsidR="00275196" w:rsidRPr="00FB2ED1" w:rsidTr="009B33B0">
        <w:trPr>
          <w:gridAfter w:val="1"/>
          <w:wAfter w:w="1226" w:type="dxa"/>
          <w:cantSplit/>
          <w:trHeight w:val="112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1.01.1.2</w:t>
            </w:r>
          </w:p>
          <w:p w:rsidR="00275196" w:rsidRPr="00FB2ED1" w:rsidRDefault="00275196" w:rsidP="0027519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Оплата электроэнергии, потреблённой на освещение автомобильных дорог</w:t>
            </w:r>
          </w:p>
          <w:p w:rsidR="00275196" w:rsidRPr="00FB2ED1" w:rsidRDefault="00275196" w:rsidP="00275196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275196" w:rsidRPr="00FB2ED1" w:rsidRDefault="00521BB9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844 04 09 171 01 12030 200  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1B5E64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31 3</w:t>
            </w:r>
            <w:r w:rsidR="006327D9">
              <w:rPr>
                <w:sz w:val="16"/>
                <w:szCs w:val="16"/>
              </w:rPr>
              <w:t>83,345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275196" w:rsidP="0027519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22 872,822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275196" w:rsidP="0027519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22 872,822</w:t>
            </w:r>
          </w:p>
        </w:tc>
      </w:tr>
      <w:tr w:rsidR="00275196" w:rsidRPr="00FB2ED1" w:rsidTr="000C3FB8">
        <w:trPr>
          <w:gridAfter w:val="1"/>
          <w:wAfter w:w="1226" w:type="dxa"/>
          <w:cantSplit/>
          <w:trHeight w:val="126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ind w:hanging="16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1.01.1.3</w:t>
            </w:r>
          </w:p>
          <w:p w:rsidR="00275196" w:rsidRPr="00FB2ED1" w:rsidRDefault="00275196" w:rsidP="0027519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Мероприятия по первичной диагностике автомобильных дорог и созданию геоинформационной базы дорожных данных «АБДД»</w:t>
            </w:r>
          </w:p>
          <w:p w:rsidR="00275196" w:rsidRPr="00FB2ED1" w:rsidRDefault="00275196" w:rsidP="00275196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275196" w:rsidRPr="00FB2ED1" w:rsidRDefault="00521BB9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844 04 09 171 01 12030 200  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 </w:t>
            </w:r>
            <w:r w:rsidRPr="00FB2ED1">
              <w:rPr>
                <w:sz w:val="16"/>
                <w:szCs w:val="16"/>
              </w:rPr>
              <w:t>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E97694" w:rsidP="002751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E97694" w:rsidP="002751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75196" w:rsidRPr="00FB2ED1" w:rsidTr="000C3FB8">
        <w:trPr>
          <w:gridAfter w:val="1"/>
          <w:wAfter w:w="1226" w:type="dxa"/>
          <w:cantSplit/>
          <w:trHeight w:val="141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ind w:hanging="16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1.01.1.4</w:t>
            </w:r>
          </w:p>
          <w:p w:rsidR="00275196" w:rsidRPr="00FB2ED1" w:rsidRDefault="00275196" w:rsidP="0027519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Аренда специальных технических средств, работающих в автоматическом режиме и имеющих функции фото- и киносъемки, видеозаписи для фиксации нарушений Правил дорожного движения для обеспечения контроля за дорожным движением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275196" w:rsidRPr="00FB2ED1" w:rsidRDefault="00521BB9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844 04 09 171 01 12030 200  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1B5E64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275196" w:rsidP="0027519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137 499,996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FB2ED1" w:rsidRDefault="00275196" w:rsidP="0027519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137 499,996</w:t>
            </w:r>
          </w:p>
        </w:tc>
      </w:tr>
      <w:tr w:rsidR="00275196" w:rsidRPr="00FB2ED1" w:rsidTr="000C3FB8">
        <w:trPr>
          <w:gridAfter w:val="1"/>
          <w:wAfter w:w="1226" w:type="dxa"/>
          <w:cantSplit/>
          <w:trHeight w:val="16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ind w:hanging="165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lastRenderedPageBreak/>
              <w:t>1.1.2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1.01.2</w:t>
            </w:r>
          </w:p>
          <w:p w:rsidR="00275196" w:rsidRPr="00FB2ED1" w:rsidRDefault="00275196" w:rsidP="00A453C5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275196" w:rsidRPr="00FB2ED1" w:rsidRDefault="00521BB9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Обеспечение соответствия  транспортно- эксплуатационных  показателей автомобильных дорог требованиям  нормативных документов; ликвидация очагов аварийности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275196">
              <w:rPr>
                <w:b/>
                <w:sz w:val="16"/>
                <w:szCs w:val="16"/>
              </w:rPr>
              <w:t>01.01.2021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275196">
              <w:rPr>
                <w:b/>
                <w:sz w:val="16"/>
                <w:szCs w:val="16"/>
              </w:rPr>
              <w:t>01.01.2022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275196">
              <w:rPr>
                <w:b/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275196">
              <w:rPr>
                <w:b/>
                <w:sz w:val="16"/>
                <w:szCs w:val="16"/>
              </w:rPr>
              <w:t>31.12.2021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275196">
              <w:rPr>
                <w:b/>
                <w:sz w:val="16"/>
                <w:szCs w:val="16"/>
              </w:rPr>
              <w:t>31.12.2022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275196"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FA76CC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844 04 09 171 01 </w:t>
            </w:r>
            <w:r w:rsidR="00FA76CC">
              <w:rPr>
                <w:b/>
                <w:sz w:val="16"/>
                <w:szCs w:val="16"/>
              </w:rPr>
              <w:t>12040 200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5D6747" w:rsidRDefault="00A45CC7" w:rsidP="00A45CC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608 980,035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5D6747" w:rsidRDefault="00A45CC7" w:rsidP="002751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335 057,382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5D6747" w:rsidRDefault="00275196" w:rsidP="001B5E6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</w:t>
            </w:r>
            <w:r w:rsidR="001B5E64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>63 252,968</w:t>
            </w:r>
          </w:p>
        </w:tc>
      </w:tr>
      <w:tr w:rsidR="00FB2ED1" w:rsidRPr="00FB2ED1" w:rsidTr="000E6ACB">
        <w:trPr>
          <w:gridAfter w:val="1"/>
          <w:wAfter w:w="1226" w:type="dxa"/>
          <w:cantSplit/>
          <w:trHeight w:val="27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CB" w:rsidRPr="00FB2ED1" w:rsidRDefault="002802CB" w:rsidP="002802CB">
            <w:pPr>
              <w:pStyle w:val="ConsPlusCell"/>
              <w:ind w:hanging="165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CB" w:rsidRPr="00FB2ED1" w:rsidRDefault="002802CB" w:rsidP="002802CB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из них: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CB" w:rsidRPr="00FB2ED1" w:rsidRDefault="002802CB" w:rsidP="002802CB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CB" w:rsidRPr="00FB2ED1" w:rsidRDefault="002802CB" w:rsidP="002802CB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CB" w:rsidRPr="00FB2ED1" w:rsidRDefault="002802CB" w:rsidP="002802CB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CB" w:rsidRPr="00FB2ED1" w:rsidRDefault="002802CB" w:rsidP="002802CB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CB" w:rsidRPr="00FB2ED1" w:rsidRDefault="002802CB" w:rsidP="002802CB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2CB" w:rsidRPr="00FB2ED1" w:rsidRDefault="002802CB" w:rsidP="002802CB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02CB" w:rsidRPr="00FB2ED1" w:rsidRDefault="002802CB" w:rsidP="002802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02CB" w:rsidRPr="00FB2ED1" w:rsidRDefault="002802CB" w:rsidP="002802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802CB" w:rsidRPr="00FB2ED1" w:rsidRDefault="002802CB" w:rsidP="002802CB">
            <w:pPr>
              <w:jc w:val="center"/>
              <w:rPr>
                <w:sz w:val="16"/>
                <w:szCs w:val="16"/>
              </w:rPr>
            </w:pPr>
          </w:p>
        </w:tc>
      </w:tr>
      <w:tr w:rsidR="00275196" w:rsidRPr="00FB2ED1" w:rsidTr="005E4D83">
        <w:trPr>
          <w:gridAfter w:val="1"/>
          <w:wAfter w:w="1226" w:type="dxa"/>
          <w:cantSplit/>
          <w:trHeight w:val="13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ind w:hanging="165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1.01.2.1</w:t>
            </w:r>
          </w:p>
          <w:p w:rsidR="00275196" w:rsidRPr="00FB2ED1" w:rsidRDefault="00275196" w:rsidP="0027519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275196" w:rsidRPr="00FB2ED1" w:rsidRDefault="00521BB9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Ввод в эксплуатацию отремонтированных автомобильных дорог (без учета регионального проекта </w:t>
            </w:r>
            <w:r w:rsidRPr="00FB2ED1">
              <w:rPr>
                <w:sz w:val="16"/>
                <w:szCs w:val="16"/>
                <w:lang w:val="en-US"/>
              </w:rPr>
              <w:t>R</w:t>
            </w:r>
            <w:r w:rsidRPr="00FB2ED1">
              <w:rPr>
                <w:sz w:val="16"/>
                <w:szCs w:val="16"/>
              </w:rPr>
              <w:t>1 «Дорожная сеть"), протяженностью -</w:t>
            </w:r>
          </w:p>
          <w:p w:rsidR="00275196" w:rsidRPr="00FB2ED1" w:rsidRDefault="00B70012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72,752</w:t>
            </w:r>
            <w:r w:rsidR="00275196" w:rsidRPr="00FB2ED1">
              <w:rPr>
                <w:sz w:val="16"/>
                <w:szCs w:val="16"/>
              </w:rPr>
              <w:t xml:space="preserve"> км в 20</w:t>
            </w:r>
            <w:r w:rsidR="00275196">
              <w:rPr>
                <w:sz w:val="16"/>
                <w:szCs w:val="16"/>
              </w:rPr>
              <w:t>21</w:t>
            </w:r>
            <w:r w:rsidR="00275196" w:rsidRPr="00FB2ED1">
              <w:rPr>
                <w:sz w:val="16"/>
                <w:szCs w:val="16"/>
              </w:rPr>
              <w:t xml:space="preserve"> г.</w:t>
            </w:r>
          </w:p>
          <w:p w:rsidR="00275196" w:rsidRPr="00FB2ED1" w:rsidRDefault="009E482F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33,214</w:t>
            </w:r>
            <w:r w:rsidR="00275196" w:rsidRPr="00FB2ED1">
              <w:rPr>
                <w:sz w:val="16"/>
                <w:szCs w:val="16"/>
              </w:rPr>
              <w:t xml:space="preserve"> км в 202</w:t>
            </w:r>
            <w:r w:rsidR="00275196">
              <w:rPr>
                <w:sz w:val="16"/>
                <w:szCs w:val="16"/>
              </w:rPr>
              <w:t>2</w:t>
            </w:r>
            <w:r w:rsidR="00275196" w:rsidRPr="00FB2ED1">
              <w:rPr>
                <w:sz w:val="16"/>
                <w:szCs w:val="16"/>
              </w:rPr>
              <w:t xml:space="preserve"> г.</w:t>
            </w:r>
          </w:p>
          <w:p w:rsidR="00275196" w:rsidRPr="00FB2ED1" w:rsidRDefault="00827DBE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86,2</w:t>
            </w:r>
            <w:r w:rsidR="00275196" w:rsidRPr="00FB2ED1">
              <w:rPr>
                <w:sz w:val="16"/>
                <w:szCs w:val="16"/>
              </w:rPr>
              <w:t xml:space="preserve"> км в 202</w:t>
            </w:r>
            <w:r w:rsidR="00275196">
              <w:rPr>
                <w:sz w:val="16"/>
                <w:szCs w:val="16"/>
              </w:rPr>
              <w:t>3</w:t>
            </w:r>
            <w:r w:rsidR="00275196" w:rsidRPr="00FB2ED1">
              <w:rPr>
                <w:sz w:val="16"/>
                <w:szCs w:val="16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31.12.2021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31.12.2022</w:t>
            </w:r>
          </w:p>
          <w:p w:rsidR="00275196" w:rsidRPr="00275196" w:rsidRDefault="00275196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 w:rsidRPr="00275196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196" w:rsidRPr="00FB2ED1" w:rsidRDefault="00275196" w:rsidP="0027519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844 04 09 171 01 12040 200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196" w:rsidRPr="005D6747" w:rsidRDefault="00A45CC7" w:rsidP="002751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383 070,785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5D6747" w:rsidRDefault="00A45CC7" w:rsidP="002751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233 987,385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75196" w:rsidRPr="005D6747" w:rsidRDefault="00275196" w:rsidP="00B700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</w:t>
            </w:r>
            <w:r w:rsidR="00B7001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63 252,968</w:t>
            </w:r>
          </w:p>
        </w:tc>
      </w:tr>
      <w:tr w:rsidR="007539CD" w:rsidRPr="00FB2ED1" w:rsidTr="005E4D83">
        <w:trPr>
          <w:gridAfter w:val="1"/>
          <w:wAfter w:w="1226" w:type="dxa"/>
          <w:cantSplit/>
          <w:trHeight w:val="13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CD" w:rsidRPr="00FB2ED1" w:rsidRDefault="007539CD" w:rsidP="00275196">
            <w:pPr>
              <w:pStyle w:val="ConsPlusCell"/>
              <w:ind w:hanging="165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CD" w:rsidRPr="00FB2ED1" w:rsidRDefault="007539CD" w:rsidP="007539CD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1.01.2.2</w:t>
            </w:r>
          </w:p>
          <w:p w:rsidR="007539CD" w:rsidRPr="00FB2ED1" w:rsidRDefault="007539CD" w:rsidP="007539CD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Ремонт </w:t>
            </w:r>
            <w:r>
              <w:rPr>
                <w:sz w:val="16"/>
                <w:szCs w:val="16"/>
              </w:rPr>
              <w:t>мостовых сооружений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CD" w:rsidRPr="00FB2ED1" w:rsidRDefault="007539CD" w:rsidP="0027519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CD" w:rsidRPr="00FB2ED1" w:rsidRDefault="007539CD" w:rsidP="007539CD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7539CD" w:rsidRPr="00FB2ED1" w:rsidRDefault="007539CD" w:rsidP="007539CD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7539CD" w:rsidRPr="00FB2ED1" w:rsidRDefault="007539CD" w:rsidP="007539CD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CD" w:rsidRPr="00FB2ED1" w:rsidRDefault="007539CD" w:rsidP="007539CD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Ввод в эксплуатацию отремонтированных </w:t>
            </w:r>
            <w:r>
              <w:rPr>
                <w:sz w:val="16"/>
                <w:szCs w:val="16"/>
              </w:rPr>
              <w:t>мостовых сооружений</w:t>
            </w:r>
            <w:r w:rsidRPr="00FB2ED1">
              <w:rPr>
                <w:sz w:val="16"/>
                <w:szCs w:val="16"/>
              </w:rPr>
              <w:t xml:space="preserve"> (без учета регионального проекта </w:t>
            </w:r>
            <w:r w:rsidRPr="00FB2ED1">
              <w:rPr>
                <w:sz w:val="16"/>
                <w:szCs w:val="16"/>
                <w:lang w:val="en-US"/>
              </w:rPr>
              <w:t>R</w:t>
            </w:r>
            <w:r w:rsidRPr="00FB2ED1">
              <w:rPr>
                <w:sz w:val="16"/>
                <w:szCs w:val="16"/>
              </w:rPr>
              <w:t>1 «Дорожная сеть"), протяженностью -</w:t>
            </w:r>
          </w:p>
          <w:p w:rsidR="007539CD" w:rsidRPr="00FB2ED1" w:rsidRDefault="00966428" w:rsidP="0096642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1,072 км / </w:t>
            </w:r>
            <w:r w:rsidR="007539CD">
              <w:rPr>
                <w:sz w:val="16"/>
                <w:szCs w:val="16"/>
              </w:rPr>
              <w:t xml:space="preserve">301,39 </w:t>
            </w:r>
            <w:proofErr w:type="spellStart"/>
            <w:r w:rsidR="007539CD">
              <w:rPr>
                <w:sz w:val="16"/>
                <w:szCs w:val="16"/>
              </w:rPr>
              <w:t>п.м</w:t>
            </w:r>
            <w:proofErr w:type="spellEnd"/>
            <w:r w:rsidR="007539CD">
              <w:rPr>
                <w:sz w:val="16"/>
                <w:szCs w:val="16"/>
              </w:rPr>
              <w:t xml:space="preserve">. </w:t>
            </w:r>
            <w:r w:rsidR="007539CD" w:rsidRPr="00FB2ED1">
              <w:rPr>
                <w:sz w:val="16"/>
                <w:szCs w:val="16"/>
              </w:rPr>
              <w:t>в 20</w:t>
            </w:r>
            <w:r w:rsidR="007539CD">
              <w:rPr>
                <w:sz w:val="16"/>
                <w:szCs w:val="16"/>
              </w:rPr>
              <w:t>21</w:t>
            </w:r>
            <w:r w:rsidR="007539CD" w:rsidRPr="00FB2ED1">
              <w:rPr>
                <w:sz w:val="16"/>
                <w:szCs w:val="16"/>
              </w:rPr>
              <w:t xml:space="preserve"> г.</w:t>
            </w:r>
            <w:r>
              <w:rPr>
                <w:sz w:val="16"/>
                <w:szCs w:val="16"/>
              </w:rPr>
              <w:t xml:space="preserve"> 0,286 км / 86,5 </w:t>
            </w:r>
            <w:proofErr w:type="spellStart"/>
            <w:r>
              <w:rPr>
                <w:sz w:val="16"/>
                <w:szCs w:val="16"/>
              </w:rPr>
              <w:t>п.м</w:t>
            </w:r>
            <w:proofErr w:type="spellEnd"/>
            <w:r>
              <w:rPr>
                <w:sz w:val="16"/>
                <w:szCs w:val="16"/>
              </w:rPr>
              <w:t>. в 2022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CD" w:rsidRDefault="007539CD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15.02.2021</w:t>
            </w:r>
          </w:p>
          <w:p w:rsidR="00A33848" w:rsidRPr="00275196" w:rsidRDefault="00A33848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CD" w:rsidRDefault="007539CD" w:rsidP="0027519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  <w:p w:rsidR="00A33848" w:rsidRPr="00275196" w:rsidRDefault="00A33848" w:rsidP="002F6269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32.12.202</w:t>
            </w:r>
            <w:r w:rsidR="002F6269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9CD" w:rsidRPr="00FB2ED1" w:rsidRDefault="007539CD" w:rsidP="00ED2982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844 04 09 171 01 12040 200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D" w:rsidRDefault="007C0F60" w:rsidP="002751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225 909,250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39CD" w:rsidRDefault="00B70012" w:rsidP="002751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101 069,997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39CD" w:rsidRDefault="007539CD" w:rsidP="002751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87A4A" w:rsidRPr="00FB2ED1" w:rsidTr="009B33B0">
        <w:trPr>
          <w:gridAfter w:val="1"/>
          <w:wAfter w:w="1226" w:type="dxa"/>
          <w:cantSplit/>
          <w:trHeight w:val="153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ind w:hanging="165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1.1.3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1.01.3</w:t>
            </w:r>
          </w:p>
          <w:p w:rsidR="00087A4A" w:rsidRPr="00FB2ED1" w:rsidRDefault="00087A4A" w:rsidP="00087A4A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Капитальный 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4A" w:rsidRPr="00FB2ED1" w:rsidRDefault="00087A4A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087A4A" w:rsidRPr="00FB2ED1" w:rsidRDefault="00087A4A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087A4A" w:rsidRPr="00FB2ED1" w:rsidRDefault="00521BB9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Обеспечение соответствия  </w:t>
            </w:r>
            <w:proofErr w:type="spellStart"/>
            <w:r w:rsidRPr="00FB2ED1">
              <w:rPr>
                <w:b/>
                <w:sz w:val="16"/>
                <w:szCs w:val="16"/>
              </w:rPr>
              <w:t>транспортно</w:t>
            </w:r>
            <w:proofErr w:type="spellEnd"/>
            <w:r w:rsidRPr="00FB2ED1">
              <w:rPr>
                <w:b/>
                <w:sz w:val="16"/>
                <w:szCs w:val="16"/>
              </w:rPr>
              <w:t xml:space="preserve"> – эксплуатационных  показателей автомобильных дорог требованиям  нормативных документов; ликвидация очагов аварийности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Default="00087A4A" w:rsidP="0077525F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01.01.202</w:t>
            </w:r>
            <w:r w:rsidR="00DD0F0F">
              <w:rPr>
                <w:b/>
                <w:sz w:val="16"/>
                <w:szCs w:val="16"/>
              </w:rPr>
              <w:t>1</w:t>
            </w:r>
          </w:p>
          <w:p w:rsidR="002F6269" w:rsidRPr="00FB2ED1" w:rsidRDefault="002F6269" w:rsidP="0077525F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31.12.2021</w:t>
            </w:r>
            <w:r w:rsidR="002F6269">
              <w:rPr>
                <w:b/>
                <w:sz w:val="16"/>
                <w:szCs w:val="16"/>
              </w:rPr>
              <w:t xml:space="preserve"> 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844 04 09 171 01 12040 200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7A4A" w:rsidRPr="00FB2ED1" w:rsidRDefault="00325423" w:rsidP="007539C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79 551,334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7A4A" w:rsidRPr="00087A4A" w:rsidRDefault="00325423" w:rsidP="00087A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46 044,971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7A4A" w:rsidRPr="00FB2ED1" w:rsidRDefault="00E97694" w:rsidP="00087A4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77525F" w:rsidRPr="00FB2ED1" w:rsidTr="0077525F">
        <w:trPr>
          <w:gridAfter w:val="1"/>
          <w:wAfter w:w="1226" w:type="dxa"/>
          <w:cantSplit/>
          <w:trHeight w:val="32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5F" w:rsidRPr="00FB2ED1" w:rsidRDefault="0077525F" w:rsidP="00087A4A">
            <w:pPr>
              <w:pStyle w:val="ConsPlusCell"/>
              <w:ind w:hanging="16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5F" w:rsidRPr="0077525F" w:rsidRDefault="0077525F" w:rsidP="00087A4A">
            <w:pPr>
              <w:pStyle w:val="ConsPlusCell"/>
              <w:rPr>
                <w:sz w:val="16"/>
                <w:szCs w:val="16"/>
              </w:rPr>
            </w:pPr>
            <w:r w:rsidRPr="0077525F">
              <w:rPr>
                <w:sz w:val="16"/>
                <w:szCs w:val="16"/>
              </w:rPr>
              <w:t>из них: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5F" w:rsidRPr="00FB2ED1" w:rsidRDefault="0077525F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5F" w:rsidRPr="00FB2ED1" w:rsidRDefault="0077525F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5F" w:rsidRPr="00FB2ED1" w:rsidRDefault="0077525F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5F" w:rsidRPr="00FB2ED1" w:rsidRDefault="0077525F" w:rsidP="0077525F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5F" w:rsidRPr="00FB2ED1" w:rsidRDefault="0077525F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25F" w:rsidRPr="00FB2ED1" w:rsidRDefault="0077525F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525F" w:rsidRDefault="0077525F" w:rsidP="00087A4A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525F" w:rsidRDefault="0077525F" w:rsidP="00087A4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525F" w:rsidRPr="00FB2ED1" w:rsidRDefault="0077525F" w:rsidP="00087A4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AF5ACF" w:rsidRPr="00FB2ED1" w:rsidTr="009B33B0">
        <w:trPr>
          <w:gridAfter w:val="1"/>
          <w:wAfter w:w="1226" w:type="dxa"/>
          <w:cantSplit/>
          <w:trHeight w:val="126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CF" w:rsidRPr="00FB2ED1" w:rsidRDefault="00AF5ACF" w:rsidP="00AF5ACF">
            <w:pPr>
              <w:pStyle w:val="ConsPlusCell"/>
              <w:ind w:hanging="16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CF" w:rsidRPr="00FB2ED1" w:rsidRDefault="00AF5ACF" w:rsidP="00AF5ACF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1.01.3.1</w:t>
            </w:r>
          </w:p>
          <w:p w:rsidR="00AF5ACF" w:rsidRPr="00FB2ED1" w:rsidRDefault="00AF5ACF" w:rsidP="00AF5ACF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Проектно-изыскательные работы, прочие затраты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CF" w:rsidRPr="00FB2ED1" w:rsidRDefault="00AF5ACF" w:rsidP="00AF5AC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CF" w:rsidRPr="00FB2ED1" w:rsidRDefault="00AF5ACF" w:rsidP="00AF5A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AF5ACF" w:rsidRPr="00FB2ED1" w:rsidRDefault="00AF5ACF" w:rsidP="00AF5A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AF5ACF" w:rsidRPr="00FB2ED1" w:rsidRDefault="00AF5ACF" w:rsidP="00AF5AC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CF" w:rsidRPr="00FB2ED1" w:rsidRDefault="00AF5ACF" w:rsidP="00AF5A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проектной и рабочей документацией объектов капитального ремонта</w:t>
            </w:r>
          </w:p>
          <w:p w:rsidR="00AF5ACF" w:rsidRPr="00FB2ED1" w:rsidRDefault="00AF5ACF" w:rsidP="00AF5AC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CF" w:rsidRPr="00AF5ACF" w:rsidRDefault="00AF5ACF" w:rsidP="00AF5ACF">
            <w:pPr>
              <w:pStyle w:val="ConsPlusCell"/>
              <w:jc w:val="center"/>
              <w:rPr>
                <w:sz w:val="16"/>
                <w:szCs w:val="16"/>
              </w:rPr>
            </w:pPr>
            <w:r w:rsidRPr="00AF5ACF">
              <w:rPr>
                <w:sz w:val="16"/>
                <w:szCs w:val="16"/>
              </w:rPr>
              <w:t>01.01.2021</w:t>
            </w:r>
          </w:p>
          <w:p w:rsidR="00AF5ACF" w:rsidRPr="00AF5ACF" w:rsidRDefault="00AF5ACF" w:rsidP="00AF5ACF">
            <w:pPr>
              <w:pStyle w:val="ConsPlusCell"/>
              <w:jc w:val="center"/>
              <w:rPr>
                <w:sz w:val="16"/>
                <w:szCs w:val="16"/>
              </w:rPr>
            </w:pPr>
            <w:r w:rsidRPr="00AF5ACF">
              <w:rPr>
                <w:sz w:val="16"/>
                <w:szCs w:val="16"/>
              </w:rPr>
              <w:t>01.01.2022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CF" w:rsidRPr="00AF5ACF" w:rsidRDefault="00AF5ACF" w:rsidP="00AF5ACF">
            <w:pPr>
              <w:pStyle w:val="ConsPlusCell"/>
              <w:jc w:val="center"/>
              <w:rPr>
                <w:sz w:val="16"/>
                <w:szCs w:val="16"/>
              </w:rPr>
            </w:pPr>
            <w:r w:rsidRPr="00AF5ACF">
              <w:rPr>
                <w:sz w:val="16"/>
                <w:szCs w:val="16"/>
              </w:rPr>
              <w:t>31.12.2021 31.12.2022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CF" w:rsidRPr="00FB2ED1" w:rsidRDefault="00AF5ACF" w:rsidP="00AF5ACF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844 04 09 171 01 12040 200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ACF" w:rsidRPr="00FB2ED1" w:rsidRDefault="00AF5ACF" w:rsidP="00AF5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31 177,645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ACF" w:rsidRPr="00FB2ED1" w:rsidRDefault="00AF5ACF" w:rsidP="00AF5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46 044,971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F5ACF" w:rsidRPr="00FB2ED1" w:rsidRDefault="00AF5ACF" w:rsidP="00AF5A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87A4A" w:rsidRPr="00FB2ED1" w:rsidTr="005E4D83">
        <w:trPr>
          <w:gridAfter w:val="1"/>
          <w:wAfter w:w="1226" w:type="dxa"/>
          <w:cantSplit/>
          <w:trHeight w:val="154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ind w:hanging="16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1.01.3</w:t>
            </w:r>
            <w:r w:rsidR="00B505D3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2</w:t>
            </w:r>
          </w:p>
          <w:p w:rsidR="00087A4A" w:rsidRPr="00FB2ED1" w:rsidRDefault="00087A4A" w:rsidP="00087A4A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Капитальный р</w:t>
            </w:r>
            <w:r w:rsidRPr="00FB2ED1">
              <w:rPr>
                <w:sz w:val="16"/>
                <w:szCs w:val="16"/>
              </w:rPr>
              <w:t>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087A4A" w:rsidRPr="00FB2ED1" w:rsidRDefault="00087A4A" w:rsidP="00087A4A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087A4A" w:rsidRPr="00FB2ED1" w:rsidRDefault="00521BB9" w:rsidP="00087A4A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E97694" w:rsidRDefault="00087A4A" w:rsidP="00087A4A">
            <w:pPr>
              <w:pStyle w:val="ConsPlusCell"/>
              <w:jc w:val="center"/>
              <w:rPr>
                <w:sz w:val="16"/>
                <w:szCs w:val="16"/>
              </w:rPr>
            </w:pPr>
            <w:r w:rsidRPr="007710DE">
              <w:rPr>
                <w:sz w:val="16"/>
                <w:szCs w:val="16"/>
              </w:rPr>
              <w:t xml:space="preserve">Ввод в эксплуатацию отремонтированных автомобильных </w:t>
            </w:r>
            <w:r w:rsidRPr="00E97694">
              <w:rPr>
                <w:sz w:val="16"/>
                <w:szCs w:val="16"/>
              </w:rPr>
              <w:t>протяженностью -</w:t>
            </w:r>
          </w:p>
          <w:p w:rsidR="00087A4A" w:rsidRPr="007710DE" w:rsidRDefault="007710DE" w:rsidP="00E97694">
            <w:pPr>
              <w:pStyle w:val="ConsPlusCell"/>
              <w:jc w:val="center"/>
              <w:rPr>
                <w:sz w:val="16"/>
                <w:szCs w:val="16"/>
              </w:rPr>
            </w:pPr>
            <w:r w:rsidRPr="00E97694">
              <w:rPr>
                <w:sz w:val="16"/>
                <w:szCs w:val="16"/>
              </w:rPr>
              <w:t>0,</w:t>
            </w:r>
            <w:r w:rsidR="00CA59A4">
              <w:rPr>
                <w:sz w:val="16"/>
                <w:szCs w:val="16"/>
              </w:rPr>
              <w:t>784</w:t>
            </w:r>
            <w:r w:rsidRPr="007710DE">
              <w:rPr>
                <w:sz w:val="16"/>
                <w:szCs w:val="16"/>
              </w:rPr>
              <w:t xml:space="preserve"> </w:t>
            </w:r>
            <w:r w:rsidR="00087A4A" w:rsidRPr="007710DE">
              <w:rPr>
                <w:sz w:val="16"/>
                <w:szCs w:val="16"/>
              </w:rPr>
              <w:t>км в 2021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77525F" w:rsidRDefault="00087A4A" w:rsidP="00087A4A">
            <w:pPr>
              <w:pStyle w:val="ConsPlusCell"/>
              <w:jc w:val="center"/>
              <w:rPr>
                <w:sz w:val="16"/>
                <w:szCs w:val="16"/>
              </w:rPr>
            </w:pPr>
            <w:r w:rsidRPr="0077525F"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77525F" w:rsidRDefault="00087A4A" w:rsidP="00087A4A">
            <w:pPr>
              <w:pStyle w:val="ConsPlusCell"/>
              <w:jc w:val="center"/>
              <w:rPr>
                <w:sz w:val="16"/>
                <w:szCs w:val="16"/>
              </w:rPr>
            </w:pPr>
            <w:r w:rsidRPr="0077525F"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A4A" w:rsidRPr="00FB2ED1" w:rsidRDefault="00087A4A" w:rsidP="00087A4A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844 04 09 171 01 12040 200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7A4A" w:rsidRDefault="00376D1A" w:rsidP="0032542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  <w:r w:rsidR="00325423">
              <w:rPr>
                <w:sz w:val="16"/>
                <w:szCs w:val="16"/>
              </w:rPr>
              <w:t> 923,689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7A4A" w:rsidRPr="00FB2ED1" w:rsidRDefault="00E97694" w:rsidP="00087A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87A4A" w:rsidRPr="00FB2ED1" w:rsidRDefault="00E97694" w:rsidP="00087A4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E97694" w:rsidRPr="00FB2ED1" w:rsidTr="0077525F">
        <w:trPr>
          <w:gridAfter w:val="1"/>
          <w:wAfter w:w="1226" w:type="dxa"/>
          <w:cantSplit/>
          <w:trHeight w:val="7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94" w:rsidRPr="00FB2ED1" w:rsidRDefault="00E97694" w:rsidP="00B505D3">
            <w:pPr>
              <w:pStyle w:val="ConsPlusCell"/>
              <w:ind w:hanging="165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94" w:rsidRPr="00FB2ED1" w:rsidRDefault="00E97694" w:rsidP="00E97694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1.01.3</w:t>
            </w:r>
            <w:r w:rsidR="00376D1A">
              <w:rPr>
                <w:b/>
                <w:sz w:val="16"/>
                <w:szCs w:val="16"/>
              </w:rPr>
              <w:t>.3</w:t>
            </w:r>
          </w:p>
          <w:p w:rsidR="00E97694" w:rsidRPr="00FB2ED1" w:rsidRDefault="00E97694" w:rsidP="00E97694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затраты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94" w:rsidRPr="00FB2ED1" w:rsidRDefault="00E97694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94" w:rsidRPr="00FB2ED1" w:rsidRDefault="00E97694" w:rsidP="00E97694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E97694" w:rsidRPr="00FB2ED1" w:rsidRDefault="00E97694" w:rsidP="00E97694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E97694" w:rsidRPr="00FB2ED1" w:rsidRDefault="00E97694" w:rsidP="00E9769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94" w:rsidRDefault="00E97694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Оплата выполненных работ по разработке проектно-сметной документации на устройство автоматических пунктов весогабаритного контроля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94" w:rsidRPr="0077525F" w:rsidRDefault="00E97694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94" w:rsidRPr="0077525F" w:rsidRDefault="001777ED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31.03.2021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694" w:rsidRPr="00FB2ED1" w:rsidRDefault="00E97694" w:rsidP="00B505D3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844 04 09 171 01 12040 200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7694" w:rsidRDefault="00E97694" w:rsidP="00B505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5 450,000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7694" w:rsidRDefault="00E97694" w:rsidP="00B505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7694" w:rsidRDefault="00E97694" w:rsidP="00B505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505D3" w:rsidRPr="00FB2ED1" w:rsidTr="009B33B0">
        <w:trPr>
          <w:gridAfter w:val="1"/>
          <w:wAfter w:w="1226" w:type="dxa"/>
          <w:cantSplit/>
          <w:trHeight w:val="198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1.01.1</w:t>
            </w:r>
          </w:p>
          <w:p w:rsidR="00B505D3" w:rsidRPr="00FB2ED1" w:rsidRDefault="00B505D3" w:rsidP="00B505D3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Отремонтированные автомобильные дороги</w:t>
            </w:r>
          </w:p>
          <w:p w:rsidR="00B505D3" w:rsidRPr="00FB2ED1" w:rsidRDefault="00B505D3" w:rsidP="00571F7C">
            <w:pPr>
              <w:pStyle w:val="ConsPlusCell"/>
              <w:rPr>
                <w:i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(и  искусственные  сооружения на них) общего пользования  регионального или межмуниципального значения </w:t>
            </w:r>
            <w:r w:rsidR="00571F7C" w:rsidRPr="00FB2ED1">
              <w:rPr>
                <w:sz w:val="16"/>
                <w:szCs w:val="16"/>
              </w:rPr>
              <w:t xml:space="preserve">в эксплуатацию </w:t>
            </w:r>
            <w:r w:rsidRPr="00FB2ED1">
              <w:rPr>
                <w:sz w:val="16"/>
                <w:szCs w:val="16"/>
              </w:rPr>
              <w:t xml:space="preserve">введены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B505D3" w:rsidRPr="00FB2ED1" w:rsidRDefault="00521BB9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 w:rsidR="00A3433A"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31.12.202</w:t>
            </w:r>
            <w:r w:rsidR="00A3433A">
              <w:rPr>
                <w:sz w:val="16"/>
                <w:szCs w:val="16"/>
              </w:rPr>
              <w:t>2</w:t>
            </w:r>
          </w:p>
          <w:p w:rsidR="00B505D3" w:rsidRPr="00FB2ED1" w:rsidRDefault="00B505D3" w:rsidP="00A3433A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 w:rsidR="00A3433A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B505D3" w:rsidRPr="00FB2ED1" w:rsidTr="005E4D83">
        <w:trPr>
          <w:gridAfter w:val="1"/>
          <w:wAfter w:w="1226" w:type="dxa"/>
          <w:cantSplit/>
          <w:trHeight w:val="1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Основное мероприятие 1.02</w:t>
            </w:r>
          </w:p>
          <w:p w:rsidR="00B505D3" w:rsidRPr="00FB2ED1" w:rsidRDefault="00B505D3" w:rsidP="00B505D3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Строительство и (или) реконструкция автомобильных дорог общего пользования регионального или межмуниципального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5D3" w:rsidRPr="00FB2ED1" w:rsidRDefault="00B505D3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B505D3" w:rsidRPr="00FB2ED1" w:rsidRDefault="00B505D3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B505D3" w:rsidRPr="00FB2ED1" w:rsidRDefault="00521BB9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покрытием, увеличение пропускной способности 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B2390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01.01.2021</w:t>
            </w:r>
          </w:p>
          <w:p w:rsidR="00B505D3" w:rsidRPr="00FB2ED1" w:rsidRDefault="00B505D3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</w:t>
            </w:r>
            <w:r w:rsidR="00E86320">
              <w:rPr>
                <w:b/>
                <w:sz w:val="16"/>
                <w:szCs w:val="16"/>
              </w:rPr>
              <w:t>1</w:t>
            </w:r>
            <w:r w:rsidRPr="00FB2ED1">
              <w:rPr>
                <w:b/>
                <w:sz w:val="16"/>
                <w:szCs w:val="16"/>
              </w:rPr>
              <w:t>.202</w:t>
            </w:r>
            <w:r w:rsidR="00E86320">
              <w:rPr>
                <w:b/>
                <w:sz w:val="16"/>
                <w:szCs w:val="16"/>
              </w:rPr>
              <w:t>2</w:t>
            </w:r>
          </w:p>
          <w:p w:rsidR="00B505D3" w:rsidRPr="00FB2ED1" w:rsidRDefault="00B505D3" w:rsidP="00E86320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</w:t>
            </w:r>
            <w:r w:rsidR="00E86320">
              <w:rPr>
                <w:b/>
                <w:sz w:val="16"/>
                <w:szCs w:val="16"/>
              </w:rPr>
              <w:t>1</w:t>
            </w:r>
            <w:r w:rsidRPr="00FB2ED1">
              <w:rPr>
                <w:b/>
                <w:sz w:val="16"/>
                <w:szCs w:val="16"/>
              </w:rPr>
              <w:t>.202</w:t>
            </w:r>
            <w:r w:rsidR="00E8632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 w:rsidR="00E86320">
              <w:rPr>
                <w:b/>
                <w:sz w:val="16"/>
                <w:szCs w:val="16"/>
              </w:rPr>
              <w:t>1</w:t>
            </w:r>
          </w:p>
          <w:p w:rsidR="00B505D3" w:rsidRPr="00FB2ED1" w:rsidRDefault="00B505D3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 w:rsidR="00E86320">
              <w:rPr>
                <w:b/>
                <w:sz w:val="16"/>
                <w:szCs w:val="16"/>
              </w:rPr>
              <w:t>2</w:t>
            </w:r>
          </w:p>
          <w:p w:rsidR="00B505D3" w:rsidRPr="00FB2ED1" w:rsidRDefault="00B505D3" w:rsidP="00E86320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 w:rsidR="00E8632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844 04 09 171 02  00000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5D6747" w:rsidRDefault="00567E50" w:rsidP="00163A7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1 5</w:t>
            </w:r>
            <w:r w:rsidR="00163A7E">
              <w:rPr>
                <w:b/>
                <w:sz w:val="16"/>
                <w:szCs w:val="16"/>
              </w:rPr>
              <w:t>5</w:t>
            </w:r>
            <w:r>
              <w:rPr>
                <w:b/>
                <w:sz w:val="16"/>
                <w:szCs w:val="16"/>
              </w:rPr>
              <w:t>6</w:t>
            </w:r>
            <w:r w:rsidR="00163A7E">
              <w:rPr>
                <w:b/>
                <w:sz w:val="16"/>
                <w:szCs w:val="16"/>
              </w:rPr>
              <w:t> 852,102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5D6747" w:rsidRDefault="00163A7E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  <w:r w:rsidR="005A7584">
              <w:rPr>
                <w:b/>
                <w:sz w:val="16"/>
                <w:szCs w:val="16"/>
              </w:rPr>
              <w:t>93 897,000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5D6747" w:rsidRDefault="00163A7E" w:rsidP="00B505D3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1 3</w:t>
            </w:r>
            <w:r w:rsidR="005A7584">
              <w:rPr>
                <w:b/>
                <w:sz w:val="16"/>
                <w:szCs w:val="16"/>
              </w:rPr>
              <w:t>47 288,935</w:t>
            </w:r>
          </w:p>
        </w:tc>
      </w:tr>
      <w:tr w:rsidR="00B505D3" w:rsidRPr="00FB2ED1" w:rsidTr="005E4D83">
        <w:trPr>
          <w:gridAfter w:val="1"/>
          <w:wAfter w:w="1226" w:type="dxa"/>
          <w:cantSplit/>
          <w:trHeight w:val="40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163A7E" w:rsidRPr="00FB2ED1" w:rsidTr="005E4D83">
        <w:trPr>
          <w:gridAfter w:val="1"/>
          <w:wAfter w:w="1226" w:type="dxa"/>
          <w:cantSplit/>
          <w:trHeight w:val="128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A7E" w:rsidRPr="00FB2ED1" w:rsidRDefault="00163A7E" w:rsidP="00163A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lastRenderedPageBreak/>
              <w:t>1.2.1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A7E" w:rsidRPr="00FB2ED1" w:rsidRDefault="00163A7E" w:rsidP="00163A7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1.02.1</w:t>
            </w:r>
          </w:p>
          <w:p w:rsidR="00163A7E" w:rsidRPr="00FB2ED1" w:rsidRDefault="00163A7E" w:rsidP="00163A7E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Развитие и увеличение пропускной способности сети автомобильных дорог общего пользования регионального или межмуниципального значения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покрытием, увеличение пропускной способности сети автомобильных дорог общего пользования регионального или межмуниципального значения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Ввод в эксплуатацию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 – </w:t>
            </w:r>
            <w:r>
              <w:rPr>
                <w:sz w:val="16"/>
                <w:szCs w:val="16"/>
              </w:rPr>
              <w:t>4,593</w:t>
            </w:r>
            <w:r w:rsidRPr="00FB2ED1">
              <w:rPr>
                <w:sz w:val="16"/>
                <w:szCs w:val="16"/>
              </w:rPr>
              <w:t xml:space="preserve"> км</w:t>
            </w:r>
            <w:r>
              <w:rPr>
                <w:sz w:val="16"/>
                <w:szCs w:val="16"/>
              </w:rPr>
              <w:t>/ 85,3пм</w:t>
            </w:r>
            <w:r w:rsidRPr="00FB2ED1">
              <w:rPr>
                <w:sz w:val="16"/>
                <w:szCs w:val="16"/>
              </w:rPr>
              <w:t>;</w:t>
            </w:r>
          </w:p>
          <w:p w:rsidR="00163A7E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 202</w:t>
            </w:r>
            <w:r>
              <w:rPr>
                <w:sz w:val="16"/>
                <w:szCs w:val="16"/>
              </w:rPr>
              <w:t>2</w:t>
            </w:r>
            <w:r w:rsidRPr="00FB2ED1">
              <w:rPr>
                <w:sz w:val="16"/>
                <w:szCs w:val="16"/>
              </w:rPr>
              <w:t xml:space="preserve"> году – </w:t>
            </w:r>
            <w:r>
              <w:rPr>
                <w:sz w:val="16"/>
                <w:szCs w:val="16"/>
              </w:rPr>
              <w:t>2,8779</w:t>
            </w:r>
            <w:r w:rsidRPr="00FB2ED1">
              <w:rPr>
                <w:sz w:val="16"/>
                <w:szCs w:val="16"/>
              </w:rPr>
              <w:t xml:space="preserve"> км</w:t>
            </w:r>
            <w:r>
              <w:rPr>
                <w:sz w:val="16"/>
                <w:szCs w:val="16"/>
              </w:rPr>
              <w:t>/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31,1 пм</w:t>
            </w:r>
            <w:r w:rsidRPr="00FB2ED1">
              <w:rPr>
                <w:sz w:val="16"/>
                <w:szCs w:val="16"/>
              </w:rPr>
              <w:t>;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 202</w:t>
            </w:r>
            <w:r>
              <w:rPr>
                <w:sz w:val="16"/>
                <w:szCs w:val="16"/>
              </w:rPr>
              <w:t>3</w:t>
            </w:r>
            <w:r w:rsidRPr="00FB2ED1">
              <w:rPr>
                <w:sz w:val="16"/>
                <w:szCs w:val="16"/>
              </w:rPr>
              <w:t xml:space="preserve"> году </w:t>
            </w:r>
            <w:r>
              <w:rPr>
                <w:sz w:val="16"/>
                <w:szCs w:val="16"/>
              </w:rPr>
              <w:t>– 11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автомобильных дорог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01.0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2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01.0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2</w:t>
            </w:r>
          </w:p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A7E" w:rsidRPr="00FB2ED1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A7E" w:rsidRPr="00163A7E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163A7E">
              <w:rPr>
                <w:sz w:val="16"/>
                <w:szCs w:val="16"/>
              </w:rPr>
              <w:t>1 556 852,102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A7E" w:rsidRPr="00163A7E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163A7E">
              <w:rPr>
                <w:sz w:val="16"/>
                <w:szCs w:val="16"/>
              </w:rPr>
              <w:t>693 897,000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A7E" w:rsidRPr="00163A7E" w:rsidRDefault="00163A7E" w:rsidP="00163A7E">
            <w:pPr>
              <w:pStyle w:val="ConsPlusCell"/>
              <w:jc w:val="center"/>
              <w:rPr>
                <w:sz w:val="16"/>
                <w:szCs w:val="16"/>
              </w:rPr>
            </w:pPr>
            <w:r w:rsidRPr="00163A7E">
              <w:rPr>
                <w:sz w:val="16"/>
                <w:szCs w:val="16"/>
              </w:rPr>
              <w:t>1 347 288,935</w:t>
            </w:r>
          </w:p>
        </w:tc>
      </w:tr>
      <w:tr w:rsidR="00B505D3" w:rsidRPr="00FB2ED1" w:rsidTr="005E4D83">
        <w:trPr>
          <w:gridAfter w:val="1"/>
          <w:wAfter w:w="1226" w:type="dxa"/>
          <w:cantSplit/>
          <w:trHeight w:val="29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из них: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5A7584" w:rsidRPr="00FB2ED1" w:rsidTr="005E4D83">
        <w:trPr>
          <w:gridAfter w:val="1"/>
          <w:wAfter w:w="1226" w:type="dxa"/>
          <w:cantSplit/>
          <w:trHeight w:val="39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584" w:rsidRPr="00FB2ED1" w:rsidRDefault="005A7584" w:rsidP="005A7584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584" w:rsidRPr="00FB2ED1" w:rsidRDefault="005A7584" w:rsidP="005A7584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Проектно-изыскательские работы, прочие затраты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84" w:rsidRPr="00FB2ED1" w:rsidRDefault="005A7584" w:rsidP="005A7584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84" w:rsidRPr="00FB2ED1" w:rsidRDefault="005A7584" w:rsidP="005A7584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5A7584" w:rsidRPr="00FB2ED1" w:rsidRDefault="005A7584" w:rsidP="005A7584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5A7584" w:rsidRPr="00FB2ED1" w:rsidRDefault="00521BB9" w:rsidP="005A758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584" w:rsidRPr="00FB2ED1" w:rsidRDefault="005A7584" w:rsidP="005A7584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5A7584" w:rsidRPr="00FB2ED1" w:rsidRDefault="005A7584" w:rsidP="005A7584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проектной документацией объектов строительства и реконструкции будущих лет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584" w:rsidRPr="00FB2ED1" w:rsidRDefault="005A7584" w:rsidP="005A7584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01.0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>.20</w:t>
            </w:r>
            <w:r>
              <w:rPr>
                <w:sz w:val="16"/>
                <w:szCs w:val="16"/>
              </w:rPr>
              <w:t>19</w:t>
            </w:r>
          </w:p>
          <w:p w:rsidR="005A7584" w:rsidRPr="00FB2ED1" w:rsidRDefault="005A7584" w:rsidP="00D44E6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01.0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584" w:rsidRPr="00FB2ED1" w:rsidRDefault="005A7584" w:rsidP="005A7584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  <w:p w:rsidR="005A7584" w:rsidRPr="00FB2ED1" w:rsidRDefault="005A7584" w:rsidP="00D44E6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584" w:rsidRPr="00FB2ED1" w:rsidRDefault="005A7584" w:rsidP="005A7584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7584" w:rsidRPr="005D6747" w:rsidRDefault="00955A4E" w:rsidP="005A7584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195 631,045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E50" w:rsidRPr="005D6747" w:rsidRDefault="00955A4E" w:rsidP="00567E5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197 735,739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7584" w:rsidRPr="00971B2A" w:rsidRDefault="00955A4E" w:rsidP="005A7584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206 834,511</w:t>
            </w:r>
          </w:p>
        </w:tc>
      </w:tr>
      <w:tr w:rsidR="00B505D3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Реконструкция автомобильной дороги «Крым» - </w:t>
            </w:r>
            <w:proofErr w:type="spellStart"/>
            <w:r w:rsidRPr="00FB2ED1">
              <w:rPr>
                <w:sz w:val="16"/>
                <w:szCs w:val="16"/>
              </w:rPr>
              <w:t>Иванино</w:t>
            </w:r>
            <w:proofErr w:type="spellEnd"/>
            <w:r w:rsidRPr="00FB2ED1">
              <w:rPr>
                <w:sz w:val="16"/>
                <w:szCs w:val="16"/>
              </w:rPr>
              <w:t xml:space="preserve"> на участке км 0+000 – км 8+200 в Курском и Октябрьском районах Курской области, I этап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D3" w:rsidRPr="00FB2ED1" w:rsidRDefault="00B505D3" w:rsidP="00B505D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B505D3" w:rsidRPr="00FB2ED1" w:rsidRDefault="00521BB9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Реконструкция  автомобильной дороги, протяженностью -  7,647 км (ввод в 2020 году</w:t>
            </w:r>
            <w:r w:rsidR="00652ECF">
              <w:rPr>
                <w:sz w:val="16"/>
                <w:szCs w:val="16"/>
              </w:rPr>
              <w:t xml:space="preserve"> – 1 этап</w:t>
            </w:r>
            <w:r w:rsidRPr="00FB2ED1">
              <w:rPr>
                <w:sz w:val="16"/>
                <w:szCs w:val="16"/>
              </w:rPr>
              <w:t>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05.05.2018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</w:t>
            </w:r>
            <w:r w:rsidR="00652ECF">
              <w:rPr>
                <w:sz w:val="16"/>
                <w:szCs w:val="16"/>
              </w:rPr>
              <w:t>21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5D6747" w:rsidRDefault="00567E50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54 158,533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5D6747" w:rsidRDefault="00B505D3" w:rsidP="00B505D3">
            <w:pPr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 xml:space="preserve"> 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FB2ED1" w:rsidRDefault="00B505D3" w:rsidP="00B505D3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 -</w:t>
            </w:r>
          </w:p>
        </w:tc>
      </w:tr>
      <w:tr w:rsidR="00B505D3" w:rsidRPr="00FB2ED1" w:rsidTr="009B33B0">
        <w:trPr>
          <w:gridAfter w:val="1"/>
          <w:wAfter w:w="1226" w:type="dxa"/>
          <w:cantSplit/>
          <w:trHeight w:val="187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автомобильной дороги «Курск - Льгов - Рыльск - граница  с  Украиной» -  Малые  Угоны -  </w:t>
            </w:r>
            <w:proofErr w:type="spellStart"/>
            <w:r w:rsidRPr="00FB2ED1">
              <w:rPr>
                <w:sz w:val="16"/>
                <w:szCs w:val="16"/>
              </w:rPr>
              <w:t>Погореловка</w:t>
            </w:r>
            <w:proofErr w:type="spellEnd"/>
            <w:r w:rsidRPr="00FB2ED1">
              <w:rPr>
                <w:sz w:val="16"/>
                <w:szCs w:val="16"/>
              </w:rPr>
              <w:t xml:space="preserve">» - </w:t>
            </w:r>
            <w:proofErr w:type="spellStart"/>
            <w:r w:rsidRPr="00FB2ED1">
              <w:rPr>
                <w:sz w:val="16"/>
                <w:szCs w:val="16"/>
              </w:rPr>
              <w:t>п.им.К.Либкнехта</w:t>
            </w:r>
            <w:proofErr w:type="spellEnd"/>
            <w:r w:rsidRPr="00FB2ED1">
              <w:rPr>
                <w:sz w:val="16"/>
                <w:szCs w:val="16"/>
              </w:rPr>
              <w:t xml:space="preserve"> с низководным мостовым переходом через реку Сейм в Курчатовском и Льговском районах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5D3" w:rsidRPr="00FB2ED1" w:rsidRDefault="00B505D3" w:rsidP="00B505D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B505D3" w:rsidRPr="00FB2ED1" w:rsidRDefault="00521BB9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автомобильной дороги, </w:t>
            </w:r>
            <w:proofErr w:type="gramStart"/>
            <w:r w:rsidRPr="00FB2ED1">
              <w:rPr>
                <w:sz w:val="16"/>
                <w:szCs w:val="16"/>
              </w:rPr>
              <w:t>протяженностью  2,993</w:t>
            </w:r>
            <w:proofErr w:type="gramEnd"/>
            <w:r w:rsidRPr="00FB2ED1">
              <w:rPr>
                <w:sz w:val="16"/>
                <w:szCs w:val="16"/>
              </w:rPr>
              <w:t xml:space="preserve"> км/85,3 пм</w:t>
            </w:r>
          </w:p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2021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09.09.2019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5D3" w:rsidRPr="00FB2ED1" w:rsidRDefault="00B505D3" w:rsidP="00B505D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5D6747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115 782,736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5D6747" w:rsidRDefault="00652ECF" w:rsidP="00B505D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505D3" w:rsidRPr="00FB2ED1" w:rsidRDefault="00B505D3" w:rsidP="00B505D3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-</w:t>
            </w:r>
          </w:p>
        </w:tc>
      </w:tr>
      <w:tr w:rsidR="00652ECF" w:rsidRPr="00FB2ED1" w:rsidTr="001348F0">
        <w:trPr>
          <w:gridAfter w:val="1"/>
          <w:wAfter w:w="1226" w:type="dxa"/>
          <w:cantSplit/>
          <w:trHeight w:val="126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5F61BB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</w:t>
            </w:r>
            <w:r w:rsidR="005F61BB"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</w:t>
            </w:r>
            <w:proofErr w:type="spellStart"/>
            <w:r w:rsidRPr="00FB2ED1">
              <w:rPr>
                <w:sz w:val="16"/>
                <w:szCs w:val="16"/>
              </w:rPr>
              <w:t>атомобильной</w:t>
            </w:r>
            <w:proofErr w:type="spellEnd"/>
            <w:r w:rsidRPr="00FB2ED1">
              <w:rPr>
                <w:sz w:val="16"/>
                <w:szCs w:val="16"/>
              </w:rPr>
              <w:t xml:space="preserve"> дороги "</w:t>
            </w:r>
            <w:proofErr w:type="spellStart"/>
            <w:r w:rsidRPr="00FB2ED1">
              <w:rPr>
                <w:sz w:val="16"/>
                <w:szCs w:val="16"/>
              </w:rPr>
              <w:t>Золотухино</w:t>
            </w:r>
            <w:proofErr w:type="spellEnd"/>
            <w:r w:rsidRPr="00FB2ED1">
              <w:rPr>
                <w:sz w:val="16"/>
                <w:szCs w:val="16"/>
              </w:rPr>
              <w:t xml:space="preserve"> - Казанка" - Сергеевка" - Матвеевка в </w:t>
            </w:r>
            <w:proofErr w:type="spellStart"/>
            <w:r w:rsidRPr="00FB2ED1">
              <w:rPr>
                <w:sz w:val="16"/>
                <w:szCs w:val="16"/>
              </w:rPr>
              <w:t>Золотухинском</w:t>
            </w:r>
            <w:proofErr w:type="spellEnd"/>
            <w:r w:rsidRPr="00FB2ED1">
              <w:rPr>
                <w:sz w:val="16"/>
                <w:szCs w:val="16"/>
              </w:rPr>
              <w:t xml:space="preserve">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652ECF" w:rsidRPr="00FB2ED1" w:rsidRDefault="00521BB9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="00652ECF"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Строительство автомобильной дороги, протяженностью          1,6 км</w:t>
            </w:r>
          </w:p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2021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01.09.2020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652ECF" w:rsidP="00652ECF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45 534,397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652ECF" w:rsidP="00652ECF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652ECF" w:rsidP="00652ECF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652ECF" w:rsidRPr="00FB2ED1" w:rsidTr="005E4D83">
        <w:trPr>
          <w:gridAfter w:val="1"/>
          <w:wAfter w:w="1226" w:type="dxa"/>
          <w:cantSplit/>
          <w:trHeight w:val="125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lastRenderedPageBreak/>
              <w:t>1.2.1.</w:t>
            </w:r>
            <w:r w:rsidR="005F61BB">
              <w:rPr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1348F0" w:rsidP="00652ECF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Строительство автомобильной дороги </w:t>
            </w:r>
            <w:r w:rsidRPr="001348F0">
              <w:rPr>
                <w:sz w:val="16"/>
                <w:szCs w:val="16"/>
              </w:rPr>
              <w:t xml:space="preserve">«М-2 «Крым» Москва - Тула - Орел - Курск - Белгород - граница с Украиной, подъезд к г. Курск, км 0+000 - км 1+672» - «Курск - п. Искра» - </w:t>
            </w:r>
            <w:proofErr w:type="spellStart"/>
            <w:r w:rsidRPr="001348F0">
              <w:rPr>
                <w:sz w:val="16"/>
                <w:szCs w:val="16"/>
              </w:rPr>
              <w:t>Чаплыгино</w:t>
            </w:r>
            <w:proofErr w:type="spellEnd"/>
            <w:r w:rsidRPr="001348F0">
              <w:rPr>
                <w:sz w:val="16"/>
                <w:szCs w:val="16"/>
              </w:rPr>
              <w:t xml:space="preserve"> - </w:t>
            </w:r>
            <w:proofErr w:type="spellStart"/>
            <w:r w:rsidRPr="001348F0">
              <w:rPr>
                <w:sz w:val="16"/>
                <w:szCs w:val="16"/>
              </w:rPr>
              <w:t>Алябьево</w:t>
            </w:r>
            <w:proofErr w:type="spellEnd"/>
            <w:r w:rsidRPr="001348F0">
              <w:rPr>
                <w:sz w:val="16"/>
                <w:szCs w:val="16"/>
              </w:rPr>
              <w:t>» в Курском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652ECF" w:rsidRPr="00FB2ED1" w:rsidRDefault="00521BB9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="00652ECF"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автомобильной дороги, протяженностью     </w:t>
            </w:r>
            <w:r w:rsidR="001348F0">
              <w:rPr>
                <w:sz w:val="16"/>
                <w:szCs w:val="16"/>
              </w:rPr>
              <w:t>1,3</w:t>
            </w:r>
            <w:r w:rsidR="00116005">
              <w:rPr>
                <w:sz w:val="16"/>
                <w:szCs w:val="16"/>
              </w:rPr>
              <w:t>5</w:t>
            </w:r>
            <w:r w:rsidR="00C441D5">
              <w:rPr>
                <w:sz w:val="16"/>
                <w:szCs w:val="16"/>
              </w:rPr>
              <w:t xml:space="preserve"> </w:t>
            </w:r>
            <w:r w:rsidRPr="00FB2ED1">
              <w:rPr>
                <w:sz w:val="16"/>
                <w:szCs w:val="16"/>
              </w:rPr>
              <w:t>км</w:t>
            </w:r>
          </w:p>
          <w:p w:rsidR="00652ECF" w:rsidRPr="00FB2ED1" w:rsidRDefault="00652ECF" w:rsidP="001348F0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 w:rsidR="001348F0">
              <w:rPr>
                <w:sz w:val="16"/>
                <w:szCs w:val="16"/>
              </w:rPr>
              <w:t>2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1348F0" w:rsidP="001348F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1348F0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 w:rsidR="001348F0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567E50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30 000,000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567E50" w:rsidP="00652ECF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210 500,000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652ECF" w:rsidP="00652ECF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652ECF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</w:t>
            </w:r>
            <w:r w:rsidR="005F61BB">
              <w:rPr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A56365" w:rsidP="00A5636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 т</w:t>
            </w:r>
            <w:r w:rsidRPr="00A56365">
              <w:rPr>
                <w:sz w:val="16"/>
                <w:szCs w:val="16"/>
              </w:rPr>
              <w:t>ранспортн</w:t>
            </w:r>
            <w:r>
              <w:rPr>
                <w:sz w:val="16"/>
                <w:szCs w:val="16"/>
              </w:rPr>
              <w:t>ой</w:t>
            </w:r>
            <w:r w:rsidRPr="00A56365">
              <w:rPr>
                <w:sz w:val="16"/>
                <w:szCs w:val="16"/>
              </w:rPr>
              <w:t xml:space="preserve"> развязк</w:t>
            </w:r>
            <w:r>
              <w:rPr>
                <w:sz w:val="16"/>
                <w:szCs w:val="16"/>
              </w:rPr>
              <w:t>и</w:t>
            </w:r>
            <w:r w:rsidRPr="00A56365">
              <w:rPr>
                <w:sz w:val="16"/>
                <w:szCs w:val="16"/>
              </w:rPr>
              <w:t xml:space="preserve"> на улице Карла Маркса в месте примыкания проспекта Победы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652ECF" w:rsidRPr="00FB2ED1" w:rsidRDefault="00521BB9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="00652ECF"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365" w:rsidRPr="00FB2ED1" w:rsidRDefault="00A56365" w:rsidP="00A56365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автомобильной дороги, протяженностью  </w:t>
            </w:r>
            <w:r w:rsidR="00C441D5">
              <w:rPr>
                <w:sz w:val="16"/>
                <w:szCs w:val="16"/>
              </w:rPr>
              <w:t xml:space="preserve">             </w:t>
            </w:r>
            <w:r>
              <w:rPr>
                <w:sz w:val="16"/>
                <w:szCs w:val="16"/>
              </w:rPr>
              <w:t>0,8</w:t>
            </w:r>
            <w:r w:rsidR="00C441D5">
              <w:rPr>
                <w:sz w:val="16"/>
                <w:szCs w:val="16"/>
              </w:rPr>
              <w:t xml:space="preserve"> </w:t>
            </w:r>
            <w:r w:rsidRPr="00FB2ED1">
              <w:rPr>
                <w:sz w:val="16"/>
                <w:szCs w:val="16"/>
              </w:rPr>
              <w:t>км</w:t>
            </w:r>
          </w:p>
          <w:p w:rsidR="00652ECF" w:rsidRPr="00FB2ED1" w:rsidRDefault="00A56365" w:rsidP="00A56365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4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A56365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</w:t>
            </w:r>
            <w:r w:rsidR="006958AE">
              <w:rPr>
                <w:sz w:val="16"/>
                <w:szCs w:val="16"/>
              </w:rP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A56365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 w:rsidR="00A56365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6958AE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6958AE" w:rsidP="00652ECF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30 000,000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6958AE" w:rsidP="00652ECF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354 103,000</w:t>
            </w:r>
          </w:p>
        </w:tc>
      </w:tr>
      <w:tr w:rsidR="00652ECF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</w:t>
            </w:r>
            <w:r w:rsidR="005F61BB">
              <w:rPr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C441D5" w:rsidP="00C441D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 а</w:t>
            </w:r>
            <w:r w:rsidRPr="00C441D5">
              <w:rPr>
                <w:sz w:val="16"/>
                <w:szCs w:val="16"/>
              </w:rPr>
              <w:t>втомобильн</w:t>
            </w:r>
            <w:r>
              <w:rPr>
                <w:sz w:val="16"/>
                <w:szCs w:val="16"/>
              </w:rPr>
              <w:t>ой</w:t>
            </w:r>
            <w:r w:rsidRPr="00C441D5">
              <w:rPr>
                <w:sz w:val="16"/>
                <w:szCs w:val="16"/>
              </w:rPr>
              <w:t xml:space="preserve"> дорог</w:t>
            </w:r>
            <w:r>
              <w:rPr>
                <w:sz w:val="16"/>
                <w:szCs w:val="16"/>
              </w:rPr>
              <w:t>и</w:t>
            </w:r>
            <w:r w:rsidRPr="00C441D5">
              <w:rPr>
                <w:sz w:val="16"/>
                <w:szCs w:val="16"/>
              </w:rPr>
              <w:t xml:space="preserve"> «</w:t>
            </w:r>
            <w:proofErr w:type="spellStart"/>
            <w:r w:rsidRPr="00C441D5">
              <w:rPr>
                <w:sz w:val="16"/>
                <w:szCs w:val="16"/>
              </w:rPr>
              <w:t>Обоянь</w:t>
            </w:r>
            <w:proofErr w:type="spellEnd"/>
            <w:r w:rsidRPr="00C441D5">
              <w:rPr>
                <w:sz w:val="16"/>
                <w:szCs w:val="16"/>
              </w:rPr>
              <w:t xml:space="preserve"> - Солнцево - </w:t>
            </w:r>
            <w:proofErr w:type="spellStart"/>
            <w:r w:rsidRPr="00C441D5">
              <w:rPr>
                <w:sz w:val="16"/>
                <w:szCs w:val="16"/>
              </w:rPr>
              <w:t>Мантурово</w:t>
            </w:r>
            <w:proofErr w:type="spellEnd"/>
            <w:r w:rsidRPr="00C441D5">
              <w:rPr>
                <w:sz w:val="16"/>
                <w:szCs w:val="16"/>
              </w:rPr>
              <w:t xml:space="preserve">» - Большие Крюки» - Водяная Мельница» в </w:t>
            </w:r>
            <w:proofErr w:type="spellStart"/>
            <w:r w:rsidRPr="00C441D5">
              <w:rPr>
                <w:sz w:val="16"/>
                <w:szCs w:val="16"/>
              </w:rPr>
              <w:t>Пристенском</w:t>
            </w:r>
            <w:proofErr w:type="spellEnd"/>
            <w:r w:rsidRPr="00C441D5">
              <w:rPr>
                <w:sz w:val="16"/>
                <w:szCs w:val="16"/>
              </w:rPr>
              <w:t xml:space="preserve">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652ECF" w:rsidRPr="00FB2ED1" w:rsidRDefault="00521BB9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="00652ECF"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1D5" w:rsidRPr="00FB2ED1" w:rsidRDefault="00C441D5" w:rsidP="00C441D5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автомобильной дороги, протяженностью  </w:t>
            </w:r>
            <w:r>
              <w:rPr>
                <w:sz w:val="16"/>
                <w:szCs w:val="16"/>
              </w:rPr>
              <w:t xml:space="preserve">           1,3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652ECF" w:rsidRPr="00FB2ED1" w:rsidRDefault="00C441D5" w:rsidP="006958A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 w:rsidR="006958AE">
              <w:rPr>
                <w:sz w:val="16"/>
                <w:szCs w:val="16"/>
              </w:rPr>
              <w:t>2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C441D5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C441D5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 w:rsidR="006958AE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ECF" w:rsidRPr="00FB2ED1" w:rsidRDefault="00652ECF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955A4E" w:rsidP="00652EC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29 999,776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955A4E" w:rsidP="00652E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97 232,645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2ECF" w:rsidRPr="00AC3477" w:rsidRDefault="00652ECF" w:rsidP="00652ECF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645603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</w:t>
            </w:r>
            <w:r w:rsidR="005F61BB">
              <w:rPr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 </w:t>
            </w:r>
            <w:r>
              <w:rPr>
                <w:sz w:val="16"/>
                <w:szCs w:val="16"/>
              </w:rPr>
              <w:t>а</w:t>
            </w:r>
            <w:r w:rsidRPr="00C0047F">
              <w:rPr>
                <w:sz w:val="16"/>
                <w:szCs w:val="16"/>
              </w:rPr>
              <w:t>втомобильн</w:t>
            </w:r>
            <w:r>
              <w:rPr>
                <w:sz w:val="16"/>
                <w:szCs w:val="16"/>
              </w:rPr>
              <w:t>ой</w:t>
            </w:r>
            <w:r w:rsidRPr="00C0047F">
              <w:rPr>
                <w:sz w:val="16"/>
                <w:szCs w:val="16"/>
              </w:rPr>
              <w:t xml:space="preserve"> дорог</w:t>
            </w:r>
            <w:r>
              <w:rPr>
                <w:sz w:val="16"/>
                <w:szCs w:val="16"/>
              </w:rPr>
              <w:t xml:space="preserve">и </w:t>
            </w:r>
            <w:r w:rsidRPr="00C0047F">
              <w:rPr>
                <w:sz w:val="16"/>
                <w:szCs w:val="16"/>
              </w:rPr>
              <w:t>«Крым»-Игино-Троицкое-«Тросна-Калиновка»-«Михайловка-Линец»-Жилино</w:t>
            </w:r>
            <w:r>
              <w:rPr>
                <w:sz w:val="16"/>
                <w:szCs w:val="16"/>
              </w:rPr>
              <w:t xml:space="preserve">                    </w:t>
            </w:r>
            <w:proofErr w:type="spellStart"/>
            <w:r>
              <w:rPr>
                <w:sz w:val="16"/>
                <w:szCs w:val="16"/>
              </w:rPr>
              <w:t>Железногорский</w:t>
            </w:r>
            <w:proofErr w:type="spellEnd"/>
            <w:r>
              <w:rPr>
                <w:sz w:val="16"/>
                <w:szCs w:val="16"/>
              </w:rPr>
              <w:t xml:space="preserve"> район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645603" w:rsidRPr="00FB2ED1" w:rsidRDefault="00521BB9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="00645603"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автомобильной дороги, протяженностью  </w:t>
            </w:r>
            <w:r>
              <w:rPr>
                <w:sz w:val="16"/>
                <w:szCs w:val="16"/>
              </w:rPr>
              <w:t xml:space="preserve">           4,5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 w:rsidR="006958AE">
              <w:rPr>
                <w:sz w:val="16"/>
                <w:szCs w:val="16"/>
              </w:rPr>
              <w:t>3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958AE" w:rsidP="006958A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5603" w:rsidRPr="00AC3477" w:rsidRDefault="006958AE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42 000,000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5603" w:rsidRPr="00AC3477" w:rsidRDefault="006958AE" w:rsidP="00645603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36 000,000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5603" w:rsidRPr="00AC3477" w:rsidRDefault="006958AE" w:rsidP="00645603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106 000,000</w:t>
            </w:r>
          </w:p>
        </w:tc>
      </w:tr>
      <w:tr w:rsidR="00645603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5F61BB" w:rsidP="006456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 автомобильной</w:t>
            </w:r>
            <w:r w:rsidRPr="00645603">
              <w:rPr>
                <w:sz w:val="16"/>
                <w:szCs w:val="16"/>
              </w:rPr>
              <w:t xml:space="preserve"> дорог</w:t>
            </w:r>
            <w:r>
              <w:rPr>
                <w:sz w:val="16"/>
                <w:szCs w:val="16"/>
              </w:rPr>
              <w:t>и</w:t>
            </w:r>
            <w:r w:rsidRPr="00645603">
              <w:rPr>
                <w:sz w:val="16"/>
                <w:szCs w:val="16"/>
              </w:rPr>
              <w:t xml:space="preserve"> «А-142 </w:t>
            </w:r>
            <w:proofErr w:type="spellStart"/>
            <w:r w:rsidRPr="00645603">
              <w:rPr>
                <w:sz w:val="16"/>
                <w:szCs w:val="16"/>
              </w:rPr>
              <w:t>Тросна</w:t>
            </w:r>
            <w:proofErr w:type="spellEnd"/>
            <w:r w:rsidRPr="00645603">
              <w:rPr>
                <w:sz w:val="16"/>
                <w:szCs w:val="16"/>
              </w:rPr>
              <w:t xml:space="preserve">-Калиновка, км 51+729 – км 51+996, км 52+059 – км 98+255» - Дмитриев – Береза – </w:t>
            </w:r>
            <w:proofErr w:type="spellStart"/>
            <w:r w:rsidRPr="00645603">
              <w:rPr>
                <w:sz w:val="16"/>
                <w:szCs w:val="16"/>
              </w:rPr>
              <w:t>Меньшиково</w:t>
            </w:r>
            <w:proofErr w:type="spellEnd"/>
            <w:r w:rsidRPr="00645603">
              <w:rPr>
                <w:sz w:val="16"/>
                <w:szCs w:val="16"/>
              </w:rPr>
              <w:t xml:space="preserve"> - Хомутовка» в Дмитриевском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645603" w:rsidRPr="00FB2ED1" w:rsidRDefault="00521BB9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="00645603"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автомобильной дороги, протяженностью    </w:t>
            </w:r>
            <w:r>
              <w:rPr>
                <w:sz w:val="16"/>
                <w:szCs w:val="16"/>
              </w:rPr>
              <w:t xml:space="preserve">                      </w:t>
            </w:r>
            <w:r w:rsidRPr="00FB2ED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6,5</w:t>
            </w:r>
            <w:r w:rsidR="007C3993">
              <w:rPr>
                <w:sz w:val="16"/>
                <w:szCs w:val="16"/>
              </w:rPr>
              <w:t xml:space="preserve"> </w:t>
            </w:r>
            <w:r w:rsidRPr="00FB2ED1">
              <w:rPr>
                <w:sz w:val="16"/>
                <w:szCs w:val="16"/>
              </w:rPr>
              <w:t>км</w:t>
            </w:r>
          </w:p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 w:rsidR="006958AE">
              <w:rPr>
                <w:sz w:val="16"/>
                <w:szCs w:val="16"/>
              </w:rPr>
              <w:t>3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958A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 w:rsidR="006958AE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603" w:rsidRPr="00FB2ED1" w:rsidRDefault="00645603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5603" w:rsidRPr="00AC3477" w:rsidRDefault="006958AE" w:rsidP="00645603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50 000,000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5603" w:rsidRPr="00AC3477" w:rsidRDefault="006958AE" w:rsidP="00645603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24 484,082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5603" w:rsidRPr="00AC3477" w:rsidRDefault="006958AE" w:rsidP="00645603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325 515,918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Строительство автомобильной дороги «Крым»-Гахово»-1-й Липовец-граница </w:t>
            </w:r>
            <w:proofErr w:type="spellStart"/>
            <w:r>
              <w:rPr>
                <w:sz w:val="16"/>
                <w:szCs w:val="16"/>
              </w:rPr>
              <w:t>Обоянского</w:t>
            </w:r>
            <w:proofErr w:type="spellEnd"/>
            <w:r>
              <w:rPr>
                <w:sz w:val="16"/>
                <w:szCs w:val="16"/>
              </w:rPr>
              <w:t xml:space="preserve"> района в </w:t>
            </w:r>
            <w:proofErr w:type="spellStart"/>
            <w:r>
              <w:rPr>
                <w:sz w:val="16"/>
                <w:szCs w:val="16"/>
              </w:rPr>
              <w:t>Медвенском</w:t>
            </w:r>
            <w:proofErr w:type="spellEnd"/>
            <w:r>
              <w:rPr>
                <w:sz w:val="16"/>
                <w:szCs w:val="16"/>
              </w:rPr>
              <w:t xml:space="preserve">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автомобильной дороги, протяженностью    </w:t>
            </w:r>
            <w:r>
              <w:rPr>
                <w:sz w:val="16"/>
                <w:szCs w:val="16"/>
              </w:rPr>
              <w:t xml:space="preserve">                      </w:t>
            </w:r>
            <w:r w:rsidRPr="00FB2ED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2,783 </w:t>
            </w:r>
            <w:r w:rsidRPr="00FB2ED1">
              <w:rPr>
                <w:sz w:val="16"/>
                <w:szCs w:val="16"/>
              </w:rPr>
              <w:t>км</w:t>
            </w:r>
            <w:r>
              <w:rPr>
                <w:sz w:val="16"/>
                <w:szCs w:val="16"/>
              </w:rPr>
              <w:t xml:space="preserve"> (изъятие земельного участка)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260,750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0C3CBF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lastRenderedPageBreak/>
              <w:t>1.2.1.1</w:t>
            </w:r>
            <w:r w:rsidR="000C3CBF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</w:t>
            </w:r>
            <w:r w:rsidRPr="00645603">
              <w:rPr>
                <w:sz w:val="16"/>
                <w:szCs w:val="16"/>
              </w:rPr>
              <w:t>наружного электроосвещения автомобильной дороги Фатеж-Дмитриев на участке км 40+400 - км 41+600 в Дмитриевском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Строительство линий наружного электроосвещения, протяженностью 1,2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0C3CBF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9 793,652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0C3CBF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1.2.1.1</w:t>
            </w:r>
            <w:r w:rsidR="000C3CBF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</w:t>
            </w:r>
            <w:r w:rsidRPr="00645603">
              <w:rPr>
                <w:sz w:val="16"/>
                <w:szCs w:val="16"/>
              </w:rPr>
              <w:t xml:space="preserve"> наружного электроосвещения автомобильной дороги Фатеж - Дмитриев на участке км 48+200 - км 49+680 в Дмитриевском районе Курской области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1,48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0C3CBF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10</w:t>
            </w:r>
            <w:r w:rsidR="000C3CBF">
              <w:rPr>
                <w:sz w:val="16"/>
                <w:szCs w:val="16"/>
              </w:rPr>
              <w:t> 484,507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0C3CBF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1.2.1.1</w:t>
            </w:r>
            <w:r w:rsidR="000C3CBF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</w:t>
            </w:r>
            <w:r w:rsidRPr="00645603">
              <w:rPr>
                <w:sz w:val="16"/>
                <w:szCs w:val="16"/>
              </w:rPr>
              <w:t xml:space="preserve"> наружного электроосвещения автомобильной дороги Фатеж - Дмитриев на участке км 49+770 - км 52+480 в Дмитриевском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2,71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20 247,306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0C3C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1.2.1.1</w:t>
            </w:r>
            <w:r w:rsidR="000C3CBF"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</w:t>
            </w:r>
            <w:r w:rsidRPr="00645603">
              <w:rPr>
                <w:sz w:val="16"/>
                <w:szCs w:val="16"/>
              </w:rPr>
              <w:t xml:space="preserve"> наружного электроосвещения автомобильной дороги Курск - Поныри на участке км 14+640 - км 15+270 в Курском районе Курской области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0,63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6 111,928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0C3C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1.2.1.1</w:t>
            </w:r>
            <w:r w:rsidR="000C3CBF">
              <w:rPr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</w:t>
            </w:r>
            <w:r w:rsidRPr="00645603">
              <w:rPr>
                <w:sz w:val="16"/>
                <w:szCs w:val="16"/>
              </w:rPr>
              <w:t xml:space="preserve">  наружного электроосвещения автомобильной дороги Курск - </w:t>
            </w:r>
            <w:proofErr w:type="spellStart"/>
            <w:r w:rsidRPr="00645603">
              <w:rPr>
                <w:sz w:val="16"/>
                <w:szCs w:val="16"/>
              </w:rPr>
              <w:t>Касторное</w:t>
            </w:r>
            <w:proofErr w:type="spellEnd"/>
            <w:r w:rsidRPr="00645603">
              <w:rPr>
                <w:sz w:val="16"/>
                <w:szCs w:val="16"/>
              </w:rPr>
              <w:t xml:space="preserve"> на участке км 88+720 - км 89+470 в </w:t>
            </w:r>
            <w:proofErr w:type="spellStart"/>
            <w:r w:rsidRPr="00645603">
              <w:rPr>
                <w:sz w:val="16"/>
                <w:szCs w:val="16"/>
              </w:rPr>
              <w:t>Черемисиновском</w:t>
            </w:r>
            <w:proofErr w:type="spellEnd"/>
            <w:r w:rsidRPr="00645603">
              <w:rPr>
                <w:sz w:val="16"/>
                <w:szCs w:val="16"/>
              </w:rPr>
              <w:t xml:space="preserve">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0,75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6 449,844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0C3C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1.2.1.1</w:t>
            </w:r>
            <w:r w:rsidR="000C3CBF">
              <w:rPr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</w:t>
            </w:r>
            <w:proofErr w:type="gramStart"/>
            <w:r w:rsidRPr="00FB2ED1">
              <w:rPr>
                <w:sz w:val="16"/>
                <w:szCs w:val="16"/>
              </w:rPr>
              <w:t xml:space="preserve">линий </w:t>
            </w:r>
            <w:r w:rsidRPr="00645603">
              <w:rPr>
                <w:sz w:val="16"/>
                <w:szCs w:val="16"/>
              </w:rPr>
              <w:t xml:space="preserve"> </w:t>
            </w:r>
            <w:r w:rsidRPr="004C5393">
              <w:rPr>
                <w:sz w:val="16"/>
                <w:szCs w:val="16"/>
              </w:rPr>
              <w:t>наружного</w:t>
            </w:r>
            <w:proofErr w:type="gramEnd"/>
            <w:r w:rsidRPr="004C5393">
              <w:rPr>
                <w:sz w:val="16"/>
                <w:szCs w:val="16"/>
              </w:rPr>
              <w:t xml:space="preserve"> электроосвещения автомобильной </w:t>
            </w:r>
            <w:r>
              <w:rPr>
                <w:sz w:val="16"/>
                <w:szCs w:val="16"/>
              </w:rPr>
              <w:t>«</w:t>
            </w:r>
            <w:proofErr w:type="spellStart"/>
            <w:r>
              <w:rPr>
                <w:sz w:val="16"/>
                <w:szCs w:val="16"/>
              </w:rPr>
              <w:t>Обоянь</w:t>
            </w:r>
            <w:proofErr w:type="spellEnd"/>
            <w:r>
              <w:rPr>
                <w:sz w:val="16"/>
                <w:szCs w:val="16"/>
              </w:rPr>
              <w:t>-Солнцево-</w:t>
            </w:r>
            <w:proofErr w:type="spellStart"/>
            <w:r>
              <w:rPr>
                <w:sz w:val="16"/>
                <w:szCs w:val="16"/>
              </w:rPr>
              <w:t>Мантурово</w:t>
            </w:r>
            <w:proofErr w:type="spellEnd"/>
            <w:r>
              <w:rPr>
                <w:sz w:val="16"/>
                <w:szCs w:val="16"/>
              </w:rPr>
              <w:t>»-Пристень в</w:t>
            </w:r>
            <w:r w:rsidRPr="004C539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Пристенском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4C5393">
              <w:rPr>
                <w:sz w:val="16"/>
                <w:szCs w:val="16"/>
              </w:rPr>
              <w:t>районе Курской области</w:t>
            </w:r>
            <w:r>
              <w:rPr>
                <w:sz w:val="16"/>
                <w:szCs w:val="16"/>
              </w:rPr>
              <w:t xml:space="preserve"> </w:t>
            </w:r>
          </w:p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(п. Пристень)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1,284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15.02.2020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1 934,060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1.2.1.1</w:t>
            </w:r>
            <w:r w:rsidR="00B81118">
              <w:rPr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</w:t>
            </w:r>
            <w:proofErr w:type="gramStart"/>
            <w:r w:rsidRPr="00FB2ED1">
              <w:rPr>
                <w:sz w:val="16"/>
                <w:szCs w:val="16"/>
              </w:rPr>
              <w:t xml:space="preserve">линий </w:t>
            </w:r>
            <w:r w:rsidRPr="00645603">
              <w:rPr>
                <w:sz w:val="16"/>
                <w:szCs w:val="16"/>
              </w:rPr>
              <w:t xml:space="preserve"> </w:t>
            </w:r>
            <w:r w:rsidRPr="004C5393">
              <w:rPr>
                <w:sz w:val="16"/>
                <w:szCs w:val="16"/>
              </w:rPr>
              <w:t>наружного</w:t>
            </w:r>
            <w:proofErr w:type="gramEnd"/>
            <w:r w:rsidRPr="004C5393">
              <w:rPr>
                <w:sz w:val="16"/>
                <w:szCs w:val="16"/>
              </w:rPr>
              <w:t xml:space="preserve"> электроосвещения автомобильной </w:t>
            </w:r>
            <w:r>
              <w:rPr>
                <w:sz w:val="16"/>
                <w:szCs w:val="16"/>
              </w:rPr>
              <w:t>Курск-Льгов-Рыльск-граница с Украиной в</w:t>
            </w:r>
            <w:r w:rsidRPr="004C539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Октябрьском </w:t>
            </w:r>
            <w:r w:rsidRPr="004C5393">
              <w:rPr>
                <w:sz w:val="16"/>
                <w:szCs w:val="16"/>
              </w:rPr>
              <w:t>районе Курской области</w:t>
            </w:r>
            <w:r>
              <w:rPr>
                <w:sz w:val="16"/>
                <w:szCs w:val="16"/>
              </w:rPr>
              <w:t xml:space="preserve"> (с. Дьяконово, </w:t>
            </w:r>
          </w:p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Митрофаново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6,08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 w:rsidRPr="00450E69">
              <w:rPr>
                <w:sz w:val="16"/>
                <w:szCs w:val="16"/>
              </w:rPr>
              <w:t>15.02.202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8 044,223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1.2.1.1</w:t>
            </w:r>
            <w:r w:rsidR="00B81118">
              <w:rPr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</w:t>
            </w:r>
            <w:r w:rsidRPr="00645603">
              <w:rPr>
                <w:sz w:val="16"/>
                <w:szCs w:val="16"/>
              </w:rPr>
              <w:t xml:space="preserve"> </w:t>
            </w:r>
            <w:r w:rsidRPr="004C5393">
              <w:rPr>
                <w:sz w:val="16"/>
                <w:szCs w:val="16"/>
              </w:rPr>
              <w:t xml:space="preserve">наружного электроосвещения </w:t>
            </w:r>
            <w:r>
              <w:rPr>
                <w:sz w:val="16"/>
                <w:szCs w:val="16"/>
              </w:rPr>
              <w:t>Фатеж-Дмитриев в</w:t>
            </w:r>
            <w:r w:rsidRPr="004C539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Железногорском </w:t>
            </w:r>
            <w:r w:rsidRPr="004C5393">
              <w:rPr>
                <w:sz w:val="16"/>
                <w:szCs w:val="16"/>
              </w:rPr>
              <w:t>районе Курской области</w:t>
            </w:r>
            <w:r>
              <w:rPr>
                <w:sz w:val="16"/>
                <w:szCs w:val="16"/>
              </w:rPr>
              <w:t xml:space="preserve"> (д. Нижнее Жданово, х. Заречье, с. Линец)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5,003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 w:rsidRPr="00450E69">
              <w:rPr>
                <w:sz w:val="16"/>
                <w:szCs w:val="16"/>
              </w:rPr>
              <w:t>15.02.202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7 183,196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1.2.1.1</w:t>
            </w:r>
            <w:r w:rsidR="00B81118">
              <w:rPr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</w:t>
            </w:r>
            <w:r w:rsidRPr="00645603">
              <w:rPr>
                <w:sz w:val="16"/>
                <w:szCs w:val="16"/>
              </w:rPr>
              <w:t xml:space="preserve"> </w:t>
            </w:r>
            <w:r w:rsidRPr="004C5393">
              <w:rPr>
                <w:sz w:val="16"/>
                <w:szCs w:val="16"/>
              </w:rPr>
              <w:t xml:space="preserve">наружного электроосвещения </w:t>
            </w:r>
            <w:r>
              <w:rPr>
                <w:sz w:val="16"/>
                <w:szCs w:val="16"/>
              </w:rPr>
              <w:t>Дьяконово-Суджа в</w:t>
            </w:r>
            <w:r w:rsidRPr="004C539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Октябрьском </w:t>
            </w:r>
            <w:r w:rsidRPr="004C5393">
              <w:rPr>
                <w:sz w:val="16"/>
                <w:szCs w:val="16"/>
              </w:rPr>
              <w:t>районе Курской области</w:t>
            </w:r>
            <w:r>
              <w:rPr>
                <w:sz w:val="16"/>
                <w:szCs w:val="16"/>
              </w:rPr>
              <w:t xml:space="preserve"> (с. Дьяконово)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1,486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 w:rsidRPr="00450E69">
              <w:rPr>
                <w:sz w:val="16"/>
                <w:szCs w:val="16"/>
              </w:rPr>
              <w:t>15.02.202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2 254,167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</w:t>
            </w:r>
            <w:r w:rsidR="00B81118">
              <w:rPr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B1716E">
              <w:rPr>
                <w:sz w:val="16"/>
                <w:szCs w:val="16"/>
              </w:rPr>
              <w:t xml:space="preserve">Линии наружного электроосвещения автомобильной дороги Курск - </w:t>
            </w:r>
            <w:proofErr w:type="spellStart"/>
            <w:r w:rsidRPr="00B1716E">
              <w:rPr>
                <w:sz w:val="16"/>
                <w:szCs w:val="16"/>
              </w:rPr>
              <w:t>Касторное</w:t>
            </w:r>
            <w:proofErr w:type="spellEnd"/>
            <w:r w:rsidRPr="00B1716E">
              <w:rPr>
                <w:sz w:val="16"/>
                <w:szCs w:val="16"/>
              </w:rPr>
              <w:t xml:space="preserve"> на участке км 99+690 - км 100+950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1,26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0C3CBF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AC3477">
              <w:rPr>
                <w:sz w:val="16"/>
                <w:szCs w:val="16"/>
              </w:rPr>
              <w:t>9</w:t>
            </w:r>
            <w:r w:rsidR="000C3CBF">
              <w:rPr>
                <w:sz w:val="16"/>
                <w:szCs w:val="16"/>
              </w:rPr>
              <w:t> 126,594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1.2.1.2</w:t>
            </w:r>
            <w:r w:rsidR="00B81118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9B5FC7">
              <w:rPr>
                <w:sz w:val="16"/>
                <w:szCs w:val="16"/>
              </w:rPr>
              <w:t xml:space="preserve">Линии наружного электроосвещения автомобильной дороги Курск - </w:t>
            </w:r>
            <w:proofErr w:type="spellStart"/>
            <w:r w:rsidRPr="009B5FC7">
              <w:rPr>
                <w:sz w:val="16"/>
                <w:szCs w:val="16"/>
              </w:rPr>
              <w:t>Касторное</w:t>
            </w:r>
            <w:proofErr w:type="spellEnd"/>
            <w:r w:rsidRPr="009B5FC7">
              <w:rPr>
                <w:sz w:val="16"/>
                <w:szCs w:val="16"/>
              </w:rPr>
              <w:t xml:space="preserve"> на участке км 119+200 - км 120+400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1,2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0C3CBF" w:rsidP="00955A4E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9 274,301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1.2.1.2</w:t>
            </w:r>
            <w:r w:rsidR="00B81118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3B1193">
              <w:rPr>
                <w:sz w:val="16"/>
                <w:szCs w:val="16"/>
              </w:rPr>
              <w:t xml:space="preserve">Линии наружного электроосвещения автомобильной дороги Курск - </w:t>
            </w:r>
            <w:proofErr w:type="spellStart"/>
            <w:r w:rsidRPr="003B1193">
              <w:rPr>
                <w:sz w:val="16"/>
                <w:szCs w:val="16"/>
              </w:rPr>
              <w:t>Касторное</w:t>
            </w:r>
            <w:proofErr w:type="spellEnd"/>
            <w:r w:rsidRPr="003B1193">
              <w:rPr>
                <w:sz w:val="16"/>
                <w:szCs w:val="16"/>
              </w:rPr>
              <w:t xml:space="preserve"> на участке км 121+790 - км 122+530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0,74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0C3CBF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AC3477">
              <w:rPr>
                <w:sz w:val="16"/>
                <w:szCs w:val="16"/>
              </w:rPr>
              <w:t>6</w:t>
            </w:r>
            <w:r w:rsidR="000C3CBF">
              <w:rPr>
                <w:sz w:val="16"/>
                <w:szCs w:val="16"/>
              </w:rPr>
              <w:t> 873,655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</w:t>
            </w:r>
            <w:r w:rsidR="00B81118">
              <w:rPr>
                <w:sz w:val="16"/>
                <w:szCs w:val="16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3B1193">
              <w:rPr>
                <w:sz w:val="16"/>
                <w:szCs w:val="16"/>
              </w:rPr>
              <w:t xml:space="preserve">Линии наружного электроосвещения автомобильной дороги Курск - </w:t>
            </w:r>
            <w:proofErr w:type="spellStart"/>
            <w:r w:rsidRPr="003B1193">
              <w:rPr>
                <w:sz w:val="16"/>
                <w:szCs w:val="16"/>
              </w:rPr>
              <w:t>Касторное</w:t>
            </w:r>
            <w:proofErr w:type="spellEnd"/>
            <w:r w:rsidRPr="003B1193">
              <w:rPr>
                <w:sz w:val="16"/>
                <w:szCs w:val="16"/>
              </w:rPr>
              <w:t xml:space="preserve"> на участке км 122+750 - км 125+080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2,33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0C3CBF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AC3477">
              <w:rPr>
                <w:sz w:val="16"/>
                <w:szCs w:val="16"/>
              </w:rPr>
              <w:t>16</w:t>
            </w:r>
            <w:r w:rsidR="000C3CBF">
              <w:rPr>
                <w:sz w:val="16"/>
                <w:szCs w:val="16"/>
              </w:rPr>
              <w:t> 517,839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</w:t>
            </w:r>
            <w:r w:rsidR="00B81118">
              <w:rPr>
                <w:sz w:val="16"/>
                <w:szCs w:val="16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3438BB">
              <w:rPr>
                <w:sz w:val="16"/>
                <w:szCs w:val="16"/>
              </w:rPr>
              <w:t xml:space="preserve">Линии наружного электроосвещения автомобильной дороги Курск - </w:t>
            </w:r>
            <w:proofErr w:type="spellStart"/>
            <w:r w:rsidRPr="003438BB">
              <w:rPr>
                <w:sz w:val="16"/>
                <w:szCs w:val="16"/>
              </w:rPr>
              <w:t>Касторное</w:t>
            </w:r>
            <w:proofErr w:type="spellEnd"/>
            <w:r w:rsidRPr="003438BB">
              <w:rPr>
                <w:sz w:val="16"/>
                <w:szCs w:val="16"/>
              </w:rPr>
              <w:t xml:space="preserve"> на участке км 125+850 - км 126+540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0,69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0C3CBF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AC3477">
              <w:rPr>
                <w:sz w:val="16"/>
                <w:szCs w:val="16"/>
              </w:rPr>
              <w:t>5</w:t>
            </w:r>
            <w:r w:rsidR="000C3CBF">
              <w:rPr>
                <w:sz w:val="16"/>
                <w:szCs w:val="16"/>
              </w:rPr>
              <w:t> 046,189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1.2.1.2</w:t>
            </w:r>
            <w:r w:rsidR="00B81118">
              <w:rPr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3438BB">
              <w:rPr>
                <w:sz w:val="16"/>
                <w:szCs w:val="16"/>
              </w:rPr>
              <w:t xml:space="preserve">Линии наружного электроосвещения автомобильной дороги Курск - </w:t>
            </w:r>
            <w:proofErr w:type="spellStart"/>
            <w:r w:rsidRPr="003438BB">
              <w:rPr>
                <w:sz w:val="16"/>
                <w:szCs w:val="16"/>
              </w:rPr>
              <w:t>Касторное</w:t>
            </w:r>
            <w:proofErr w:type="spellEnd"/>
            <w:r w:rsidRPr="003438BB">
              <w:rPr>
                <w:sz w:val="16"/>
                <w:szCs w:val="16"/>
              </w:rPr>
              <w:t xml:space="preserve"> на участке км 134+480 - км 135+180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0,7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0C3CBF" w:rsidP="00955A4E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4 970,716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1.2.1.2</w:t>
            </w:r>
            <w:r w:rsidR="00B81118">
              <w:rPr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3438BB">
              <w:rPr>
                <w:sz w:val="16"/>
                <w:szCs w:val="16"/>
              </w:rPr>
              <w:t xml:space="preserve">Линии наружного электроосвещения автомобильной дороги Тим-Щигры на участке км 22+080 - км 22+880 в </w:t>
            </w:r>
            <w:proofErr w:type="spellStart"/>
            <w:r w:rsidRPr="003438BB">
              <w:rPr>
                <w:sz w:val="16"/>
                <w:szCs w:val="16"/>
              </w:rPr>
              <w:t>Щигровском</w:t>
            </w:r>
            <w:proofErr w:type="spellEnd"/>
            <w:r w:rsidRPr="003438BB">
              <w:rPr>
                <w:sz w:val="16"/>
                <w:szCs w:val="16"/>
              </w:rPr>
              <w:t xml:space="preserve"> районе Курской области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0,8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AC3477">
              <w:rPr>
                <w:sz w:val="16"/>
                <w:szCs w:val="16"/>
              </w:rPr>
              <w:t>5 865,665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1.2.1.2</w:t>
            </w:r>
            <w:r w:rsidR="00B81118">
              <w:rPr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3438BB">
              <w:rPr>
                <w:sz w:val="16"/>
                <w:szCs w:val="16"/>
              </w:rPr>
              <w:t xml:space="preserve">Линии наружного электроосвещения автомобильной дороги Тим-Щигры на участке км 28+480 - км 29+720 в </w:t>
            </w:r>
            <w:proofErr w:type="spellStart"/>
            <w:r w:rsidRPr="003438BB">
              <w:rPr>
                <w:sz w:val="16"/>
                <w:szCs w:val="16"/>
              </w:rPr>
              <w:t>Щигровском</w:t>
            </w:r>
            <w:proofErr w:type="spellEnd"/>
            <w:r w:rsidRPr="003438BB">
              <w:rPr>
                <w:sz w:val="16"/>
                <w:szCs w:val="16"/>
              </w:rPr>
              <w:t xml:space="preserve"> районе Курской области  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1,24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AC3477">
              <w:rPr>
                <w:sz w:val="16"/>
                <w:szCs w:val="16"/>
              </w:rPr>
              <w:t>9 547,183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1.2.1.2</w:t>
            </w:r>
            <w:r w:rsidR="00B81118">
              <w:rPr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3438BB">
              <w:rPr>
                <w:sz w:val="16"/>
                <w:szCs w:val="16"/>
              </w:rPr>
              <w:t>Линии наружного электроосвещения автомобильной дороги  «Курск - Борисоглебск» - Кшенский - граница Липецкой области на участке км 27+540 - км 28+090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0,55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0C3CBF" w:rsidP="00955A4E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7 001,140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1.2.1.2</w:t>
            </w:r>
            <w:r w:rsidR="00B81118">
              <w:rPr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3438BB">
              <w:rPr>
                <w:sz w:val="16"/>
                <w:szCs w:val="16"/>
              </w:rPr>
              <w:t>Линии наружного электроосвещения автомобильной дороги  «Курск - Борисоглебск» - Кшенский - граница Липецкой области на участке км 29+810 - км 35+340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5,53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0C3CBF" w:rsidP="00955A4E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44 137,698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</w:t>
            </w:r>
            <w:r w:rsidR="00B81118">
              <w:rPr>
                <w:sz w:val="16"/>
                <w:szCs w:val="16"/>
              </w:rPr>
              <w:t>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C66B85">
              <w:rPr>
                <w:sz w:val="16"/>
                <w:szCs w:val="16"/>
              </w:rPr>
              <w:t>Линии наружного электроосвещения автомобильной дороги  «Курск - Борисоглебск» - Кшенский - граница Липецкой области на участке км 38+270 - км 38+660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0,39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B031F2" w:rsidP="00955A4E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4 081,961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1.2.1.3</w:t>
            </w:r>
            <w:r w:rsidR="00B81118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8F1A5A">
              <w:rPr>
                <w:sz w:val="16"/>
                <w:szCs w:val="16"/>
              </w:rPr>
              <w:t>Линии наружного электроосвещения автомобильной дороги  «Курск - Борисоглебск» - Кшенский - граница Липецкой области на участке км 39+660 - км 40+690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1,03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B031F2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AC3477">
              <w:rPr>
                <w:sz w:val="16"/>
                <w:szCs w:val="16"/>
              </w:rPr>
              <w:t>7</w:t>
            </w:r>
            <w:r w:rsidR="00B031F2">
              <w:rPr>
                <w:sz w:val="16"/>
                <w:szCs w:val="16"/>
              </w:rPr>
              <w:t> 817,418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1.2.1.3</w:t>
            </w:r>
            <w:r w:rsidR="00B81118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8F1A5A">
              <w:rPr>
                <w:sz w:val="16"/>
                <w:szCs w:val="16"/>
              </w:rPr>
              <w:t>Линии наружного электроосвещения автомобильной дороги  «Курск - Борисоглебск» - Кшенский - граница Липецкой области на участке км 47+500 - км 48+200 в Советском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линий наружного электроосвещения, протяженностью </w:t>
            </w:r>
            <w:r>
              <w:rPr>
                <w:sz w:val="16"/>
                <w:szCs w:val="16"/>
              </w:rPr>
              <w:t>0,7</w:t>
            </w:r>
            <w:r w:rsidRPr="00FB2ED1">
              <w:rPr>
                <w:sz w:val="16"/>
                <w:szCs w:val="16"/>
              </w:rPr>
              <w:t xml:space="preserve">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1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B031F2" w:rsidP="00955A4E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6 125,819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DD251F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1.2.1.3</w:t>
            </w:r>
            <w:r w:rsidR="00B81118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Реконструкция моста через реку Крупка на км 0+100 автомобильной дороги «Фатеж-Дмитриев»-Татарка в Дмитриевском районе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Реконструкция моста протяженностью 31,1 </w:t>
            </w:r>
            <w:proofErr w:type="spellStart"/>
            <w:r>
              <w:rPr>
                <w:sz w:val="16"/>
                <w:szCs w:val="16"/>
              </w:rPr>
              <w:t>п.м</w:t>
            </w:r>
            <w:proofErr w:type="spellEnd"/>
            <w:r>
              <w:rPr>
                <w:sz w:val="16"/>
                <w:szCs w:val="16"/>
              </w:rPr>
              <w:t>. с подходами длиной 0,2279 км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(ввод в 202</w:t>
            </w:r>
            <w:r>
              <w:rPr>
                <w:sz w:val="16"/>
                <w:szCs w:val="16"/>
              </w:rPr>
              <w:t>2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jc w:val="center"/>
              <w:rPr>
                <w:sz w:val="16"/>
                <w:szCs w:val="16"/>
              </w:rPr>
            </w:pPr>
            <w:r w:rsidRPr="00450E69">
              <w:rPr>
                <w:sz w:val="16"/>
                <w:szCs w:val="16"/>
              </w:rPr>
              <w:t>15.02.2021</w:t>
            </w:r>
          </w:p>
          <w:p w:rsidR="00955A4E" w:rsidRDefault="00955A4E" w:rsidP="00955A4E">
            <w:pPr>
              <w:jc w:val="center"/>
            </w:pPr>
            <w:r>
              <w:rPr>
                <w:sz w:val="16"/>
                <w:szCs w:val="16"/>
              </w:rPr>
              <w:t>01.01.2022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955A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BD6AFF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  <w:p w:rsidR="00955A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0C3CBF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9 999,977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0C3CBF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63</w:t>
            </w:r>
            <w:r w:rsidR="000C3CBF">
              <w:rPr>
                <w:sz w:val="16"/>
                <w:szCs w:val="16"/>
              </w:rPr>
              <w:t> 544,534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955A4E" w:rsidP="00955A4E">
            <w:pPr>
              <w:jc w:val="center"/>
              <w:rPr>
                <w:sz w:val="16"/>
                <w:szCs w:val="16"/>
              </w:rPr>
            </w:pPr>
            <w:r w:rsidRPr="00AC3477">
              <w:rPr>
                <w:sz w:val="16"/>
                <w:szCs w:val="16"/>
              </w:rPr>
              <w:t>-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83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B81118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1.2.1.</w:t>
            </w:r>
            <w:r>
              <w:rPr>
                <w:sz w:val="16"/>
                <w:szCs w:val="16"/>
              </w:rPr>
              <w:t>3</w:t>
            </w:r>
            <w:r w:rsidR="00B81118"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Строительство и (или) реконструкция автомобильных дорог  общего пользования регионального или межмуниципального значения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Строительство автомобильных дорог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</w:rPr>
              <w:t>1</w:t>
            </w:r>
          </w:p>
          <w:p w:rsidR="00651901" w:rsidRDefault="00651901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  <w:p w:rsidR="00651901" w:rsidRDefault="00651901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844 04 09 171 02 12470 400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A551AF" w:rsidP="00955A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774 595,827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B031F2" w:rsidP="00955A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34 400,000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AC3477" w:rsidRDefault="00B031F2" w:rsidP="00955A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354 835,506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157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1.02.1</w:t>
            </w:r>
          </w:p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Построенные автомобильные дороги (и искусственные сооружения на них) общего пользования регионального или межмуниципального значения в эксплуатацию введены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</w:t>
            </w:r>
            <w:r>
              <w:rPr>
                <w:sz w:val="16"/>
                <w:szCs w:val="16"/>
              </w:rPr>
              <w:t>21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2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139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1.3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Основное мероприятие 1.03 </w:t>
            </w:r>
          </w:p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Мероприятия по территориальному землеустройству объектов дорожной деятельности</w:t>
            </w:r>
          </w:p>
          <w:p w:rsidR="00955A4E" w:rsidRPr="00FB2ED1" w:rsidRDefault="00955A4E" w:rsidP="00955A4E">
            <w:pPr>
              <w:pStyle w:val="ConsPlusCell"/>
              <w:ind w:left="-75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  <w:r w:rsidRPr="00FB2ED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Государственная регистрация права собственности на автомобильные дороги как на объекты недвижимого имущества и на занимаемые ими земельные участки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  <w:r w:rsidRPr="00FB2ED1">
              <w:rPr>
                <w:b/>
                <w:sz w:val="16"/>
                <w:szCs w:val="16"/>
              </w:rPr>
              <w:t>1.01.202</w:t>
            </w:r>
            <w:r>
              <w:rPr>
                <w:b/>
                <w:sz w:val="16"/>
                <w:szCs w:val="16"/>
              </w:rPr>
              <w:t>1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  <w:r w:rsidRPr="00FB2ED1">
              <w:rPr>
                <w:b/>
                <w:sz w:val="16"/>
                <w:szCs w:val="16"/>
              </w:rPr>
              <w:t>1.01.202</w:t>
            </w:r>
            <w:r>
              <w:rPr>
                <w:b/>
                <w:sz w:val="16"/>
                <w:szCs w:val="16"/>
              </w:rPr>
              <w:t>2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  <w:r w:rsidRPr="00FB2ED1">
              <w:rPr>
                <w:b/>
                <w:sz w:val="16"/>
                <w:szCs w:val="16"/>
              </w:rPr>
              <w:t>1.01.202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1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2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844 04 12 171 03 00000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898</w:t>
            </w:r>
            <w:r w:rsidRPr="00FB2ED1">
              <w:rPr>
                <w:b/>
                <w:sz w:val="16"/>
                <w:szCs w:val="16"/>
              </w:rPr>
              <w:t>,000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898</w:t>
            </w:r>
            <w:r w:rsidRPr="00FB2ED1">
              <w:rPr>
                <w:b/>
                <w:sz w:val="16"/>
                <w:szCs w:val="16"/>
              </w:rPr>
              <w:t>,000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898</w:t>
            </w:r>
            <w:r w:rsidRPr="00FB2ED1">
              <w:rPr>
                <w:b/>
                <w:sz w:val="16"/>
                <w:szCs w:val="16"/>
              </w:rPr>
              <w:t>,000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24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955A4E" w:rsidRPr="00FB2ED1" w:rsidTr="009B33B0">
        <w:trPr>
          <w:gridAfter w:val="1"/>
          <w:wAfter w:w="1226" w:type="dxa"/>
          <w:cantSplit/>
          <w:trHeight w:val="12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lastRenderedPageBreak/>
              <w:t>1.3.1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1.03.1</w:t>
            </w:r>
          </w:p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Межевание автомобильны</w:t>
            </w:r>
            <w:r>
              <w:rPr>
                <w:sz w:val="16"/>
                <w:szCs w:val="16"/>
              </w:rPr>
              <w:t>х</w:t>
            </w:r>
            <w:r w:rsidRPr="00FB2ED1">
              <w:rPr>
                <w:sz w:val="16"/>
                <w:szCs w:val="16"/>
              </w:rPr>
              <w:t xml:space="preserve"> дорог общего пользования</w:t>
            </w:r>
            <w:r>
              <w:rPr>
                <w:sz w:val="16"/>
                <w:szCs w:val="16"/>
              </w:rPr>
              <w:t>, проведение кадастровых работ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Государственная регистрация права собственности на автомобильные дороги как на объекты недвижимого имущества и на занимаемые ими земельные участки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01.01.2021</w:t>
            </w:r>
          </w:p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01.01.2022</w:t>
            </w:r>
          </w:p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31.12.2021</w:t>
            </w:r>
          </w:p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31.12.2022</w:t>
            </w:r>
          </w:p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844 04 12 171 03 13400 200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898,000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898,000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 xml:space="preserve"> 898,000</w:t>
            </w:r>
          </w:p>
        </w:tc>
      </w:tr>
      <w:tr w:rsidR="00955A4E" w:rsidRPr="00FB2ED1" w:rsidTr="009C4BA8">
        <w:trPr>
          <w:gridAfter w:val="1"/>
          <w:wAfter w:w="1226" w:type="dxa"/>
          <w:cantSplit/>
          <w:trHeight w:val="169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1.03.1</w:t>
            </w:r>
          </w:p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Государственная регистрация права собственности на автомобильные дороги как на объекты недвижимого имущества и на занимаемые ими земельные участки осуществлена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31.12.2021</w:t>
            </w:r>
          </w:p>
          <w:p w:rsidR="00955A4E" w:rsidRPr="00F4344E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31.12.2022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4344E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55A4E" w:rsidRPr="00FB2ED1" w:rsidTr="009B33B0">
        <w:trPr>
          <w:gridAfter w:val="1"/>
          <w:wAfter w:w="1226" w:type="dxa"/>
          <w:cantSplit/>
          <w:trHeight w:val="268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1.4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Основное мероприятие 1.04 </w:t>
            </w:r>
          </w:p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Содействие развитию автомобильных дорог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  <w:r w:rsidRPr="00FB2ED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ind w:firstLine="105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Развитие сети автомобильных дорог; обеспечение подъездов к сельским населенным пунктам по дорогам с твердым покрытием и обеспечение соответствия </w:t>
            </w:r>
            <w:proofErr w:type="spellStart"/>
            <w:r w:rsidRPr="00FB2ED1">
              <w:rPr>
                <w:b/>
                <w:sz w:val="16"/>
                <w:szCs w:val="16"/>
              </w:rPr>
              <w:t>транспортно</w:t>
            </w:r>
            <w:proofErr w:type="spellEnd"/>
            <w:r w:rsidRPr="00FB2ED1">
              <w:rPr>
                <w:b/>
                <w:sz w:val="16"/>
                <w:szCs w:val="16"/>
              </w:rPr>
              <w:t xml:space="preserve"> – 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эксплуатационных  показателей автомобильных дорог требованиям  нормативных документов; ликвидация очагов аварийности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</w:t>
            </w:r>
            <w:r>
              <w:rPr>
                <w:b/>
                <w:sz w:val="16"/>
                <w:szCs w:val="16"/>
              </w:rPr>
              <w:t>1</w:t>
            </w:r>
            <w:r w:rsidRPr="00FB2ED1">
              <w:rPr>
                <w:b/>
                <w:sz w:val="16"/>
                <w:szCs w:val="16"/>
              </w:rPr>
              <w:t>.202</w:t>
            </w:r>
            <w:r>
              <w:rPr>
                <w:b/>
                <w:sz w:val="16"/>
                <w:szCs w:val="16"/>
              </w:rPr>
              <w:t>1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</w:t>
            </w:r>
            <w:r>
              <w:rPr>
                <w:b/>
                <w:sz w:val="16"/>
                <w:szCs w:val="16"/>
              </w:rPr>
              <w:t>1</w:t>
            </w:r>
            <w:r w:rsidRPr="00FB2ED1">
              <w:rPr>
                <w:b/>
                <w:sz w:val="16"/>
                <w:szCs w:val="16"/>
              </w:rPr>
              <w:t>.20</w:t>
            </w:r>
            <w:r>
              <w:rPr>
                <w:b/>
                <w:sz w:val="16"/>
                <w:szCs w:val="16"/>
              </w:rPr>
              <w:t>22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</w:t>
            </w:r>
            <w:r>
              <w:rPr>
                <w:b/>
                <w:sz w:val="16"/>
                <w:szCs w:val="16"/>
              </w:rPr>
              <w:t>1</w:t>
            </w:r>
            <w:r w:rsidRPr="00FB2ED1">
              <w:rPr>
                <w:b/>
                <w:sz w:val="16"/>
                <w:szCs w:val="16"/>
              </w:rPr>
              <w:t>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1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2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844 0409 17104 00000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0A176F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2 175 293,043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1 504 394,817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955A4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D6747">
              <w:rPr>
                <w:b/>
                <w:sz w:val="16"/>
                <w:szCs w:val="16"/>
              </w:rPr>
              <w:t>613 300,203</w:t>
            </w:r>
          </w:p>
        </w:tc>
      </w:tr>
      <w:tr w:rsidR="00955A4E" w:rsidRPr="00FB2ED1" w:rsidTr="009B33B0">
        <w:trPr>
          <w:gridAfter w:val="1"/>
          <w:wAfter w:w="1226" w:type="dxa"/>
          <w:cantSplit/>
          <w:trHeight w:val="26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ind w:firstLine="105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955A4E" w:rsidRPr="00FB2ED1" w:rsidTr="009B33B0">
        <w:trPr>
          <w:gridAfter w:val="1"/>
          <w:wAfter w:w="1226" w:type="dxa"/>
          <w:cantSplit/>
          <w:trHeight w:val="284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1.4.1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1.04.1</w:t>
            </w:r>
          </w:p>
          <w:p w:rsidR="00955A4E" w:rsidRPr="00FB2ED1" w:rsidRDefault="00955A4E" w:rsidP="00537E9D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Межбюджетные субсидии местным бюджетам </w:t>
            </w:r>
            <w:r w:rsidR="00537E9D">
              <w:rPr>
                <w:sz w:val="16"/>
                <w:szCs w:val="16"/>
              </w:rPr>
              <w:t xml:space="preserve">на проектирование, </w:t>
            </w:r>
            <w:r w:rsidRPr="00FB2ED1">
              <w:rPr>
                <w:sz w:val="16"/>
                <w:szCs w:val="16"/>
              </w:rPr>
              <w:t>строительство</w:t>
            </w:r>
            <w:r w:rsidR="00537E9D">
              <w:rPr>
                <w:sz w:val="16"/>
                <w:szCs w:val="16"/>
              </w:rPr>
              <w:t>,</w:t>
            </w:r>
            <w:r w:rsidRPr="00FB2ED1">
              <w:rPr>
                <w:sz w:val="16"/>
                <w:szCs w:val="16"/>
              </w:rPr>
              <w:t xml:space="preserve"> реконструкцию</w:t>
            </w:r>
            <w:r w:rsidR="00537E9D">
              <w:rPr>
                <w:sz w:val="16"/>
                <w:szCs w:val="16"/>
              </w:rPr>
              <w:t>, капитальный ремонт и ремонт</w:t>
            </w:r>
            <w:r w:rsidRPr="00FB2ED1">
              <w:rPr>
                <w:sz w:val="16"/>
                <w:szCs w:val="16"/>
              </w:rPr>
              <w:t xml:space="preserve">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 подъездов к сельским населенным пунктам по дорогам с твердым покрытием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01.01.2021</w:t>
            </w:r>
          </w:p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01.01.2022</w:t>
            </w:r>
          </w:p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31.12.2021</w:t>
            </w:r>
          </w:p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31.12.2022</w:t>
            </w:r>
          </w:p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844 04 09 171 04 13370 500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0A176F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218 429,550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211 773,200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214 264,494</w:t>
            </w:r>
          </w:p>
        </w:tc>
      </w:tr>
      <w:tr w:rsidR="00955A4E" w:rsidRPr="00FB2ED1" w:rsidTr="005E4D83">
        <w:trPr>
          <w:gridAfter w:val="1"/>
          <w:wAfter w:w="1226" w:type="dxa"/>
          <w:cantSplit/>
          <w:trHeight w:val="22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lastRenderedPageBreak/>
              <w:t>1.4.2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1.04.2</w:t>
            </w:r>
          </w:p>
          <w:p w:rsidR="00955A4E" w:rsidRPr="00FB2ED1" w:rsidRDefault="00955A4E" w:rsidP="00955A4E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Межбюджетные субсидии местным бюджетам на строительство (реконструкцию) капитальный ремонт, ремонт и содержание автомобильных дорог общего пользования местного значения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Развитие сети автомобильных дорог</w:t>
            </w:r>
          </w:p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01.01.2021</w:t>
            </w:r>
          </w:p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01.01.2022</w:t>
            </w:r>
          </w:p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31.12.2021</w:t>
            </w:r>
          </w:p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31.12.2022</w:t>
            </w:r>
          </w:p>
          <w:p w:rsidR="00955A4E" w:rsidRPr="00D322E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D322E7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A4E" w:rsidRPr="00FB2ED1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844 04 09 171 04 13390 500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0A176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0A176F">
              <w:rPr>
                <w:sz w:val="16"/>
                <w:szCs w:val="16"/>
              </w:rPr>
              <w:t> 656 863,493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1 292 621,617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5A4E" w:rsidRPr="005D6747" w:rsidRDefault="00955A4E" w:rsidP="00955A4E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399 035,709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225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1.04</w:t>
            </w:r>
            <w:r>
              <w:rPr>
                <w:b/>
                <w:sz w:val="16"/>
                <w:szCs w:val="16"/>
              </w:rPr>
              <w:t>.3</w:t>
            </w:r>
          </w:p>
          <w:p w:rsidR="00974806" w:rsidRPr="00974806" w:rsidRDefault="00974806" w:rsidP="00974806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Развитие сети автомобильных дорог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322E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322E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74806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844 04 09 171 04 5390</w:t>
            </w:r>
            <w:r>
              <w:rPr>
                <w:sz w:val="16"/>
                <w:szCs w:val="16"/>
                <w:lang w:val="en-US"/>
              </w:rPr>
              <w:t>F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74806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300 000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4806" w:rsidRPr="00FB2ED1" w:rsidTr="009B33B0">
        <w:trPr>
          <w:gridAfter w:val="1"/>
          <w:wAfter w:w="1226" w:type="dxa"/>
          <w:cantSplit/>
          <w:trHeight w:val="141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1.04.1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Построенные автомобильные дороги общего пользования местного значения в эксплуатацию введены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B72C30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72C30">
              <w:rPr>
                <w:b/>
                <w:sz w:val="16"/>
                <w:szCs w:val="16"/>
              </w:rPr>
              <w:t>31.12.2021</w:t>
            </w:r>
          </w:p>
          <w:p w:rsidR="00974806" w:rsidRPr="00B72C30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72C30">
              <w:rPr>
                <w:b/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72C30"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9B33B0">
        <w:trPr>
          <w:gridAfter w:val="1"/>
          <w:wAfter w:w="1226" w:type="dxa"/>
          <w:cantSplit/>
          <w:trHeight w:val="140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1.04.2</w:t>
            </w:r>
          </w:p>
          <w:p w:rsidR="00974806" w:rsidRPr="00FB2ED1" w:rsidRDefault="00974806" w:rsidP="00974806">
            <w:pPr>
              <w:pStyle w:val="ConsPlusCell"/>
              <w:ind w:left="67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Автомобильные дороги  общего пользования местного значения отремонтированы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B72C30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72C30">
              <w:rPr>
                <w:b/>
                <w:sz w:val="16"/>
                <w:szCs w:val="16"/>
              </w:rPr>
              <w:t>31.12.2021</w:t>
            </w:r>
          </w:p>
          <w:p w:rsidR="00974806" w:rsidRPr="00B72C30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72C30">
              <w:rPr>
                <w:b/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72C30"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9B33B0">
        <w:trPr>
          <w:gridAfter w:val="1"/>
          <w:wAfter w:w="1226" w:type="dxa"/>
          <w:cantSplit/>
          <w:trHeight w:val="141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af4"/>
              <w:jc w:val="center"/>
              <w:rPr>
                <w:rStyle w:val="afb"/>
                <w:rFonts w:ascii="Times New Roman" w:hAnsi="Times New Roman"/>
                <w:i w:val="0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1.04.3</w:t>
            </w:r>
          </w:p>
          <w:p w:rsidR="00974806" w:rsidRPr="00FB2ED1" w:rsidRDefault="00974806" w:rsidP="00974806">
            <w:pPr>
              <w:pStyle w:val="ConsPlusCell"/>
              <w:ind w:left="67"/>
              <w:rPr>
                <w:iCs/>
                <w:sz w:val="16"/>
                <w:szCs w:val="16"/>
              </w:rPr>
            </w:pPr>
            <w:r>
              <w:rPr>
                <w:rStyle w:val="afb"/>
                <w:i w:val="0"/>
                <w:sz w:val="16"/>
                <w:szCs w:val="16"/>
              </w:rPr>
              <w:t>М</w:t>
            </w:r>
            <w:r w:rsidRPr="00FB2ED1">
              <w:rPr>
                <w:rStyle w:val="afb"/>
                <w:i w:val="0"/>
                <w:sz w:val="16"/>
                <w:szCs w:val="16"/>
              </w:rPr>
              <w:t>ероприятия по содержанию автомобильных дорог общего пользования местного значения</w:t>
            </w:r>
            <w:r>
              <w:rPr>
                <w:rStyle w:val="afb"/>
                <w:i w:val="0"/>
                <w:sz w:val="16"/>
                <w:szCs w:val="16"/>
              </w:rPr>
              <w:t xml:space="preserve"> п</w:t>
            </w:r>
            <w:r w:rsidRPr="00FB2ED1">
              <w:rPr>
                <w:rStyle w:val="afb"/>
                <w:i w:val="0"/>
                <w:sz w:val="16"/>
                <w:szCs w:val="16"/>
              </w:rPr>
              <w:t>роведены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AF0954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AF0954">
              <w:rPr>
                <w:b/>
                <w:sz w:val="16"/>
                <w:szCs w:val="16"/>
              </w:rPr>
              <w:t>31.12.2021</w:t>
            </w:r>
          </w:p>
          <w:p w:rsidR="00974806" w:rsidRPr="00AF0954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AF0954">
              <w:rPr>
                <w:b/>
                <w:sz w:val="16"/>
                <w:szCs w:val="16"/>
              </w:rPr>
              <w:t>31.12.2022</w:t>
            </w:r>
          </w:p>
          <w:p w:rsidR="00974806" w:rsidRPr="00B72C30" w:rsidRDefault="00974806" w:rsidP="00974806">
            <w:pPr>
              <w:pStyle w:val="ConsPlusCell"/>
              <w:rPr>
                <w:b/>
                <w:color w:val="FF0000"/>
                <w:sz w:val="16"/>
                <w:szCs w:val="16"/>
              </w:rPr>
            </w:pPr>
            <w:r w:rsidRPr="00AF0954">
              <w:rPr>
                <w:b/>
                <w:sz w:val="16"/>
                <w:szCs w:val="16"/>
              </w:rPr>
              <w:t xml:space="preserve">      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9B33B0">
        <w:trPr>
          <w:gridAfter w:val="1"/>
          <w:wAfter w:w="1226" w:type="dxa"/>
          <w:cantSplit/>
          <w:trHeight w:val="296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1.04.4</w:t>
            </w:r>
          </w:p>
          <w:p w:rsidR="00974806" w:rsidRPr="00FB2ED1" w:rsidRDefault="00974806" w:rsidP="00974806">
            <w:pPr>
              <w:pStyle w:val="ConsPlusCell"/>
              <w:ind w:left="6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FB2ED1">
              <w:rPr>
                <w:sz w:val="16"/>
                <w:szCs w:val="16"/>
              </w:rPr>
              <w:t>роектно-сметная документация на строительство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  <w:r>
              <w:rPr>
                <w:sz w:val="16"/>
                <w:szCs w:val="16"/>
              </w:rPr>
              <w:t>. Г</w:t>
            </w:r>
            <w:r w:rsidRPr="00FB2ED1">
              <w:rPr>
                <w:sz w:val="16"/>
                <w:szCs w:val="16"/>
              </w:rPr>
              <w:t xml:space="preserve">осударственной экспертизой </w:t>
            </w:r>
            <w:r>
              <w:rPr>
                <w:sz w:val="16"/>
                <w:szCs w:val="16"/>
              </w:rPr>
              <w:t>р</w:t>
            </w:r>
            <w:r w:rsidRPr="00FB2ED1">
              <w:rPr>
                <w:sz w:val="16"/>
                <w:szCs w:val="16"/>
              </w:rPr>
              <w:t>азработана и  утверждена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ind w:left="67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1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D40B52">
        <w:trPr>
          <w:gridAfter w:val="1"/>
          <w:wAfter w:w="1226" w:type="dxa"/>
          <w:cantSplit/>
          <w:trHeight w:val="55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1.5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Основное мероприятие 1.05 Руководство и управление в сфере установленных функций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Председатель комитета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Обеспечение деятельности комитета транспорта и автомобильных дорог Курской области</w:t>
            </w:r>
          </w:p>
        </w:tc>
        <w:tc>
          <w:tcPr>
            <w:tcW w:w="108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1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2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1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2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844 0408 171 05 00000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26 792,769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26 364,459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21BB9">
              <w:rPr>
                <w:b/>
                <w:sz w:val="16"/>
                <w:szCs w:val="16"/>
              </w:rPr>
              <w:t>26</w:t>
            </w:r>
            <w:r>
              <w:rPr>
                <w:b/>
                <w:sz w:val="16"/>
                <w:szCs w:val="16"/>
              </w:rPr>
              <w:t> 363,809</w:t>
            </w:r>
          </w:p>
        </w:tc>
      </w:tr>
      <w:tr w:rsidR="00974806" w:rsidRPr="00FB2ED1" w:rsidTr="00D40B52">
        <w:trPr>
          <w:gridAfter w:val="1"/>
          <w:wAfter w:w="1226" w:type="dxa"/>
          <w:cantSplit/>
          <w:trHeight w:val="56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ind w:left="67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844 0408 171 05 10020 100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21BB9">
              <w:rPr>
                <w:b/>
                <w:sz w:val="16"/>
                <w:szCs w:val="16"/>
              </w:rPr>
              <w:t>25 </w:t>
            </w:r>
            <w:r>
              <w:rPr>
                <w:b/>
                <w:sz w:val="16"/>
                <w:szCs w:val="16"/>
              </w:rPr>
              <w:t>7</w:t>
            </w:r>
            <w:r w:rsidRPr="00521BB9">
              <w:rPr>
                <w:b/>
                <w:sz w:val="16"/>
                <w:szCs w:val="16"/>
              </w:rPr>
              <w:t>99,789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21BB9">
              <w:rPr>
                <w:b/>
                <w:sz w:val="16"/>
                <w:szCs w:val="16"/>
              </w:rPr>
              <w:t>25 355,979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21BB9">
              <w:rPr>
                <w:b/>
                <w:sz w:val="16"/>
                <w:szCs w:val="16"/>
              </w:rPr>
              <w:t>25 355,979</w:t>
            </w:r>
          </w:p>
        </w:tc>
      </w:tr>
      <w:tr w:rsidR="00974806" w:rsidRPr="00FB2ED1" w:rsidTr="0017188D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ind w:left="67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844 1004 171 05 10020 100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21BB9">
              <w:rPr>
                <w:b/>
                <w:sz w:val="16"/>
                <w:szCs w:val="16"/>
              </w:rPr>
              <w:t>1,000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21BB9">
              <w:rPr>
                <w:b/>
                <w:sz w:val="16"/>
                <w:szCs w:val="16"/>
              </w:rPr>
              <w:t>1,000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21BB9">
              <w:rPr>
                <w:b/>
                <w:sz w:val="16"/>
                <w:szCs w:val="16"/>
              </w:rPr>
              <w:t>0,350</w:t>
            </w:r>
          </w:p>
        </w:tc>
      </w:tr>
      <w:tr w:rsidR="00974806" w:rsidRPr="00FB2ED1" w:rsidTr="0017188D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ind w:left="67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844 0408 171 05 10020 200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991,980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1 007,480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21BB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1 007,480</w:t>
            </w:r>
          </w:p>
        </w:tc>
      </w:tr>
      <w:tr w:rsidR="00974806" w:rsidRPr="00FB2ED1" w:rsidTr="00BD23F7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BD23F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844 0409 171 06</w:t>
            </w:r>
            <w:r w:rsidRPr="00C54D8D">
              <w:rPr>
                <w:b/>
                <w:sz w:val="16"/>
                <w:szCs w:val="16"/>
              </w:rPr>
              <w:t xml:space="preserve"> 00000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285 232,988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222 465,057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222 465,807</w:t>
            </w:r>
          </w:p>
        </w:tc>
      </w:tr>
      <w:tr w:rsidR="00974806" w:rsidRPr="00FB2ED1" w:rsidTr="00D40B52">
        <w:trPr>
          <w:gridAfter w:val="1"/>
          <w:wAfter w:w="1226" w:type="dxa"/>
          <w:cantSplit/>
          <w:trHeight w:val="397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BD23F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D23F7">
              <w:rPr>
                <w:b/>
                <w:sz w:val="16"/>
                <w:szCs w:val="16"/>
              </w:rPr>
              <w:t>1.6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Основное мероприятие 1.06 Обеспечение деятельности подведомственного государственного учреждения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  <w:r w:rsidRPr="00FB2ED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Обеспечение деятельности подведомственного государственного учреждения</w:t>
            </w:r>
          </w:p>
        </w:tc>
        <w:tc>
          <w:tcPr>
            <w:tcW w:w="10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1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2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1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2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844 04 09 171 06 10010 100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97 055,697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97 459,097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97 459,097</w:t>
            </w:r>
          </w:p>
        </w:tc>
      </w:tr>
      <w:tr w:rsidR="00974806" w:rsidRPr="00FB2ED1" w:rsidTr="00BD23F7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ind w:left="67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844 04 09 171 06 10010 200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142 665,776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111 709,244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111 709,994</w:t>
            </w:r>
          </w:p>
        </w:tc>
      </w:tr>
      <w:tr w:rsidR="00974806" w:rsidRPr="00FB2ED1" w:rsidTr="00BD23F7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ind w:left="67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ind w:left="67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844 04 09 171 06 10010 800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45 511,515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13 296,716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13 296,716</w:t>
            </w:r>
          </w:p>
        </w:tc>
      </w:tr>
      <w:tr w:rsidR="00974806" w:rsidRPr="00FB2ED1" w:rsidTr="00BD23F7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C52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C52">
              <w:rPr>
                <w:b/>
                <w:sz w:val="16"/>
                <w:szCs w:val="16"/>
              </w:rPr>
              <w:t>1.7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C52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C54C52">
              <w:rPr>
                <w:b/>
                <w:sz w:val="16"/>
                <w:szCs w:val="16"/>
              </w:rPr>
              <w:t xml:space="preserve">Основное мероприятие 1.07 </w:t>
            </w:r>
          </w:p>
          <w:p w:rsidR="00974806" w:rsidRPr="00C54C52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C54C52">
              <w:rPr>
                <w:b/>
                <w:sz w:val="16"/>
                <w:szCs w:val="16"/>
              </w:rPr>
              <w:t>«Курск 2032»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BA657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879B7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879B7">
              <w:rPr>
                <w:b/>
                <w:sz w:val="16"/>
                <w:szCs w:val="16"/>
              </w:rPr>
              <w:t>Председатель комитета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879B7"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Реализация мероприятий в рамках подготовки и проведения празднования 1000-летия основания Курска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879B7">
              <w:rPr>
                <w:b/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  <w:lang w:val="en-US"/>
              </w:rPr>
            </w:pPr>
            <w:r w:rsidRPr="009879B7">
              <w:rPr>
                <w:b/>
                <w:sz w:val="16"/>
                <w:szCs w:val="16"/>
              </w:rPr>
              <w:t>31.12.202</w:t>
            </w:r>
            <w:r w:rsidRPr="009879B7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879B7">
              <w:rPr>
                <w:b/>
                <w:sz w:val="16"/>
                <w:szCs w:val="16"/>
              </w:rPr>
              <w:t>844 04 09 171 07 12032 500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879B7">
              <w:rPr>
                <w:b/>
                <w:sz w:val="16"/>
                <w:szCs w:val="16"/>
              </w:rPr>
              <w:t>100 000,000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879B7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879B7">
              <w:rPr>
                <w:b/>
                <w:sz w:val="16"/>
                <w:szCs w:val="16"/>
              </w:rPr>
              <w:t>-</w:t>
            </w:r>
          </w:p>
        </w:tc>
      </w:tr>
      <w:tr w:rsidR="00974806" w:rsidRPr="00FB2ED1" w:rsidTr="00C54C52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A59D9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DA59D9">
              <w:rPr>
                <w:b/>
                <w:sz w:val="16"/>
                <w:szCs w:val="16"/>
              </w:rPr>
              <w:t>Контрольное событие программы 1.07.1</w:t>
            </w:r>
          </w:p>
          <w:p w:rsidR="00974806" w:rsidRPr="00DA59D9" w:rsidRDefault="00974806" w:rsidP="00974806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DA59D9">
              <w:rPr>
                <w:sz w:val="16"/>
                <w:szCs w:val="16"/>
              </w:rPr>
              <w:t>роектно-сметная документация на строительство автомобильных дорог общего пользования местного значения</w:t>
            </w:r>
            <w:r>
              <w:rPr>
                <w:sz w:val="16"/>
                <w:szCs w:val="16"/>
              </w:rPr>
              <w:t>. Г</w:t>
            </w:r>
            <w:r w:rsidRPr="00FB2ED1">
              <w:rPr>
                <w:sz w:val="16"/>
                <w:szCs w:val="16"/>
              </w:rPr>
              <w:t xml:space="preserve">осударственной экспертизой </w:t>
            </w:r>
            <w:r>
              <w:rPr>
                <w:sz w:val="16"/>
                <w:szCs w:val="16"/>
              </w:rPr>
              <w:t>р</w:t>
            </w:r>
            <w:r w:rsidRPr="00FB2ED1">
              <w:rPr>
                <w:sz w:val="16"/>
                <w:szCs w:val="16"/>
              </w:rPr>
              <w:t>азработана и  утверждена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Председатель комитета</w:t>
            </w:r>
          </w:p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 xml:space="preserve">Разработка и утверждение государственной экспертизой проектно-сметной документации на строительство автомобильных дорог общего пользования местного значения, в 2022 году – 2 шт. 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31.12.2021</w:t>
            </w:r>
          </w:p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31.12.2022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31.12.2021</w:t>
            </w:r>
          </w:p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DA59D9">
              <w:rPr>
                <w:sz w:val="16"/>
                <w:szCs w:val="16"/>
              </w:rPr>
              <w:t>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A59D9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A59D9">
              <w:rPr>
                <w:sz w:val="16"/>
                <w:szCs w:val="16"/>
              </w:rPr>
              <w:t>х</w:t>
            </w:r>
          </w:p>
        </w:tc>
      </w:tr>
      <w:tr w:rsidR="00974806" w:rsidRPr="00FB2ED1" w:rsidTr="00BD23F7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0A2A66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A2A66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0A2A66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0A2A66">
              <w:rPr>
                <w:b/>
                <w:sz w:val="16"/>
                <w:szCs w:val="16"/>
              </w:rPr>
              <w:t>Региональный проект</w:t>
            </w:r>
          </w:p>
          <w:p w:rsidR="00974806" w:rsidRPr="000A2A66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0A2A66">
              <w:rPr>
                <w:b/>
                <w:sz w:val="16"/>
                <w:szCs w:val="16"/>
              </w:rPr>
              <w:t>1.</w:t>
            </w:r>
            <w:r w:rsidRPr="000A2A66">
              <w:rPr>
                <w:b/>
                <w:sz w:val="16"/>
                <w:szCs w:val="16"/>
                <w:lang w:val="en-US"/>
              </w:rPr>
              <w:t>R</w:t>
            </w:r>
            <w:r w:rsidRPr="000A2A66">
              <w:rPr>
                <w:b/>
                <w:sz w:val="16"/>
                <w:szCs w:val="16"/>
              </w:rPr>
              <w:t>1. «</w:t>
            </w:r>
            <w:r w:rsidR="00BE715C">
              <w:rPr>
                <w:b/>
                <w:sz w:val="16"/>
                <w:szCs w:val="16"/>
              </w:rPr>
              <w:t>Региональная и местная д</w:t>
            </w:r>
            <w:r w:rsidRPr="000A2A66">
              <w:rPr>
                <w:b/>
                <w:sz w:val="16"/>
                <w:szCs w:val="16"/>
              </w:rPr>
              <w:t>орожная сеть»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  <w:r w:rsidRPr="00FB2ED1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Обеспечение соответствия  транспортно- эксплуатационных  показателей автомобильных дорог требованиям  нормативных документов; ликвидация очагов аварийности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1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2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1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2</w:t>
            </w:r>
          </w:p>
          <w:p w:rsidR="00974806" w:rsidRPr="00C54D8D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54D8D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844 04 09 171 </w:t>
            </w:r>
            <w:r w:rsidRPr="00FB2ED1">
              <w:rPr>
                <w:b/>
                <w:sz w:val="16"/>
                <w:szCs w:val="16"/>
                <w:lang w:val="en-US"/>
              </w:rPr>
              <w:t>R1</w:t>
            </w:r>
            <w:r w:rsidRPr="00FB2ED1">
              <w:rPr>
                <w:b/>
                <w:sz w:val="16"/>
                <w:szCs w:val="16"/>
              </w:rPr>
              <w:t xml:space="preserve"> 00000 000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1 627 149,822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1 555 586,234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D6747">
              <w:rPr>
                <w:b/>
                <w:sz w:val="16"/>
                <w:szCs w:val="16"/>
              </w:rPr>
              <w:t>1 498 011,516</w:t>
            </w:r>
          </w:p>
        </w:tc>
      </w:tr>
      <w:tr w:rsidR="00974806" w:rsidRPr="00FB2ED1" w:rsidTr="008712B1">
        <w:trPr>
          <w:gridAfter w:val="1"/>
          <w:wAfter w:w="1226" w:type="dxa"/>
          <w:cantSplit/>
          <w:trHeight w:val="31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0A2A66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0A2A66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</w:tr>
      <w:tr w:rsidR="00974806" w:rsidRPr="00FB2ED1" w:rsidTr="0059635C">
        <w:trPr>
          <w:gridAfter w:val="1"/>
          <w:wAfter w:w="1226" w:type="dxa"/>
          <w:cantSplit/>
          <w:trHeight w:val="783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Мероприятие </w:t>
            </w:r>
            <w:proofErr w:type="gramStart"/>
            <w:r w:rsidRPr="00FB2ED1">
              <w:rPr>
                <w:b/>
                <w:sz w:val="16"/>
                <w:szCs w:val="16"/>
              </w:rPr>
              <w:t>1.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B2ED1">
              <w:rPr>
                <w:b/>
                <w:sz w:val="16"/>
                <w:szCs w:val="16"/>
              </w:rPr>
              <w:t>1.1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Финансовое обеспечение  дорожной деятельности в рамках реализации наци</w:t>
            </w:r>
            <w:r w:rsidR="00BE715C">
              <w:rPr>
                <w:sz w:val="16"/>
                <w:szCs w:val="16"/>
              </w:rPr>
              <w:t>онального проекта «</w:t>
            </w:r>
            <w:r w:rsidR="00BE715C" w:rsidRPr="009128AB">
              <w:rPr>
                <w:sz w:val="16"/>
                <w:szCs w:val="16"/>
              </w:rPr>
              <w:t>Безопасные</w:t>
            </w:r>
            <w:r w:rsidR="009128AB" w:rsidRPr="009128AB">
              <w:rPr>
                <w:sz w:val="16"/>
                <w:szCs w:val="16"/>
              </w:rPr>
              <w:t xml:space="preserve"> и </w:t>
            </w:r>
            <w:r w:rsidR="00BE715C" w:rsidRPr="009128AB">
              <w:rPr>
                <w:sz w:val="16"/>
                <w:szCs w:val="16"/>
              </w:rPr>
              <w:t xml:space="preserve"> качественные</w:t>
            </w:r>
            <w:r w:rsidR="009128AB" w:rsidRPr="009128AB">
              <w:rPr>
                <w:sz w:val="16"/>
                <w:szCs w:val="16"/>
              </w:rPr>
              <w:t xml:space="preserve"> автомобильные</w:t>
            </w:r>
            <w:r w:rsidR="00BE715C" w:rsidRPr="009128AB">
              <w:rPr>
                <w:sz w:val="16"/>
                <w:szCs w:val="16"/>
              </w:rPr>
              <w:t xml:space="preserve"> </w:t>
            </w:r>
            <w:r w:rsidRPr="009128AB">
              <w:rPr>
                <w:sz w:val="16"/>
                <w:szCs w:val="16"/>
              </w:rPr>
              <w:t xml:space="preserve"> дороги</w:t>
            </w:r>
            <w:r w:rsidRPr="00FB2ED1">
              <w:rPr>
                <w:sz w:val="16"/>
                <w:szCs w:val="16"/>
              </w:rPr>
              <w:t>»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 автомобильной дороги местного значения Курской городской агломерации – 0,6 км.</w:t>
            </w:r>
          </w:p>
          <w:p w:rsidR="00974806" w:rsidRPr="002A0C91" w:rsidRDefault="00974806" w:rsidP="00974806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</w:t>
            </w:r>
            <w:r w:rsidRPr="00FB2ED1">
              <w:rPr>
                <w:sz w:val="16"/>
                <w:szCs w:val="16"/>
              </w:rPr>
              <w:t xml:space="preserve"> автомобильных дорог местного значения </w:t>
            </w:r>
            <w:r w:rsidRPr="00AF0954">
              <w:rPr>
                <w:sz w:val="16"/>
                <w:szCs w:val="16"/>
              </w:rPr>
              <w:t xml:space="preserve">– 41,755 км </w:t>
            </w:r>
            <w:r>
              <w:rPr>
                <w:sz w:val="16"/>
                <w:szCs w:val="16"/>
              </w:rPr>
              <w:t>– в 2021 году. Ремонт автомобильных дорог регионального или межмуниципального значения – 29,03 км – в 2021 году</w:t>
            </w:r>
          </w:p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844 04 09 171 </w:t>
            </w:r>
            <w:r w:rsidRPr="00FB2ED1">
              <w:rPr>
                <w:b/>
                <w:sz w:val="16"/>
                <w:szCs w:val="16"/>
                <w:lang w:val="en-US"/>
              </w:rPr>
              <w:t>R1</w:t>
            </w:r>
            <w:r w:rsidRPr="00FB2ED1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5393</w:t>
            </w:r>
            <w:r w:rsidRPr="00FB2ED1">
              <w:rPr>
                <w:b/>
                <w:sz w:val="16"/>
                <w:szCs w:val="16"/>
              </w:rPr>
              <w:t xml:space="preserve">0 000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1 267 164,000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974806" w:rsidRPr="00FB2ED1" w:rsidTr="003727E2">
        <w:trPr>
          <w:gridAfter w:val="1"/>
          <w:wAfter w:w="1226" w:type="dxa"/>
          <w:cantSplit/>
          <w:trHeight w:val="70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844 04 09 171 </w:t>
            </w:r>
            <w:r w:rsidRPr="00FB2ED1">
              <w:rPr>
                <w:sz w:val="16"/>
                <w:szCs w:val="16"/>
                <w:lang w:val="en-US"/>
              </w:rPr>
              <w:t>R1  5393</w:t>
            </w:r>
            <w:r w:rsidRPr="00FB2ED1">
              <w:rPr>
                <w:sz w:val="16"/>
                <w:szCs w:val="16"/>
              </w:rPr>
              <w:t xml:space="preserve">0 </w:t>
            </w:r>
            <w:r w:rsidRPr="00FB2ED1">
              <w:rPr>
                <w:sz w:val="16"/>
                <w:szCs w:val="16"/>
                <w:lang w:val="en-US"/>
              </w:rPr>
              <w:t>5</w:t>
            </w:r>
            <w:r w:rsidRPr="00FB2ED1"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727E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3727E2">
              <w:rPr>
                <w:sz w:val="16"/>
                <w:szCs w:val="16"/>
              </w:rPr>
              <w:t>907</w:t>
            </w:r>
            <w:r>
              <w:rPr>
                <w:sz w:val="16"/>
                <w:szCs w:val="16"/>
                <w:lang w:val="en-US"/>
              </w:rPr>
              <w:t> </w:t>
            </w:r>
            <w:r w:rsidRPr="003727E2">
              <w:rPr>
                <w:sz w:val="16"/>
                <w:szCs w:val="16"/>
              </w:rPr>
              <w:t>164</w:t>
            </w:r>
            <w:r>
              <w:rPr>
                <w:sz w:val="16"/>
                <w:szCs w:val="16"/>
              </w:rPr>
              <w:t>,</w:t>
            </w:r>
            <w:r w:rsidRPr="003727E2">
              <w:rPr>
                <w:sz w:val="16"/>
                <w:szCs w:val="16"/>
              </w:rPr>
              <w:t>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-</w:t>
            </w:r>
          </w:p>
        </w:tc>
      </w:tr>
      <w:tr w:rsidR="00974806" w:rsidRPr="00FB2ED1" w:rsidTr="0059635C">
        <w:trPr>
          <w:gridAfter w:val="1"/>
          <w:wAfter w:w="1226" w:type="dxa"/>
          <w:cantSplit/>
          <w:trHeight w:val="57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844 04 09 171 </w:t>
            </w:r>
            <w:r w:rsidRPr="00FB2ED1">
              <w:rPr>
                <w:sz w:val="16"/>
                <w:szCs w:val="16"/>
                <w:lang w:val="en-US"/>
              </w:rPr>
              <w:t>R1  5393</w:t>
            </w:r>
            <w:r w:rsidRPr="00FB2ED1">
              <w:rPr>
                <w:sz w:val="16"/>
                <w:szCs w:val="16"/>
              </w:rPr>
              <w:t xml:space="preserve">0 </w:t>
            </w:r>
            <w:r>
              <w:rPr>
                <w:sz w:val="16"/>
                <w:szCs w:val="16"/>
              </w:rPr>
              <w:t>2</w:t>
            </w:r>
            <w:r w:rsidRPr="00FB2ED1"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727E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360 000,000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4806" w:rsidRPr="00FB2ED1" w:rsidTr="0059635C">
        <w:trPr>
          <w:gridAfter w:val="1"/>
          <w:wAfter w:w="1226" w:type="dxa"/>
          <w:cantSplit/>
          <w:trHeight w:val="268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Контрольное событие программы </w:t>
            </w:r>
            <w:proofErr w:type="gramStart"/>
            <w:r w:rsidRPr="00FB2ED1">
              <w:rPr>
                <w:b/>
                <w:sz w:val="16"/>
                <w:szCs w:val="16"/>
              </w:rPr>
              <w:t>1.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B2ED1">
              <w:rPr>
                <w:b/>
                <w:sz w:val="16"/>
                <w:szCs w:val="16"/>
              </w:rPr>
              <w:t>1.1.1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Автомобильные дороги общего пользования регионального или межмуниципального и местного значения  Курской городской агломерации построены (реконструированы) и отремонтированы 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487C4E">
        <w:trPr>
          <w:gridAfter w:val="1"/>
          <w:wAfter w:w="1226" w:type="dxa"/>
          <w:cantSplit/>
          <w:trHeight w:val="697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1.8.2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Мероприятие </w:t>
            </w:r>
            <w:proofErr w:type="gramStart"/>
            <w:r w:rsidRPr="00FB2ED1">
              <w:rPr>
                <w:b/>
                <w:sz w:val="16"/>
                <w:szCs w:val="16"/>
              </w:rPr>
              <w:t>1.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B2ED1">
              <w:rPr>
                <w:b/>
                <w:sz w:val="16"/>
                <w:szCs w:val="16"/>
              </w:rPr>
              <w:t>1.2</w:t>
            </w:r>
          </w:p>
          <w:p w:rsidR="00974806" w:rsidRPr="00FB2ED1" w:rsidRDefault="00974806" w:rsidP="00F9734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Финансовое обеспечение  дорожной деятельности в рамках реализации наци</w:t>
            </w:r>
            <w:r w:rsidR="00BE715C">
              <w:rPr>
                <w:sz w:val="16"/>
                <w:szCs w:val="16"/>
              </w:rPr>
              <w:t>онального проекта «</w:t>
            </w:r>
            <w:r w:rsidR="00BE715C" w:rsidRPr="00F97346">
              <w:rPr>
                <w:sz w:val="16"/>
                <w:szCs w:val="16"/>
              </w:rPr>
              <w:t>Безопасные</w:t>
            </w:r>
            <w:r w:rsidR="00F97346" w:rsidRPr="00F97346">
              <w:rPr>
                <w:sz w:val="16"/>
                <w:szCs w:val="16"/>
              </w:rPr>
              <w:t xml:space="preserve"> и </w:t>
            </w:r>
            <w:r w:rsidR="00BE715C" w:rsidRPr="00F97346">
              <w:rPr>
                <w:sz w:val="16"/>
                <w:szCs w:val="16"/>
              </w:rPr>
              <w:t>качественные</w:t>
            </w:r>
            <w:r w:rsidR="00F97346" w:rsidRPr="00F97346">
              <w:rPr>
                <w:sz w:val="16"/>
                <w:szCs w:val="16"/>
              </w:rPr>
              <w:t xml:space="preserve"> автомобильные</w:t>
            </w:r>
            <w:r w:rsidR="00BE715C" w:rsidRPr="00F97346">
              <w:rPr>
                <w:sz w:val="16"/>
                <w:szCs w:val="16"/>
              </w:rPr>
              <w:t xml:space="preserve"> </w:t>
            </w:r>
            <w:r w:rsidRPr="00F97346">
              <w:rPr>
                <w:sz w:val="16"/>
                <w:szCs w:val="16"/>
              </w:rPr>
              <w:t>дороги</w:t>
            </w:r>
            <w:r w:rsidRPr="00FB2ED1">
              <w:rPr>
                <w:sz w:val="16"/>
                <w:szCs w:val="16"/>
              </w:rPr>
              <w:t>» за счет средств областного бюджета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Ремонт автомобильных дорог общего пользования регионального или межмуниципального значения </w:t>
            </w:r>
            <w:r>
              <w:rPr>
                <w:sz w:val="16"/>
                <w:szCs w:val="16"/>
              </w:rPr>
              <w:t>–</w:t>
            </w:r>
            <w:r w:rsidRPr="00FB2ED1">
              <w:rPr>
                <w:sz w:val="16"/>
                <w:szCs w:val="16"/>
              </w:rPr>
              <w:t xml:space="preserve"> </w:t>
            </w:r>
            <w:r w:rsidR="0099745A">
              <w:rPr>
                <w:sz w:val="16"/>
                <w:szCs w:val="16"/>
              </w:rPr>
              <w:t>28,964</w:t>
            </w:r>
            <w:r w:rsidRPr="00FB2ED1">
              <w:rPr>
                <w:sz w:val="16"/>
                <w:szCs w:val="16"/>
              </w:rPr>
              <w:t xml:space="preserve"> км</w:t>
            </w:r>
            <w:r>
              <w:rPr>
                <w:sz w:val="16"/>
                <w:szCs w:val="16"/>
              </w:rPr>
              <w:t xml:space="preserve"> – в 2021 году, </w:t>
            </w:r>
          </w:p>
          <w:p w:rsidR="00974806" w:rsidRDefault="00974806" w:rsidP="009748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28,981 км – в 2022 году,</w:t>
            </w:r>
          </w:p>
          <w:p w:rsidR="00974806" w:rsidRPr="00FB2ED1" w:rsidRDefault="0099745A" w:rsidP="009748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30,585</w:t>
            </w:r>
            <w:r w:rsidR="00974806">
              <w:rPr>
                <w:sz w:val="16"/>
                <w:szCs w:val="16"/>
              </w:rPr>
              <w:t xml:space="preserve"> км – в 2023 году.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01.01.2021</w:t>
            </w:r>
          </w:p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01.01.2022</w:t>
            </w:r>
          </w:p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31.12.2021</w:t>
            </w:r>
          </w:p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31.12.2022</w:t>
            </w:r>
          </w:p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844 04 09 171 </w:t>
            </w:r>
            <w:r w:rsidRPr="00FB2ED1">
              <w:rPr>
                <w:b/>
                <w:sz w:val="16"/>
                <w:szCs w:val="16"/>
                <w:lang w:val="en-US"/>
              </w:rPr>
              <w:t>R1</w:t>
            </w:r>
            <w:r w:rsidRPr="00FB2ED1">
              <w:rPr>
                <w:b/>
                <w:sz w:val="16"/>
                <w:szCs w:val="16"/>
              </w:rPr>
              <w:t xml:space="preserve"> </w:t>
            </w:r>
            <w:r w:rsidRPr="00FB2ED1">
              <w:rPr>
                <w:b/>
                <w:sz w:val="16"/>
                <w:szCs w:val="16"/>
                <w:lang w:val="en-US"/>
              </w:rPr>
              <w:t>5393</w:t>
            </w:r>
            <w:r w:rsidRPr="00FB2ED1">
              <w:rPr>
                <w:b/>
                <w:sz w:val="16"/>
                <w:szCs w:val="16"/>
              </w:rPr>
              <w:t xml:space="preserve">1 </w:t>
            </w:r>
            <w:r w:rsidRPr="00FB2ED1">
              <w:rPr>
                <w:b/>
                <w:sz w:val="16"/>
                <w:szCs w:val="16"/>
                <w:lang w:val="en-US"/>
              </w:rPr>
              <w:t>2</w:t>
            </w:r>
            <w:r w:rsidRPr="00FB2ED1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6F7F2E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F7F2E">
              <w:rPr>
                <w:b/>
                <w:sz w:val="16"/>
                <w:szCs w:val="16"/>
              </w:rPr>
              <w:t>359 985,822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1 555 586,234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D6747">
              <w:rPr>
                <w:b/>
                <w:sz w:val="16"/>
                <w:szCs w:val="16"/>
              </w:rPr>
              <w:t>1 498 011,516</w:t>
            </w:r>
          </w:p>
        </w:tc>
      </w:tr>
      <w:tr w:rsidR="00974806" w:rsidRPr="00FB2ED1" w:rsidTr="00487C4E">
        <w:trPr>
          <w:gridAfter w:val="1"/>
          <w:wAfter w:w="1226" w:type="dxa"/>
          <w:cantSplit/>
          <w:trHeight w:val="70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844 04 09 171 </w:t>
            </w:r>
            <w:r w:rsidRPr="00FB2ED1">
              <w:rPr>
                <w:sz w:val="16"/>
                <w:szCs w:val="16"/>
                <w:lang w:val="en-US"/>
              </w:rPr>
              <w:t>R1</w:t>
            </w:r>
            <w:r w:rsidRPr="00FB2ED1">
              <w:rPr>
                <w:sz w:val="16"/>
                <w:szCs w:val="16"/>
              </w:rPr>
              <w:t xml:space="preserve"> </w:t>
            </w:r>
            <w:r w:rsidRPr="00FB2ED1">
              <w:rPr>
                <w:sz w:val="16"/>
                <w:szCs w:val="16"/>
                <w:lang w:val="en-US"/>
              </w:rPr>
              <w:t>5393</w:t>
            </w:r>
            <w:r w:rsidRPr="00FB2ED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</w:t>
            </w:r>
            <w:r w:rsidRPr="00FB2ED1">
              <w:rPr>
                <w:sz w:val="16"/>
                <w:szCs w:val="16"/>
                <w:lang w:val="en-US"/>
              </w:rPr>
              <w:t>2</w:t>
            </w:r>
            <w:r w:rsidRPr="00FB2ED1"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359 985,822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595 586,234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538 011,516</w:t>
            </w:r>
          </w:p>
        </w:tc>
      </w:tr>
      <w:tr w:rsidR="00974806" w:rsidRPr="00FB2ED1" w:rsidTr="00686976">
        <w:trPr>
          <w:gridAfter w:val="1"/>
          <w:wAfter w:w="1226" w:type="dxa"/>
          <w:cantSplit/>
          <w:trHeight w:val="848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844 04 09 171 </w:t>
            </w:r>
            <w:r w:rsidRPr="00FB2ED1">
              <w:rPr>
                <w:sz w:val="16"/>
                <w:szCs w:val="16"/>
                <w:lang w:val="en-US"/>
              </w:rPr>
              <w:t>R1 5393</w:t>
            </w:r>
            <w:r w:rsidRPr="00FB2ED1">
              <w:rPr>
                <w:sz w:val="16"/>
                <w:szCs w:val="16"/>
              </w:rPr>
              <w:t>1</w:t>
            </w:r>
            <w:r w:rsidR="0099745A">
              <w:rPr>
                <w:sz w:val="16"/>
                <w:szCs w:val="16"/>
              </w:rPr>
              <w:t xml:space="preserve"> </w:t>
            </w:r>
            <w:r w:rsidRPr="00FB2ED1">
              <w:rPr>
                <w:sz w:val="16"/>
                <w:szCs w:val="16"/>
                <w:lang w:val="en-US"/>
              </w:rPr>
              <w:t>5</w:t>
            </w:r>
            <w:r w:rsidRPr="00FB2ED1">
              <w:rPr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5D6747">
              <w:rPr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960 000,000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960 000,000</w:t>
            </w:r>
          </w:p>
        </w:tc>
      </w:tr>
      <w:tr w:rsidR="00974806" w:rsidRPr="00FB2ED1" w:rsidTr="00885405">
        <w:trPr>
          <w:gridAfter w:val="1"/>
          <w:wAfter w:w="1226" w:type="dxa"/>
          <w:cantSplit/>
          <w:trHeight w:val="239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Контрольное событие программы </w:t>
            </w:r>
            <w:proofErr w:type="gramStart"/>
            <w:r w:rsidRPr="00FB2ED1">
              <w:rPr>
                <w:b/>
                <w:sz w:val="16"/>
                <w:szCs w:val="16"/>
              </w:rPr>
              <w:t>1.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B2ED1">
              <w:rPr>
                <w:b/>
                <w:sz w:val="16"/>
                <w:szCs w:val="16"/>
              </w:rPr>
              <w:t>1.2.1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Автомобильные дороги общего пользования регионального или межмуниципального</w:t>
            </w:r>
            <w:r>
              <w:rPr>
                <w:sz w:val="16"/>
                <w:szCs w:val="16"/>
              </w:rPr>
              <w:t xml:space="preserve"> и местного</w:t>
            </w:r>
            <w:r w:rsidRPr="00FB2ED1">
              <w:rPr>
                <w:sz w:val="16"/>
                <w:szCs w:val="16"/>
              </w:rPr>
              <w:t xml:space="preserve"> значения  Курской городской агломерации и вне Курской городской агломерации отремонтированы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31.12.2021</w:t>
            </w:r>
          </w:p>
          <w:p w:rsidR="00974806" w:rsidRPr="002A0C9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2A0C91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885405">
        <w:trPr>
          <w:gridAfter w:val="1"/>
          <w:wAfter w:w="1226" w:type="dxa"/>
          <w:cantSplit/>
          <w:trHeight w:val="171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0A2A66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0A2A66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0A2A66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0A2A66">
              <w:rPr>
                <w:b/>
                <w:sz w:val="16"/>
                <w:szCs w:val="16"/>
              </w:rPr>
              <w:t>Региональный проект</w:t>
            </w:r>
          </w:p>
          <w:p w:rsidR="00974806" w:rsidRPr="000A2A66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0A2A66">
              <w:rPr>
                <w:b/>
                <w:sz w:val="16"/>
                <w:szCs w:val="16"/>
              </w:rPr>
              <w:t>1.</w:t>
            </w:r>
            <w:r w:rsidRPr="000A2A66">
              <w:rPr>
                <w:b/>
                <w:sz w:val="16"/>
                <w:szCs w:val="16"/>
                <w:lang w:val="en-US"/>
              </w:rPr>
              <w:t>R</w:t>
            </w:r>
            <w:r w:rsidRPr="000A2A66">
              <w:rPr>
                <w:b/>
                <w:sz w:val="16"/>
                <w:szCs w:val="16"/>
              </w:rPr>
              <w:t>2. «Общесистемные меры развития дорожного хозяйства»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Размещение автоматических пунктов весогабаритного контроля транспортных средств; Внедрение интеллектуальной транспортной системы; Обеспечение необходимого уровня безопасности дорожного движения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01.01.202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844 04 09 171 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r w:rsidRPr="00FB2ED1">
              <w:rPr>
                <w:b/>
                <w:sz w:val="16"/>
                <w:szCs w:val="16"/>
              </w:rPr>
              <w:t xml:space="preserve">2 00000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164</w:t>
            </w:r>
            <w:r w:rsidRPr="005D6747">
              <w:rPr>
                <w:b/>
                <w:sz w:val="16"/>
                <w:szCs w:val="16"/>
              </w:rPr>
              <w:t> 000,000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132</w:t>
            </w:r>
            <w:r w:rsidRPr="005D6747">
              <w:rPr>
                <w:b/>
                <w:sz w:val="16"/>
                <w:szCs w:val="16"/>
              </w:rPr>
              <w:t> 000,000</w:t>
            </w:r>
          </w:p>
        </w:tc>
      </w:tr>
      <w:tr w:rsidR="00974806" w:rsidRPr="00FB2ED1" w:rsidTr="00885405">
        <w:trPr>
          <w:gridAfter w:val="1"/>
          <w:wAfter w:w="1226" w:type="dxa"/>
          <w:cantSplit/>
          <w:trHeight w:val="40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974806" w:rsidRPr="00FB2ED1" w:rsidTr="00885405">
        <w:trPr>
          <w:gridAfter w:val="1"/>
          <w:wAfter w:w="1226" w:type="dxa"/>
          <w:cantSplit/>
          <w:trHeight w:val="139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Мероприятие </w:t>
            </w:r>
            <w:proofErr w:type="gramStart"/>
            <w:r w:rsidRPr="00FB2ED1">
              <w:rPr>
                <w:b/>
                <w:sz w:val="16"/>
                <w:szCs w:val="16"/>
              </w:rPr>
              <w:t>1.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B2ED1">
              <w:rPr>
                <w:b/>
                <w:sz w:val="16"/>
                <w:szCs w:val="16"/>
              </w:rPr>
              <w:t>2.1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Капитальный ремонт, ремонт автомобильных дорог общего пользования регионального или межмуниципального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Размещение автоматических пунктов весогабаритного контроля транспортных средств – 2 шт. (в 2022 году)</w:t>
            </w:r>
            <w:r>
              <w:rPr>
                <w:sz w:val="16"/>
                <w:szCs w:val="16"/>
              </w:rPr>
              <w:t xml:space="preserve">,   1 </w:t>
            </w: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  <w:r>
              <w:rPr>
                <w:sz w:val="16"/>
                <w:szCs w:val="16"/>
              </w:rPr>
              <w:t xml:space="preserve"> (в 2023 году)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FB2ED1">
              <w:rPr>
                <w:sz w:val="16"/>
                <w:szCs w:val="16"/>
              </w:rPr>
              <w:t>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FB2ED1"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844 04 09 171 </w:t>
            </w:r>
            <w:r w:rsidRPr="00FB2ED1">
              <w:rPr>
                <w:sz w:val="16"/>
                <w:szCs w:val="16"/>
                <w:lang w:val="en-US"/>
              </w:rPr>
              <w:t>R</w:t>
            </w:r>
            <w:r w:rsidRPr="00FB2ED1">
              <w:rPr>
                <w:sz w:val="16"/>
                <w:szCs w:val="16"/>
              </w:rPr>
              <w:t>2 12040 200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64 000,000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  <w:r w:rsidRPr="005D6747">
              <w:rPr>
                <w:sz w:val="16"/>
                <w:szCs w:val="16"/>
              </w:rPr>
              <w:t> 000,000</w:t>
            </w:r>
          </w:p>
        </w:tc>
      </w:tr>
      <w:tr w:rsidR="00974806" w:rsidRPr="00FB2ED1" w:rsidTr="00ED7A2E">
        <w:trPr>
          <w:gridAfter w:val="1"/>
          <w:wAfter w:w="1226" w:type="dxa"/>
          <w:cantSplit/>
          <w:trHeight w:val="227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Контрольное событие программы </w:t>
            </w:r>
            <w:proofErr w:type="gramStart"/>
            <w:r w:rsidRPr="00FB2ED1">
              <w:rPr>
                <w:b/>
                <w:sz w:val="16"/>
                <w:szCs w:val="16"/>
              </w:rPr>
              <w:t>1.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B2ED1">
              <w:rPr>
                <w:b/>
                <w:sz w:val="16"/>
                <w:szCs w:val="16"/>
              </w:rPr>
              <w:t>2.1.1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Автоматические пункты весогабаритного контроля транспортных средств на автомобильных дорогах регионального или межмуниципального, местного значения (нарастающим итогом) размещены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  <w:lang w:val="en-US"/>
              </w:rPr>
              <w:t>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3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х</w:t>
            </w:r>
          </w:p>
        </w:tc>
      </w:tr>
      <w:tr w:rsidR="00974806" w:rsidRPr="00FB2ED1" w:rsidTr="00ED7A2E">
        <w:trPr>
          <w:gridAfter w:val="1"/>
          <w:wAfter w:w="1226" w:type="dxa"/>
          <w:cantSplit/>
          <w:trHeight w:val="755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1.9.2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Мероприятие </w:t>
            </w:r>
            <w:proofErr w:type="gramStart"/>
            <w:r w:rsidRPr="00FB2ED1">
              <w:rPr>
                <w:b/>
                <w:sz w:val="16"/>
                <w:szCs w:val="16"/>
              </w:rPr>
              <w:t>1.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B2ED1">
              <w:rPr>
                <w:b/>
                <w:sz w:val="16"/>
                <w:szCs w:val="16"/>
              </w:rPr>
              <w:t>2.2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Внедрение интеллектуальных транспортных систем на территории Курской о</w:t>
            </w:r>
            <w:r>
              <w:rPr>
                <w:sz w:val="16"/>
                <w:szCs w:val="16"/>
              </w:rPr>
              <w:t>бласти – 1 шт. (в 2023</w:t>
            </w:r>
            <w:r w:rsidRPr="00FB2ED1">
              <w:rPr>
                <w:sz w:val="16"/>
                <w:szCs w:val="16"/>
              </w:rPr>
              <w:t xml:space="preserve"> году)</w:t>
            </w:r>
          </w:p>
        </w:tc>
        <w:tc>
          <w:tcPr>
            <w:tcW w:w="10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01.01.2021 01.01.2022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31.12.2021 3</w:t>
            </w:r>
            <w:r w:rsidRPr="00FB2ED1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12</w:t>
            </w:r>
            <w:r w:rsidRPr="00FB2ED1">
              <w:rPr>
                <w:sz w:val="16"/>
                <w:szCs w:val="16"/>
              </w:rPr>
              <w:t>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844 04 09 171 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r w:rsidRPr="00FB2ED1">
              <w:rPr>
                <w:b/>
                <w:sz w:val="16"/>
                <w:szCs w:val="16"/>
              </w:rPr>
              <w:t>2 </w:t>
            </w:r>
            <w:r>
              <w:rPr>
                <w:b/>
                <w:sz w:val="16"/>
                <w:szCs w:val="16"/>
              </w:rPr>
              <w:t xml:space="preserve">54180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D6747">
              <w:rPr>
                <w:b/>
                <w:sz w:val="16"/>
                <w:szCs w:val="16"/>
              </w:rPr>
              <w:t>100 000,000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D6747">
              <w:rPr>
                <w:b/>
                <w:sz w:val="16"/>
                <w:szCs w:val="16"/>
              </w:rPr>
              <w:t>100 000,000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5D6747">
              <w:rPr>
                <w:b/>
                <w:sz w:val="16"/>
                <w:szCs w:val="16"/>
              </w:rPr>
              <w:t>100 000,000</w:t>
            </w:r>
          </w:p>
        </w:tc>
      </w:tr>
      <w:tr w:rsidR="00974806" w:rsidRPr="00FB2ED1" w:rsidTr="00ED7A2E">
        <w:trPr>
          <w:gridAfter w:val="1"/>
          <w:wAfter w:w="1226" w:type="dxa"/>
          <w:cantSplit/>
          <w:trHeight w:val="75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844 04 09 171 </w:t>
            </w:r>
            <w:r w:rsidRPr="00FB2ED1">
              <w:rPr>
                <w:sz w:val="16"/>
                <w:szCs w:val="16"/>
                <w:lang w:val="en-US"/>
              </w:rPr>
              <w:t>R</w:t>
            </w:r>
            <w:r w:rsidRPr="00FB2ED1">
              <w:rPr>
                <w:sz w:val="16"/>
                <w:szCs w:val="16"/>
              </w:rPr>
              <w:t>2 54180 200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5D6747">
              <w:rPr>
                <w:sz w:val="16"/>
                <w:szCs w:val="16"/>
              </w:rPr>
              <w:t>0 000,000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60 000,000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100 000,000</w:t>
            </w:r>
          </w:p>
        </w:tc>
      </w:tr>
      <w:tr w:rsidR="00974806" w:rsidRPr="00FB2ED1" w:rsidTr="00ED7A2E">
        <w:trPr>
          <w:gridAfter w:val="1"/>
          <w:wAfter w:w="1226" w:type="dxa"/>
          <w:cantSplit/>
          <w:trHeight w:val="75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844 04 09 171 </w:t>
            </w:r>
            <w:r w:rsidRPr="00FB2ED1">
              <w:rPr>
                <w:sz w:val="16"/>
                <w:szCs w:val="16"/>
                <w:lang w:val="en-US"/>
              </w:rPr>
              <w:t>R</w:t>
            </w:r>
            <w:r w:rsidRPr="00FB2ED1">
              <w:rPr>
                <w:sz w:val="16"/>
                <w:szCs w:val="16"/>
              </w:rPr>
              <w:t>2 54180 500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Pr="005D6747">
              <w:rPr>
                <w:sz w:val="16"/>
                <w:szCs w:val="16"/>
              </w:rPr>
              <w:t>0 000,000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D6747">
              <w:rPr>
                <w:sz w:val="16"/>
                <w:szCs w:val="16"/>
              </w:rPr>
              <w:t>40 000,000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D674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74806" w:rsidRPr="00FB2ED1" w:rsidTr="00ED7A2E">
        <w:trPr>
          <w:gridAfter w:val="1"/>
          <w:wAfter w:w="1226" w:type="dxa"/>
          <w:cantSplit/>
          <w:trHeight w:val="75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1.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r w:rsidRPr="00FB2ED1">
              <w:rPr>
                <w:b/>
                <w:sz w:val="16"/>
                <w:szCs w:val="16"/>
              </w:rPr>
              <w:t xml:space="preserve">2.1.2 </w:t>
            </w:r>
            <w:r w:rsidRPr="00FB2ED1">
              <w:rPr>
                <w:sz w:val="16"/>
                <w:szCs w:val="16"/>
              </w:rPr>
              <w:t>Интеллектуальные транспортные системы, предусматривающие автоматизацию процессов управления дорожным движением в городских агломерациях, включающих города с населением свыше 300 тысяч человек, внедрены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31.12.2021 31.12.2022</w:t>
            </w:r>
            <w:r w:rsidRPr="00FB2ED1">
              <w:rPr>
                <w:sz w:val="16"/>
                <w:szCs w:val="16"/>
              </w:rPr>
              <w:t xml:space="preserve">  31.12.202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9D34F4">
        <w:trPr>
          <w:gridAfter w:val="1"/>
          <w:wAfter w:w="1226" w:type="dxa"/>
          <w:cantSplit/>
          <w:trHeight w:val="142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1.05.1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Целевые показатели (индикаторы) подпрограммы 1 «Развитие сети автомобильных дорог Курской области» достигнуты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</w:t>
            </w:r>
            <w:r>
              <w:rPr>
                <w:sz w:val="16"/>
                <w:szCs w:val="16"/>
              </w:rPr>
              <w:t>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9D34F4">
        <w:trPr>
          <w:gridAfter w:val="1"/>
          <w:wAfter w:w="1226" w:type="dxa"/>
          <w:cantSplit/>
          <w:trHeight w:val="69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8E784E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E784E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Подпрограмма 2 «Развитие пассажирских перевозок в Курской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AC3477" w:rsidRDefault="00974806" w:rsidP="00662C4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1 184</w:t>
            </w:r>
            <w:r w:rsidR="00662C41">
              <w:rPr>
                <w:b/>
                <w:bCs/>
                <w:color w:val="000000" w:themeColor="text1"/>
                <w:sz w:val="16"/>
                <w:szCs w:val="16"/>
              </w:rPr>
              <w:t> 953,467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AC3477" w:rsidRDefault="00974806" w:rsidP="00662C41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1 187</w:t>
            </w:r>
            <w:r w:rsidR="00662C41">
              <w:rPr>
                <w:b/>
                <w:bCs/>
                <w:color w:val="000000" w:themeColor="text1"/>
                <w:sz w:val="16"/>
                <w:szCs w:val="16"/>
              </w:rPr>
              <w:t> 742,071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AC3477" w:rsidRDefault="00974806" w:rsidP="00662C41">
            <w:pPr>
              <w:pStyle w:val="ConsPlusCell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1 187</w:t>
            </w:r>
            <w:r w:rsidR="00662C41">
              <w:rPr>
                <w:b/>
                <w:bCs/>
                <w:color w:val="000000" w:themeColor="text1"/>
                <w:sz w:val="16"/>
                <w:szCs w:val="16"/>
              </w:rPr>
              <w:t> 741,971</w:t>
            </w:r>
          </w:p>
        </w:tc>
      </w:tr>
      <w:tr w:rsidR="00974806" w:rsidRPr="00FB2ED1" w:rsidTr="009D34F4">
        <w:trPr>
          <w:gridAfter w:val="1"/>
          <w:wAfter w:w="1226" w:type="dxa"/>
          <w:cantSplit/>
          <w:trHeight w:val="111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lastRenderedPageBreak/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Основное мероприятие 2.01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Содействие повышению доступности воздушных перевозок населению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Обеспечение перевозками воздушным транспортом населения области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8C29A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C29A3">
              <w:rPr>
                <w:b/>
                <w:sz w:val="16"/>
                <w:szCs w:val="16"/>
              </w:rPr>
              <w:t>01.01.2021 01.01.2022</w:t>
            </w:r>
          </w:p>
          <w:p w:rsidR="00974806" w:rsidRPr="008C29A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  <w:lang w:val="en-US"/>
              </w:rPr>
            </w:pPr>
            <w:r w:rsidRPr="008C29A3">
              <w:rPr>
                <w:b/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8C29A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C29A3">
              <w:rPr>
                <w:b/>
                <w:sz w:val="16"/>
                <w:szCs w:val="16"/>
              </w:rPr>
              <w:t>31.12.2021</w:t>
            </w:r>
          </w:p>
          <w:p w:rsidR="00974806" w:rsidRPr="008C29A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8C29A3">
              <w:rPr>
                <w:b/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  <w:lang w:val="en-US"/>
              </w:rPr>
            </w:pPr>
            <w:r w:rsidRPr="008C29A3"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844 0408 17201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jc w:val="center"/>
              <w:rPr>
                <w:b/>
                <w:sz w:val="16"/>
                <w:szCs w:val="16"/>
              </w:rPr>
            </w:pPr>
            <w:r w:rsidRPr="00C916E7">
              <w:rPr>
                <w:b/>
                <w:sz w:val="16"/>
                <w:szCs w:val="16"/>
              </w:rPr>
              <w:t>442 933,806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pStyle w:val="ConsPlusNormal"/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16E7">
              <w:rPr>
                <w:rFonts w:ascii="Times New Roman" w:hAnsi="Times New Roman" w:cs="Times New Roman"/>
                <w:b/>
                <w:sz w:val="16"/>
                <w:szCs w:val="16"/>
              </w:rPr>
              <w:t>442 933,806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pStyle w:val="ConsPlusNormal"/>
              <w:suppressAutoHyphens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16E7">
              <w:rPr>
                <w:rFonts w:ascii="Times New Roman" w:hAnsi="Times New Roman" w:cs="Times New Roman"/>
                <w:b/>
                <w:sz w:val="16"/>
                <w:szCs w:val="16"/>
              </w:rPr>
              <w:t>442 933,806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28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4806" w:rsidRPr="00FB2ED1" w:rsidRDefault="00974806" w:rsidP="00974806">
            <w:pPr>
              <w:pStyle w:val="ConsPlusCell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974806" w:rsidRPr="00FB2ED1" w:rsidTr="005E4D83">
        <w:trPr>
          <w:gridAfter w:val="1"/>
          <w:wAfter w:w="1226" w:type="dxa"/>
          <w:cantSplit/>
          <w:trHeight w:val="60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af8"/>
              <w:jc w:val="left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Мероприятие 2.01.1 </w:t>
            </w:r>
            <w:r w:rsidRPr="00FB2ED1">
              <w:rPr>
                <w:sz w:val="16"/>
                <w:szCs w:val="16"/>
              </w:rPr>
              <w:t>Предоставление субсидий из областного бюджета на возмещение недополученных доходов по регулярным пассажирским авиарейсам из аэропорта «Курск» по отдельным маршрутам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перевозками воздушным транспортом населения области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7F57E4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57E4">
              <w:rPr>
                <w:sz w:val="16"/>
                <w:szCs w:val="16"/>
              </w:rPr>
              <w:t>01.01.2021 01.01.2022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7F57E4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844 0408 17201 </w:t>
            </w:r>
          </w:p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12060 800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jc w:val="center"/>
              <w:outlineLvl w:val="0"/>
              <w:rPr>
                <w:b/>
                <w:sz w:val="16"/>
                <w:szCs w:val="16"/>
              </w:rPr>
            </w:pPr>
            <w:r w:rsidRPr="00C916E7">
              <w:rPr>
                <w:b/>
                <w:sz w:val="16"/>
                <w:szCs w:val="16"/>
              </w:rPr>
              <w:t>324 946,605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jc w:val="center"/>
              <w:rPr>
                <w:b/>
                <w:sz w:val="16"/>
                <w:szCs w:val="16"/>
              </w:rPr>
            </w:pPr>
            <w:r w:rsidRPr="00C916E7">
              <w:rPr>
                <w:b/>
                <w:sz w:val="16"/>
                <w:szCs w:val="16"/>
              </w:rPr>
              <w:t>324 946,605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jc w:val="center"/>
              <w:rPr>
                <w:b/>
                <w:sz w:val="16"/>
                <w:szCs w:val="16"/>
              </w:rPr>
            </w:pPr>
            <w:r w:rsidRPr="00C916E7">
              <w:rPr>
                <w:b/>
                <w:sz w:val="16"/>
                <w:szCs w:val="16"/>
              </w:rPr>
              <w:t>324 946,605</w:t>
            </w:r>
          </w:p>
        </w:tc>
      </w:tr>
      <w:tr w:rsidR="00974806" w:rsidRPr="00FB2ED1" w:rsidTr="008C2B8C">
        <w:trPr>
          <w:gridAfter w:val="1"/>
          <w:wAfter w:w="1226" w:type="dxa"/>
          <w:cantSplit/>
          <w:trHeight w:val="9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2.01.1.1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Выполнение авиарейсов из аэропорта «Курск» организовано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402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2.1.2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2.01.2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субсидий из областного бюджета на возмещение затрат, связанных с содержанием, развитием и организацией эксплуатации аэропорта «Курск»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перевозками воздушным транспортом населения области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516E8D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16E8D">
              <w:rPr>
                <w:sz w:val="16"/>
                <w:szCs w:val="16"/>
              </w:rPr>
              <w:t>01.01.2021 01.01.2022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516E8D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</w:p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844 0408 17201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12060 800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974806" w:rsidRPr="00C916E7" w:rsidRDefault="00974806" w:rsidP="00974806">
            <w:pPr>
              <w:jc w:val="center"/>
              <w:outlineLvl w:val="0"/>
              <w:rPr>
                <w:b/>
                <w:sz w:val="16"/>
                <w:szCs w:val="16"/>
              </w:rPr>
            </w:pPr>
            <w:r w:rsidRPr="00C916E7">
              <w:rPr>
                <w:b/>
                <w:sz w:val="16"/>
                <w:szCs w:val="16"/>
              </w:rPr>
              <w:t>117 987,201</w:t>
            </w:r>
          </w:p>
          <w:p w:rsidR="00974806" w:rsidRPr="00C916E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974806" w:rsidRPr="00C916E7" w:rsidRDefault="00974806" w:rsidP="00974806">
            <w:pPr>
              <w:jc w:val="center"/>
              <w:outlineLvl w:val="0"/>
              <w:rPr>
                <w:b/>
                <w:sz w:val="16"/>
                <w:szCs w:val="16"/>
              </w:rPr>
            </w:pPr>
            <w:r w:rsidRPr="00C916E7">
              <w:rPr>
                <w:b/>
                <w:sz w:val="16"/>
                <w:szCs w:val="16"/>
              </w:rPr>
              <w:t>117 987,201</w:t>
            </w:r>
          </w:p>
          <w:p w:rsidR="00974806" w:rsidRPr="00C916E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916E7" w:rsidRDefault="00974806" w:rsidP="00974806">
            <w:pPr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974806" w:rsidRPr="00C916E7" w:rsidRDefault="00974806" w:rsidP="00974806">
            <w:pPr>
              <w:jc w:val="center"/>
              <w:outlineLvl w:val="0"/>
              <w:rPr>
                <w:b/>
                <w:sz w:val="16"/>
                <w:szCs w:val="16"/>
              </w:rPr>
            </w:pPr>
            <w:r w:rsidRPr="00C916E7">
              <w:rPr>
                <w:b/>
                <w:sz w:val="16"/>
                <w:szCs w:val="16"/>
              </w:rPr>
              <w:t>117 987,201</w:t>
            </w:r>
          </w:p>
          <w:p w:rsidR="00974806" w:rsidRPr="00C916E7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974806" w:rsidRPr="00FB2ED1" w:rsidTr="005E4D83">
        <w:trPr>
          <w:gridAfter w:val="1"/>
          <w:wAfter w:w="1226" w:type="dxa"/>
          <w:cantSplit/>
          <w:trHeight w:val="126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2.01.2.1</w:t>
            </w:r>
          </w:p>
          <w:p w:rsidR="00974806" w:rsidRPr="00FB2ED1" w:rsidRDefault="00974806" w:rsidP="00974806">
            <w:pPr>
              <w:pStyle w:val="ConsPlusCell"/>
              <w:widowControl/>
              <w:rPr>
                <w:i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Содержание, развитие и организация эксплуатации  аэропорта «Курск» обеспечено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cantSplit/>
          <w:trHeight w:val="553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2.2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Основное мероприятие 2.02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Содействие повышению доступности  железнодорожных перевозок населению Курской области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Обеспечение населения  перевозками железнодорожным транспортом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BD62F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D62F1">
              <w:rPr>
                <w:b/>
                <w:sz w:val="16"/>
                <w:szCs w:val="16"/>
              </w:rPr>
              <w:t>01.01.2021 01.01.2022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  <w:lang w:val="en-US"/>
              </w:rPr>
            </w:pPr>
            <w:r w:rsidRPr="00BD62F1">
              <w:rPr>
                <w:b/>
                <w:sz w:val="16"/>
                <w:szCs w:val="16"/>
              </w:rPr>
              <w:t>01.01.2023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BD62F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D62F1">
              <w:rPr>
                <w:b/>
                <w:sz w:val="16"/>
                <w:szCs w:val="16"/>
              </w:rPr>
              <w:t>31.12.2021</w:t>
            </w:r>
          </w:p>
          <w:p w:rsidR="00974806" w:rsidRPr="00BD62F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D62F1">
              <w:rPr>
                <w:b/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  <w:lang w:val="en-US"/>
              </w:rPr>
            </w:pPr>
            <w:r w:rsidRPr="00BD62F1"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844 0408 17202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00262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00262">
              <w:rPr>
                <w:b/>
                <w:sz w:val="16"/>
                <w:szCs w:val="16"/>
              </w:rPr>
              <w:t>294 688,600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00262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  <w:p w:rsidR="00974806" w:rsidRPr="00700262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00262">
              <w:rPr>
                <w:b/>
                <w:sz w:val="16"/>
                <w:szCs w:val="16"/>
              </w:rPr>
              <w:t>240 455,600</w:t>
            </w:r>
          </w:p>
          <w:p w:rsidR="00974806" w:rsidRPr="00700262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00262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00262">
              <w:rPr>
                <w:b/>
                <w:sz w:val="16"/>
                <w:szCs w:val="16"/>
              </w:rPr>
              <w:t>240 455,600</w:t>
            </w:r>
          </w:p>
        </w:tc>
        <w:tc>
          <w:tcPr>
            <w:tcW w:w="1226" w:type="dxa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</w:tr>
      <w:tr w:rsidR="00974806" w:rsidRPr="00FB2ED1" w:rsidTr="005E4D83">
        <w:trPr>
          <w:gridAfter w:val="1"/>
          <w:wAfter w:w="1226" w:type="dxa"/>
          <w:cantSplit/>
          <w:trHeight w:val="55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844 1003 17202</w:t>
            </w:r>
          </w:p>
          <w:p w:rsidR="00974806" w:rsidRPr="00FB2ED1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00262" w:rsidRDefault="00974806" w:rsidP="00974806">
            <w:pPr>
              <w:jc w:val="center"/>
              <w:outlineLvl w:val="0"/>
              <w:rPr>
                <w:b/>
                <w:sz w:val="16"/>
                <w:szCs w:val="16"/>
              </w:rPr>
            </w:pPr>
            <w:r w:rsidRPr="00700262">
              <w:rPr>
                <w:b/>
                <w:sz w:val="16"/>
                <w:szCs w:val="16"/>
              </w:rPr>
              <w:t>4 108,239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00262" w:rsidRDefault="00974806" w:rsidP="00974806">
            <w:pPr>
              <w:jc w:val="center"/>
              <w:rPr>
                <w:b/>
                <w:sz w:val="16"/>
                <w:szCs w:val="16"/>
              </w:rPr>
            </w:pPr>
            <w:r w:rsidRPr="00700262">
              <w:rPr>
                <w:b/>
                <w:sz w:val="16"/>
                <w:szCs w:val="16"/>
              </w:rPr>
              <w:t>4 108,239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00262" w:rsidRDefault="00974806" w:rsidP="00974806">
            <w:pPr>
              <w:jc w:val="center"/>
              <w:rPr>
                <w:b/>
                <w:sz w:val="16"/>
                <w:szCs w:val="16"/>
              </w:rPr>
            </w:pPr>
            <w:r w:rsidRPr="00700262">
              <w:rPr>
                <w:b/>
                <w:sz w:val="16"/>
                <w:szCs w:val="16"/>
              </w:rPr>
              <w:t>4 108,239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2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4806" w:rsidRPr="00FB2ED1" w:rsidRDefault="00974806" w:rsidP="00974806">
            <w:pPr>
              <w:pStyle w:val="ConsPlusCell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974806" w:rsidP="00974806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974806" w:rsidP="00974806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974806" w:rsidP="00974806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974806" w:rsidRPr="00FB2ED1" w:rsidTr="005E4D83">
        <w:trPr>
          <w:gridAfter w:val="1"/>
          <w:wAfter w:w="1226" w:type="dxa"/>
          <w:cantSplit/>
          <w:trHeight w:val="226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lastRenderedPageBreak/>
              <w:t>2.2.1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2.02.1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субсидий из областного бюджета организациям железнодорожного транспорта на возмещение недополученных доходов в связи с предоставлением льгот по оплате проезда в поездах пригородного сообщения отдельным категориям граждан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населения  перевозками железнодорожным транспортом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330DF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330DF">
              <w:rPr>
                <w:sz w:val="16"/>
                <w:szCs w:val="16"/>
              </w:rPr>
              <w:t>01.01.2021 01.01.2022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D330DF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</w:p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844 1003 17202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12070 800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D0C9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9D0C95">
              <w:rPr>
                <w:sz w:val="16"/>
                <w:szCs w:val="16"/>
              </w:rPr>
              <w:t>4 108,239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D0C9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9D0C95">
              <w:rPr>
                <w:sz w:val="16"/>
                <w:szCs w:val="16"/>
              </w:rPr>
              <w:t>4 108,239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D0C9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9D0C95">
              <w:rPr>
                <w:sz w:val="16"/>
                <w:szCs w:val="16"/>
              </w:rPr>
              <w:t>4 108,239</w:t>
            </w:r>
          </w:p>
        </w:tc>
      </w:tr>
      <w:tr w:rsidR="00974806" w:rsidRPr="00FB2ED1" w:rsidTr="005D6747">
        <w:trPr>
          <w:gridAfter w:val="1"/>
          <w:wAfter w:w="1226" w:type="dxa"/>
          <w:cantSplit/>
          <w:trHeight w:val="2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2.2.2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2.02.2</w:t>
            </w:r>
          </w:p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субсидий из областного бюджета организациям железнодорожного транспорта на возмещение недополученных доходов от пригородных железнодорожных перевозок, возникающих в результате установления тарифов ниже экономически обоснованного уровня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населения  перевозками железнодорожным транспортом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54BE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4BE5">
              <w:rPr>
                <w:sz w:val="16"/>
                <w:szCs w:val="16"/>
              </w:rPr>
              <w:t>01.01.2021 01.01.2022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D54BE5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844 0408 17202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12070 800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D94AE9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D94AE9">
              <w:rPr>
                <w:sz w:val="16"/>
                <w:szCs w:val="16"/>
              </w:rPr>
              <w:t>290 470,815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D94AE9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D94AE9">
              <w:rPr>
                <w:sz w:val="16"/>
                <w:szCs w:val="16"/>
              </w:rPr>
              <w:t>236 237,815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D94AE9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D94AE9">
              <w:rPr>
                <w:sz w:val="16"/>
                <w:szCs w:val="16"/>
              </w:rPr>
              <w:t>236 237,815</w:t>
            </w:r>
          </w:p>
        </w:tc>
      </w:tr>
      <w:tr w:rsidR="00974806" w:rsidRPr="00FB2ED1" w:rsidTr="005D6747">
        <w:trPr>
          <w:gridAfter w:val="1"/>
          <w:wAfter w:w="1226" w:type="dxa"/>
          <w:cantSplit/>
          <w:trHeight w:val="410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2.2.3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2.02.3</w:t>
            </w:r>
          </w:p>
          <w:p w:rsidR="00974806" w:rsidRPr="00FB2ED1" w:rsidRDefault="00974806" w:rsidP="00974806">
            <w:pPr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субсидий из областного бюджета организациям железнодорожного транспорта на  возмещение недополученных доходов в связи с установлением льготы по тарифам на проезд обучающихся общеобразовательных организаций,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населения  перевозками железнодорожным транспортом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54BE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4BE5">
              <w:rPr>
                <w:sz w:val="16"/>
                <w:szCs w:val="16"/>
              </w:rPr>
              <w:t>01.01.2021 01.01.2022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D54BE5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</w:p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844 0408 17202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12070 800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CB793E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CB793E">
              <w:rPr>
                <w:sz w:val="16"/>
                <w:szCs w:val="16"/>
              </w:rPr>
              <w:t>4 000,000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CB793E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CB793E">
              <w:rPr>
                <w:sz w:val="16"/>
                <w:szCs w:val="16"/>
              </w:rPr>
              <w:t>4 000,000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CB793E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CB793E">
              <w:rPr>
                <w:sz w:val="16"/>
                <w:szCs w:val="16"/>
              </w:rPr>
              <w:t>4 000,000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26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lastRenderedPageBreak/>
              <w:t>2.2.4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2.02.4</w:t>
            </w:r>
          </w:p>
          <w:p w:rsidR="00974806" w:rsidRPr="00FB2ED1" w:rsidRDefault="00974806" w:rsidP="00974806">
            <w:pPr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субсидий из областного бюджета организациям железнодорожного транспорта на возмещение недополученных доходов в связи с установлением льготы по тарифам на проезд детей в возрасте 5-7 лет железнодорожным транспортом общего пользования в пригородном сообщении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населения  перевозками железнодорожным транспортом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54BE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4BE5">
              <w:rPr>
                <w:sz w:val="16"/>
                <w:szCs w:val="16"/>
              </w:rPr>
              <w:t>01.01.2021 01.01.2022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D54BE5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</w:p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844 0408 17202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12070 800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A350E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5A350E">
              <w:rPr>
                <w:sz w:val="16"/>
                <w:szCs w:val="16"/>
              </w:rPr>
              <w:t>217,785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A350E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5A350E">
              <w:rPr>
                <w:sz w:val="16"/>
                <w:szCs w:val="16"/>
              </w:rPr>
              <w:t>217,785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A350E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5A350E">
              <w:rPr>
                <w:sz w:val="16"/>
                <w:szCs w:val="16"/>
              </w:rPr>
              <w:t>217,785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53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Контрольное событие программы 2.02.1   </w:t>
            </w:r>
            <w:r w:rsidRPr="00FB2ED1">
              <w:rPr>
                <w:sz w:val="16"/>
                <w:szCs w:val="16"/>
              </w:rPr>
              <w:t>Предоставление права льготного проезда граждан в пригородном сообщении железнодорожным транспортом обеспечено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</w:tr>
      <w:tr w:rsidR="00974806" w:rsidRPr="00FB2ED1" w:rsidTr="00F43379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2.3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Основное мероприятие 2.03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Содействие повышению доступности  автомобильных перевозок населению Курской области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Обеспечение населения Курской области автомобильными перевозками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D54BE5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D54BE5">
              <w:rPr>
                <w:b/>
                <w:sz w:val="16"/>
                <w:szCs w:val="16"/>
              </w:rPr>
              <w:t>01.01.2021 01.01.2022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D54BE5">
              <w:rPr>
                <w:b/>
                <w:sz w:val="16"/>
                <w:szCs w:val="16"/>
              </w:rPr>
              <w:t>01.01.2023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D54BE5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D54BE5">
              <w:rPr>
                <w:b/>
                <w:sz w:val="16"/>
                <w:szCs w:val="16"/>
              </w:rPr>
              <w:t>31.12.2021</w:t>
            </w:r>
          </w:p>
          <w:p w:rsidR="00974806" w:rsidRPr="00D54BE5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D54BE5">
              <w:rPr>
                <w:b/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D54BE5"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844 0408 17203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476408" w:rsidP="00974806">
            <w:pPr>
              <w:pStyle w:val="ConsPlusCell"/>
              <w:jc w:val="center"/>
              <w:rPr>
                <w:b/>
                <w:sz w:val="16"/>
                <w:szCs w:val="16"/>
                <w:highlight w:val="yellow"/>
              </w:rPr>
            </w:pPr>
            <w:r w:rsidRPr="00476408">
              <w:rPr>
                <w:b/>
                <w:sz w:val="16"/>
                <w:szCs w:val="16"/>
              </w:rPr>
              <w:t>238 742,662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241288" w:rsidRDefault="00974806" w:rsidP="00974806">
            <w:pPr>
              <w:jc w:val="center"/>
              <w:rPr>
                <w:sz w:val="16"/>
                <w:szCs w:val="16"/>
              </w:rPr>
            </w:pPr>
            <w:r w:rsidRPr="00241288">
              <w:rPr>
                <w:b/>
                <w:sz w:val="16"/>
                <w:szCs w:val="16"/>
              </w:rPr>
              <w:t>306 428,148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241288" w:rsidRDefault="00974806" w:rsidP="00974806">
            <w:pPr>
              <w:jc w:val="center"/>
              <w:rPr>
                <w:sz w:val="16"/>
                <w:szCs w:val="16"/>
              </w:rPr>
            </w:pPr>
            <w:r w:rsidRPr="00241288">
              <w:rPr>
                <w:b/>
                <w:sz w:val="16"/>
                <w:szCs w:val="16"/>
              </w:rPr>
              <w:t>306 428,148</w:t>
            </w:r>
          </w:p>
        </w:tc>
      </w:tr>
      <w:tr w:rsidR="00974806" w:rsidRPr="00FB2ED1" w:rsidTr="00F43379">
        <w:trPr>
          <w:gridAfter w:val="1"/>
          <w:wAfter w:w="1226" w:type="dxa"/>
          <w:cantSplit/>
          <w:trHeight w:val="55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844 1003 17203 </w:t>
            </w:r>
          </w:p>
          <w:p w:rsidR="00974806" w:rsidRPr="00FB2ED1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241288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241288">
              <w:rPr>
                <w:b/>
                <w:sz w:val="16"/>
                <w:szCs w:val="16"/>
              </w:rPr>
              <w:t>177 902,788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241288" w:rsidRDefault="00974806" w:rsidP="00974806">
            <w:pPr>
              <w:jc w:val="center"/>
              <w:rPr>
                <w:sz w:val="16"/>
                <w:szCs w:val="16"/>
              </w:rPr>
            </w:pPr>
            <w:r w:rsidRPr="00241288">
              <w:rPr>
                <w:b/>
                <w:sz w:val="16"/>
                <w:szCs w:val="16"/>
              </w:rPr>
              <w:t>177 902,788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241288" w:rsidRDefault="00974806" w:rsidP="00974806">
            <w:pPr>
              <w:jc w:val="center"/>
              <w:rPr>
                <w:sz w:val="16"/>
                <w:szCs w:val="16"/>
              </w:rPr>
            </w:pPr>
            <w:r w:rsidRPr="00241288">
              <w:rPr>
                <w:b/>
                <w:sz w:val="16"/>
                <w:szCs w:val="16"/>
              </w:rPr>
              <w:t>177 902,788</w:t>
            </w:r>
          </w:p>
        </w:tc>
      </w:tr>
      <w:tr w:rsidR="00974806" w:rsidRPr="00FB2ED1" w:rsidTr="00F43379">
        <w:trPr>
          <w:gridAfter w:val="1"/>
          <w:wAfter w:w="1226" w:type="dxa"/>
          <w:cantSplit/>
          <w:trHeight w:val="5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844 1004 17203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241288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241288">
              <w:rPr>
                <w:b/>
                <w:sz w:val="16"/>
                <w:szCs w:val="16"/>
              </w:rPr>
              <w:t>10 700,700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241288" w:rsidRDefault="00974806" w:rsidP="00974806">
            <w:pPr>
              <w:jc w:val="center"/>
              <w:rPr>
                <w:sz w:val="16"/>
                <w:szCs w:val="16"/>
              </w:rPr>
            </w:pPr>
            <w:r w:rsidRPr="00241288">
              <w:rPr>
                <w:b/>
                <w:sz w:val="16"/>
                <w:szCs w:val="16"/>
              </w:rPr>
              <w:t>10 700,700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241288" w:rsidRDefault="00974806" w:rsidP="00974806">
            <w:pPr>
              <w:jc w:val="center"/>
              <w:rPr>
                <w:sz w:val="16"/>
                <w:szCs w:val="16"/>
              </w:rPr>
            </w:pPr>
            <w:r w:rsidRPr="00241288">
              <w:rPr>
                <w:b/>
                <w:sz w:val="16"/>
                <w:szCs w:val="16"/>
              </w:rPr>
              <w:t>10 700,700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40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4806" w:rsidRPr="00FB2ED1" w:rsidRDefault="00974806" w:rsidP="00974806">
            <w:pPr>
              <w:pStyle w:val="af8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974806" w:rsidP="00974806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974806" w:rsidP="00974806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974806" w:rsidP="00974806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974806" w:rsidRPr="00B00A32" w:rsidTr="005E4D83">
        <w:trPr>
          <w:gridAfter w:val="1"/>
          <w:wAfter w:w="1226" w:type="dxa"/>
          <w:cantSplit/>
          <w:trHeight w:val="566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lastRenderedPageBreak/>
              <w:t>2.3.1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2.03.1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Предоставление субсидий из областного бюджета транспортным организациям и индивидуальным предпринимателям на возмещение затрат в связи с предоставлением права бесплатного проезда детям из многодетных семей, а также детям-сиротам и детям, оставшимся без попечения родителей, лицам из числа детей-сирот и детей, оставшихся без попечения 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родителей, лицам, потерявшим в период обучения обоих родителей или единственного родителя, обучающимся по очной форме обучения по основным профессиональным образовательным программам и (или) по программам профессиональной подготовки по профессиям рабочих, должностям служащих, до завершения обучения по указанным образовательным программам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населения Курской области автомобильными перевозками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54BE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4BE5">
              <w:rPr>
                <w:sz w:val="16"/>
                <w:szCs w:val="16"/>
              </w:rPr>
              <w:t>01.01.2021 01.01.2022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4BE5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844 1004 17203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12080 800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0F2A66" w:rsidRDefault="00974806" w:rsidP="00974806">
            <w:pPr>
              <w:jc w:val="center"/>
              <w:rPr>
                <w:sz w:val="16"/>
                <w:szCs w:val="16"/>
              </w:rPr>
            </w:pPr>
            <w:r w:rsidRPr="000F2A66">
              <w:rPr>
                <w:sz w:val="16"/>
                <w:szCs w:val="16"/>
              </w:rPr>
              <w:t>10 700,700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0F2A66" w:rsidRDefault="00974806" w:rsidP="00974806">
            <w:pPr>
              <w:jc w:val="center"/>
              <w:rPr>
                <w:sz w:val="16"/>
                <w:szCs w:val="16"/>
              </w:rPr>
            </w:pPr>
            <w:r w:rsidRPr="000F2A66">
              <w:rPr>
                <w:sz w:val="16"/>
                <w:szCs w:val="16"/>
              </w:rPr>
              <w:t>10 700,700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0F2A66" w:rsidRDefault="00974806" w:rsidP="00974806">
            <w:pPr>
              <w:jc w:val="center"/>
              <w:rPr>
                <w:sz w:val="16"/>
                <w:szCs w:val="16"/>
              </w:rPr>
            </w:pPr>
            <w:r w:rsidRPr="000F2A66">
              <w:rPr>
                <w:sz w:val="16"/>
                <w:szCs w:val="16"/>
              </w:rPr>
              <w:t>10 700,700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9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2.03.1.1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  права бесплатного проезда   детям из многодетных семей, детям-сиротам и детям, оставшимся без попечения родителей, лицам из числа детей-сирот и детей, оставшихся без попечения родителей, обеспечено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240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lastRenderedPageBreak/>
              <w:t>2.3.2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2.03.2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субсидий из областного бюджета транспортным организациям и индивидуальным предпринимателям на возмещение затрат, связанных с обеспечением равной доступности услуг общественного транспорта на территории области для отдельных категорий граждан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населения Курской области автомобильными перевозками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54BE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4BE5">
              <w:rPr>
                <w:sz w:val="16"/>
                <w:szCs w:val="16"/>
              </w:rPr>
              <w:t>01.01.2021 01.01.2022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D54BE5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844 1003 17203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12080 800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E41471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E41471">
              <w:rPr>
                <w:sz w:val="16"/>
                <w:szCs w:val="16"/>
              </w:rPr>
              <w:t>173 242,980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E41471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E41471">
              <w:rPr>
                <w:sz w:val="16"/>
                <w:szCs w:val="16"/>
              </w:rPr>
              <w:t>173 242,980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E41471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E41471">
              <w:rPr>
                <w:sz w:val="16"/>
                <w:szCs w:val="16"/>
              </w:rPr>
              <w:t>173 242,980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40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2.03.2.1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права льготного проезда  пассажиров при наличии социальных проездных документов  обеспечено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62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FB2ED1">
              <w:rPr>
                <w:b w:val="0"/>
                <w:sz w:val="16"/>
                <w:szCs w:val="16"/>
              </w:rPr>
              <w:t>2.3.3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2.03.3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субсидий из областного бюджета транспортным организациям и индивидуальным предпринимателям на возмещение затрат, связанных с предоставлением проезда по льготному месячному проездному билету и льготным проездным документам (универсальная электронная карта с региональным транспортным приложением и транспортная карта студента) обучающимся очной формы обучения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населения Курской области автомобильными перевозками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54BE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4BE5">
              <w:rPr>
                <w:sz w:val="16"/>
                <w:szCs w:val="16"/>
              </w:rPr>
              <w:t>01.01.2021 01.01.2022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D54BE5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844 1003 17203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12080 800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E41471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E41471">
              <w:rPr>
                <w:sz w:val="16"/>
                <w:szCs w:val="16"/>
              </w:rPr>
              <w:t>4 659,808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E41471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E41471">
              <w:rPr>
                <w:sz w:val="16"/>
                <w:szCs w:val="16"/>
              </w:rPr>
              <w:t>4 659,808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E41471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E41471">
              <w:rPr>
                <w:sz w:val="16"/>
                <w:szCs w:val="16"/>
              </w:rPr>
              <w:t>4 659,808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9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2.03.3.1</w:t>
            </w:r>
          </w:p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проезда по льготным проездным документам обучающимся профессиональных образовательных организаций и образовательных организаций высшего образования обеспечено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8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2.3.4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2.03.4</w:t>
            </w:r>
          </w:p>
          <w:p w:rsidR="00974806" w:rsidRPr="00FB2ED1" w:rsidRDefault="00974806" w:rsidP="00974806">
            <w:pPr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субсидий из  областного бюджета транспортным организациям и индивидуальным предпринимателям на возмещение недополученных доходов на обслуживаемых социально значимых пригородных маршрутах с малой интенсивностью пассажиропотока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населения Курской области автомобильными перевозками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01.01.2021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844 0408 17203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12080 800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160E29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160E29">
              <w:rPr>
                <w:sz w:val="16"/>
                <w:szCs w:val="16"/>
              </w:rPr>
              <w:t>9 008,212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160E29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160E29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160E29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160E29">
              <w:rPr>
                <w:sz w:val="16"/>
                <w:szCs w:val="16"/>
              </w:rPr>
              <w:t>-</w:t>
            </w:r>
          </w:p>
        </w:tc>
      </w:tr>
      <w:tr w:rsidR="00974806" w:rsidRPr="00FB2ED1" w:rsidTr="00023C9D">
        <w:trPr>
          <w:gridAfter w:val="1"/>
          <w:wAfter w:w="1226" w:type="dxa"/>
          <w:cantSplit/>
          <w:trHeight w:val="155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2.03.4.1</w:t>
            </w:r>
          </w:p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Организация перевозки пассажиров на социально-значимых пригородных маршрутах с малой интенсивностью пассажиропотока обеспечена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</w:tr>
      <w:tr w:rsidR="00974806" w:rsidRPr="00FB2ED1" w:rsidTr="00023C9D">
        <w:trPr>
          <w:gridAfter w:val="1"/>
          <w:wAfter w:w="1226" w:type="dxa"/>
          <w:cantSplit/>
          <w:trHeight w:val="190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2.3.5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2.03.5</w:t>
            </w:r>
          </w:p>
          <w:p w:rsidR="00974806" w:rsidRPr="00FB2ED1" w:rsidRDefault="00974806" w:rsidP="00974806">
            <w:pPr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субсидии из областного бюджета транспортным организациям и индивидуальным предпринимателям на возмещение недополученных доходов от сезонных перевозок к садово-огородным участкам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населения Курской области автомобильными перевозками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01.01.2021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844 0408 17203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12080 800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007C0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9007C0">
              <w:rPr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007C0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9007C0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007C0" w:rsidRDefault="00974806" w:rsidP="00974806">
            <w:pPr>
              <w:jc w:val="center"/>
              <w:outlineLvl w:val="0"/>
              <w:rPr>
                <w:sz w:val="16"/>
                <w:szCs w:val="16"/>
              </w:rPr>
            </w:pPr>
            <w:r w:rsidRPr="009007C0">
              <w:rPr>
                <w:sz w:val="16"/>
                <w:szCs w:val="16"/>
              </w:rPr>
              <w:t>-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9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2.03.5.1</w:t>
            </w:r>
          </w:p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Предоставление права льготного проезда пассажирам при наличии социальных проездных документов к садово-огородным участкам обеспечено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5115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1152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5115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1152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5115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1152">
              <w:rPr>
                <w:sz w:val="16"/>
                <w:szCs w:val="16"/>
              </w:rPr>
              <w:t>х</w:t>
            </w:r>
          </w:p>
        </w:tc>
      </w:tr>
      <w:tr w:rsidR="00974806" w:rsidRPr="00FB2ED1" w:rsidTr="005D6747">
        <w:trPr>
          <w:gridAfter w:val="1"/>
          <w:wAfter w:w="1226" w:type="dxa"/>
          <w:cantSplit/>
          <w:trHeight w:val="9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2.03.6</w:t>
            </w:r>
          </w:p>
          <w:p w:rsidR="00974806" w:rsidRPr="00112222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Предоставление субсидии транспортным организациям и индивидуальным предпринимателям всех форм собственности, осуществляющим перевозки пассажиров по регулярным маршрутам на территории Курской области, на возмещение фактически понесенных затрат, связанных с проведением профилактических мероприятий и дезинфекции транспортных средств (автомобильного и наземного электрического транспорта) в целях недопущения распространения новой </w:t>
            </w:r>
            <w:proofErr w:type="spellStart"/>
            <w:r>
              <w:rPr>
                <w:sz w:val="16"/>
                <w:szCs w:val="16"/>
              </w:rPr>
              <w:t>коронавирусной</w:t>
            </w:r>
            <w:proofErr w:type="spellEnd"/>
            <w:r>
              <w:rPr>
                <w:sz w:val="16"/>
                <w:szCs w:val="16"/>
              </w:rPr>
              <w:t xml:space="preserve"> инфекции (2019-</w:t>
            </w:r>
            <w:proofErr w:type="spellStart"/>
            <w:r>
              <w:rPr>
                <w:sz w:val="16"/>
                <w:szCs w:val="16"/>
                <w:lang w:val="en-US"/>
              </w:rPr>
              <w:t>nCoV</w:t>
            </w:r>
            <w:proofErr w:type="spellEnd"/>
            <w:r w:rsidRPr="00112222">
              <w:rPr>
                <w:sz w:val="16"/>
                <w:szCs w:val="16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11222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дезинфекции транспортных средств на территории Курской области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844 0408 17203 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12080 800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1 000,000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</w:tr>
      <w:tr w:rsidR="00974806" w:rsidRPr="00FB2ED1" w:rsidTr="005D6747">
        <w:trPr>
          <w:gridAfter w:val="1"/>
          <w:wAfter w:w="1226" w:type="dxa"/>
          <w:cantSplit/>
          <w:trHeight w:val="9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Контрольное событие программы 2.03.6.1</w:t>
            </w:r>
          </w:p>
          <w:p w:rsidR="00974806" w:rsidRPr="003B699E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3B699E">
              <w:rPr>
                <w:sz w:val="16"/>
                <w:szCs w:val="16"/>
              </w:rPr>
              <w:t xml:space="preserve">Дезинфекция </w:t>
            </w:r>
            <w:r>
              <w:rPr>
                <w:sz w:val="16"/>
                <w:szCs w:val="16"/>
              </w:rPr>
              <w:t>транспортных средств проведена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5C3D4C">
              <w:rPr>
                <w:sz w:val="16"/>
                <w:szCs w:val="16"/>
              </w:rPr>
              <w:t>х</w:t>
            </w:r>
          </w:p>
        </w:tc>
      </w:tr>
      <w:tr w:rsidR="00974806" w:rsidRPr="00FB2ED1" w:rsidTr="005D6747">
        <w:trPr>
          <w:gridAfter w:val="1"/>
          <w:wAfter w:w="1226" w:type="dxa"/>
          <w:cantSplit/>
          <w:trHeight w:val="9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2.03.7</w:t>
            </w:r>
          </w:p>
          <w:p w:rsidR="00974806" w:rsidRPr="00112222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Заключение контрактов на выполнение работ, связанных с осуществлением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Заключение контрактов на выполнение работ, связанных с осуществлением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54BE5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4BE5">
              <w:rPr>
                <w:sz w:val="16"/>
                <w:szCs w:val="16"/>
              </w:rPr>
              <w:t>01.01.2021 01.01.2022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4BE5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844 0408 17203 </w:t>
            </w:r>
          </w:p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12080 </w:t>
            </w:r>
            <w:r>
              <w:rPr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476408" w:rsidP="00974806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  <w:r w:rsidRPr="00476408">
              <w:rPr>
                <w:sz w:val="16"/>
                <w:szCs w:val="16"/>
              </w:rPr>
              <w:t>228 734,450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E151F" w:rsidRDefault="00974806" w:rsidP="00974806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  <w:r w:rsidRPr="00CE151F">
              <w:rPr>
                <w:sz w:val="16"/>
                <w:szCs w:val="16"/>
              </w:rPr>
              <w:t>306 428,148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CE151F" w:rsidRDefault="00974806" w:rsidP="00974806">
            <w:pPr>
              <w:pStyle w:val="ConsPlusCell"/>
              <w:jc w:val="center"/>
              <w:rPr>
                <w:sz w:val="16"/>
                <w:szCs w:val="16"/>
                <w:highlight w:val="yellow"/>
              </w:rPr>
            </w:pPr>
            <w:r w:rsidRPr="00CE151F">
              <w:rPr>
                <w:sz w:val="16"/>
                <w:szCs w:val="16"/>
              </w:rPr>
              <w:t>306 428,148</w:t>
            </w:r>
          </w:p>
        </w:tc>
      </w:tr>
      <w:tr w:rsidR="00974806" w:rsidRPr="00FB2ED1" w:rsidTr="005D6747">
        <w:trPr>
          <w:gridAfter w:val="1"/>
          <w:wAfter w:w="1226" w:type="dxa"/>
          <w:cantSplit/>
          <w:trHeight w:val="9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3B699E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Контрольное событие программы 2.03.7.1</w:t>
            </w:r>
          </w:p>
          <w:p w:rsidR="00974806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Контракты на выполнение работ, связанных с осуществлением регулярных перевозок пассажиров и багажа автомобильным транспортом по регулируемым тарифам заключены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5C3D4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974806" w:rsidRPr="00FB2ED1" w:rsidTr="005D6747">
        <w:trPr>
          <w:gridAfter w:val="1"/>
          <w:wAfter w:w="1226" w:type="dxa"/>
          <w:cantSplit/>
          <w:trHeight w:val="9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Мероприятие 2.03.8</w:t>
            </w:r>
          </w:p>
          <w:p w:rsidR="00974806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другим видам транспорта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Приобретение подвижного состава для г. Курска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844 0408 17203 </w:t>
            </w:r>
          </w:p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12080 </w:t>
            </w:r>
            <w:r>
              <w:rPr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5115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1152">
              <w:rPr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5115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1152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5115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D51152">
              <w:rPr>
                <w:sz w:val="16"/>
                <w:szCs w:val="16"/>
              </w:rPr>
              <w:t>х</w:t>
            </w:r>
          </w:p>
        </w:tc>
      </w:tr>
      <w:tr w:rsidR="00974806" w:rsidRPr="00FB2ED1" w:rsidTr="005D6747">
        <w:trPr>
          <w:gridAfter w:val="1"/>
          <w:wAfter w:w="1226" w:type="dxa"/>
          <w:cantSplit/>
          <w:trHeight w:val="9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3B699E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Контрольное событие программы 2.03.8.1</w:t>
            </w:r>
          </w:p>
          <w:p w:rsidR="00974806" w:rsidRPr="00D01AED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Приобретение подвижного состава для г. Курска  реализовано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5115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5115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D51152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974806" w:rsidRPr="00FB2ED1" w:rsidTr="00941747">
        <w:trPr>
          <w:gridAfter w:val="1"/>
          <w:wAfter w:w="1226" w:type="dxa"/>
          <w:cantSplit/>
          <w:trHeight w:val="486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2.4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Основное мероприятие 2.04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Обеспечение деятельности подведомственного государственного учреждения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ОКУ «ЦТУ»/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Директор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</w:t>
            </w:r>
            <w:r w:rsidRPr="00FB2ED1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>Н.</w:t>
            </w:r>
            <w:r w:rsidRPr="00FB2ED1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Степанов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Обеспечение деятельности подведомственного государственного учреждения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01.01.2021</w:t>
            </w:r>
          </w:p>
          <w:p w:rsidR="00974806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01.01.2023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41747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41747">
              <w:rPr>
                <w:b/>
                <w:sz w:val="16"/>
                <w:szCs w:val="16"/>
              </w:rPr>
              <w:t>844 0408 17204 00000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646294" w:rsidRDefault="00646294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46294">
              <w:rPr>
                <w:b/>
                <w:sz w:val="16"/>
                <w:szCs w:val="16"/>
              </w:rPr>
              <w:t>15 876,072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646294" w:rsidRDefault="00646294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46294">
              <w:rPr>
                <w:b/>
                <w:sz w:val="16"/>
                <w:szCs w:val="16"/>
              </w:rPr>
              <w:t>5 212,690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646294" w:rsidRDefault="00646294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46294">
              <w:rPr>
                <w:b/>
                <w:sz w:val="16"/>
                <w:szCs w:val="16"/>
              </w:rPr>
              <w:t>5 212,690</w:t>
            </w:r>
          </w:p>
        </w:tc>
      </w:tr>
      <w:tr w:rsidR="00974806" w:rsidRPr="00FB2ED1" w:rsidTr="005B0FD3">
        <w:trPr>
          <w:gridAfter w:val="1"/>
          <w:wAfter w:w="1226" w:type="dxa"/>
          <w:cantSplit/>
          <w:trHeight w:val="48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844 1004 17204 </w:t>
            </w:r>
            <w:r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F6F5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F6F53">
              <w:rPr>
                <w:b/>
                <w:sz w:val="16"/>
                <w:szCs w:val="16"/>
              </w:rPr>
              <w:t>0,600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F6F5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F6F53">
              <w:rPr>
                <w:b/>
                <w:sz w:val="16"/>
                <w:szCs w:val="16"/>
              </w:rPr>
              <w:t>0,100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F6F5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F6F53">
              <w:rPr>
                <w:b/>
                <w:sz w:val="16"/>
                <w:szCs w:val="16"/>
              </w:rPr>
              <w:t>0,000</w:t>
            </w:r>
          </w:p>
        </w:tc>
      </w:tr>
      <w:tr w:rsidR="00974806" w:rsidRPr="00FB2ED1" w:rsidTr="005B0FD3">
        <w:trPr>
          <w:gridAfter w:val="1"/>
          <w:wAfter w:w="1226" w:type="dxa"/>
          <w:cantSplit/>
          <w:trHeight w:val="56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</w:t>
            </w:r>
            <w:r>
              <w:rPr>
                <w:b/>
                <w:sz w:val="16"/>
                <w:szCs w:val="16"/>
              </w:rPr>
              <w:t>0408</w:t>
            </w:r>
            <w:r w:rsidRPr="00FB2ED1">
              <w:rPr>
                <w:b/>
                <w:sz w:val="16"/>
                <w:szCs w:val="16"/>
              </w:rPr>
              <w:t xml:space="preserve"> 17204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10010 100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646294" w:rsidRDefault="00646294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46294">
              <w:rPr>
                <w:b/>
                <w:sz w:val="16"/>
                <w:szCs w:val="16"/>
              </w:rPr>
              <w:t>3 925,384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646294" w:rsidRDefault="00646294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46294">
              <w:rPr>
                <w:b/>
                <w:sz w:val="16"/>
                <w:szCs w:val="16"/>
              </w:rPr>
              <w:t>4 210,802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646294" w:rsidRDefault="00646294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646294">
              <w:rPr>
                <w:b/>
                <w:sz w:val="16"/>
                <w:szCs w:val="16"/>
              </w:rPr>
              <w:t>4 210,802</w:t>
            </w:r>
          </w:p>
        </w:tc>
      </w:tr>
      <w:tr w:rsidR="00974806" w:rsidRPr="00FB2ED1" w:rsidTr="005B0FD3">
        <w:trPr>
          <w:gridAfter w:val="1"/>
          <w:wAfter w:w="1226" w:type="dxa"/>
          <w:cantSplit/>
          <w:trHeight w:val="551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844 0408</w:t>
            </w:r>
            <w:r w:rsidRPr="00FB2ED1">
              <w:rPr>
                <w:b/>
                <w:sz w:val="16"/>
                <w:szCs w:val="16"/>
              </w:rPr>
              <w:t xml:space="preserve"> 17204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10010 200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15770E" w:rsidRDefault="00646294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11 937,588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15770E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646294">
              <w:rPr>
                <w:b/>
                <w:sz w:val="16"/>
                <w:szCs w:val="16"/>
              </w:rPr>
              <w:t>988,788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15770E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15770E">
              <w:rPr>
                <w:b/>
                <w:sz w:val="16"/>
                <w:szCs w:val="16"/>
              </w:rPr>
              <w:t>988,788</w:t>
            </w:r>
          </w:p>
        </w:tc>
      </w:tr>
      <w:tr w:rsidR="00974806" w:rsidRPr="00FB2ED1" w:rsidTr="005B0FD3">
        <w:trPr>
          <w:gridAfter w:val="1"/>
          <w:wAfter w:w="1226" w:type="dxa"/>
          <w:cantSplit/>
          <w:trHeight w:val="55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844 0408</w:t>
            </w:r>
            <w:r w:rsidRPr="00FB2ED1">
              <w:rPr>
                <w:b/>
                <w:sz w:val="16"/>
                <w:szCs w:val="16"/>
              </w:rPr>
              <w:t xml:space="preserve"> 17204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10010 800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F6F53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3F6F53">
              <w:rPr>
                <w:b/>
                <w:sz w:val="16"/>
                <w:szCs w:val="16"/>
              </w:rPr>
              <w:t>13,100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F6F53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3F6F53">
              <w:rPr>
                <w:b/>
                <w:sz w:val="16"/>
                <w:szCs w:val="16"/>
              </w:rPr>
              <w:t>13,100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F6F53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3F6F53">
              <w:rPr>
                <w:b/>
                <w:sz w:val="16"/>
                <w:szCs w:val="16"/>
              </w:rPr>
              <w:t>13,100</w:t>
            </w:r>
          </w:p>
        </w:tc>
      </w:tr>
      <w:tr w:rsidR="00974806" w:rsidRPr="00FB2ED1" w:rsidTr="00F44619">
        <w:trPr>
          <w:gridAfter w:val="1"/>
          <w:wAfter w:w="1226" w:type="dxa"/>
          <w:cantSplit/>
          <w:trHeight w:val="55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844 1004 17204 10010 100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F6F5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F6F53">
              <w:rPr>
                <w:b/>
                <w:sz w:val="16"/>
                <w:szCs w:val="16"/>
              </w:rPr>
              <w:t>0,600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F6F5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F6F53">
              <w:rPr>
                <w:b/>
                <w:sz w:val="16"/>
                <w:szCs w:val="16"/>
              </w:rPr>
              <w:t>0,100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F6F53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F6F53">
              <w:rPr>
                <w:b/>
                <w:sz w:val="16"/>
                <w:szCs w:val="16"/>
              </w:rPr>
              <w:t>0,000</w:t>
            </w:r>
          </w:p>
        </w:tc>
      </w:tr>
      <w:tr w:rsidR="00974806" w:rsidRPr="00FB2ED1" w:rsidTr="009879B7">
        <w:trPr>
          <w:gridAfter w:val="1"/>
          <w:wAfter w:w="1226" w:type="dxa"/>
          <w:cantSplit/>
          <w:trHeight w:val="165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2.04.1</w:t>
            </w:r>
          </w:p>
          <w:p w:rsidR="00974806" w:rsidRPr="00FB2ED1" w:rsidRDefault="00974806" w:rsidP="00974806">
            <w:pPr>
              <w:pStyle w:val="ConsPlusCell"/>
              <w:rPr>
                <w:b/>
                <w:i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Единые социальные проездные билеты (ЕСПБ) реализованы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ОКУ «ЦТУ»/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Директор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А.Н</w:t>
            </w:r>
            <w:r w:rsidRPr="00FB2ED1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Степанов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B17FCA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B17FCA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B17FCA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B17FCA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B17FCA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B17FCA">
              <w:rPr>
                <w:sz w:val="16"/>
                <w:szCs w:val="16"/>
              </w:rPr>
              <w:t>х</w:t>
            </w:r>
          </w:p>
        </w:tc>
      </w:tr>
      <w:tr w:rsidR="00974806" w:rsidRPr="00FB2ED1" w:rsidTr="009879B7">
        <w:trPr>
          <w:gridAfter w:val="1"/>
          <w:wAfter w:w="1226" w:type="dxa"/>
          <w:cantSplit/>
          <w:trHeight w:val="10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f8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</w:t>
            </w:r>
            <w:r>
              <w:rPr>
                <w:b/>
                <w:sz w:val="16"/>
                <w:szCs w:val="16"/>
              </w:rPr>
              <w:t>нтрольное событие программы 2.04.2</w:t>
            </w:r>
          </w:p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Целевые показатели (индикаторы) подпрограммы 2 «Развитие пассажирских перевозок в Курской области» достигнуты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31.12.2021</w:t>
            </w:r>
          </w:p>
          <w:p w:rsidR="00974806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050FD4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050FD4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050FD4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050FD4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050FD4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050FD4">
              <w:rPr>
                <w:sz w:val="16"/>
                <w:szCs w:val="16"/>
              </w:rPr>
              <w:t>х</w:t>
            </w:r>
          </w:p>
        </w:tc>
      </w:tr>
      <w:tr w:rsidR="00974806" w:rsidRPr="00FB2ED1" w:rsidTr="009879B7">
        <w:trPr>
          <w:gridAfter w:val="1"/>
          <w:wAfter w:w="1226" w:type="dxa"/>
          <w:cantSplit/>
          <w:trHeight w:val="91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B63CC2" w:rsidRDefault="00974806" w:rsidP="00974806">
            <w:pPr>
              <w:pStyle w:val="af8"/>
              <w:jc w:val="center"/>
              <w:rPr>
                <w:b/>
                <w:sz w:val="16"/>
                <w:szCs w:val="16"/>
              </w:rPr>
            </w:pPr>
            <w:r w:rsidRPr="00B63CC2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Подпрограмма 3 "Повышение безопасности дорожного движения в Курской области"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20 946,184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974806" w:rsidP="00974806">
            <w:pPr>
              <w:jc w:val="center"/>
              <w:rPr>
                <w:sz w:val="16"/>
                <w:szCs w:val="16"/>
              </w:rPr>
            </w:pPr>
            <w:r w:rsidRPr="003060E8">
              <w:rPr>
                <w:b/>
                <w:sz w:val="16"/>
                <w:szCs w:val="16"/>
              </w:rPr>
              <w:t>31 322,175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3060E8" w:rsidRDefault="00974806" w:rsidP="00974806">
            <w:pPr>
              <w:jc w:val="center"/>
              <w:rPr>
                <w:sz w:val="16"/>
                <w:szCs w:val="16"/>
              </w:rPr>
            </w:pPr>
            <w:r w:rsidRPr="003060E8">
              <w:rPr>
                <w:b/>
                <w:sz w:val="16"/>
                <w:szCs w:val="16"/>
              </w:rPr>
              <w:t>31 322,175</w:t>
            </w:r>
          </w:p>
        </w:tc>
      </w:tr>
      <w:tr w:rsidR="00974806" w:rsidRPr="002B7B9E" w:rsidTr="009879B7">
        <w:trPr>
          <w:gridAfter w:val="1"/>
          <w:wAfter w:w="1226" w:type="dxa"/>
          <w:cantSplit/>
          <w:trHeight w:val="240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Основное мероприятие 3.01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Обеспечение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01.01.2021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01.01.2022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31.12.2021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31.12.2022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 xml:space="preserve">803 0704 17301 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346,184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422,175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422,175</w:t>
            </w:r>
          </w:p>
        </w:tc>
      </w:tr>
      <w:tr w:rsidR="00974806" w:rsidRPr="00FB2ED1" w:rsidTr="005D2E14">
        <w:trPr>
          <w:gridAfter w:val="1"/>
          <w:wAfter w:w="1226" w:type="dxa"/>
          <w:cantSplit/>
          <w:trHeight w:val="1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4806" w:rsidRPr="007F720B" w:rsidRDefault="00974806" w:rsidP="00974806">
            <w:pPr>
              <w:pStyle w:val="ConsPlusCell"/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974806" w:rsidRPr="00FB2ED1" w:rsidTr="005E4D83">
        <w:trPr>
          <w:gridAfter w:val="1"/>
          <w:wAfter w:w="1226" w:type="dxa"/>
          <w:trHeight w:val="13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5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3.1.1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Мероприятие 3.01.1</w:t>
            </w:r>
          </w:p>
          <w:p w:rsidR="00974806" w:rsidRPr="007F720B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Проведение акций: Внимание –</w:t>
            </w:r>
            <w:proofErr w:type="spellStart"/>
            <w:r w:rsidRPr="007F720B">
              <w:rPr>
                <w:sz w:val="16"/>
                <w:szCs w:val="16"/>
              </w:rPr>
              <w:t>дети!</w:t>
            </w:r>
            <w:proofErr w:type="gramStart"/>
            <w:r w:rsidRPr="007F720B">
              <w:rPr>
                <w:sz w:val="16"/>
                <w:szCs w:val="16"/>
              </w:rPr>
              <w:t>»,«</w:t>
            </w:r>
            <w:proofErr w:type="gramEnd"/>
            <w:r w:rsidRPr="007F720B">
              <w:rPr>
                <w:sz w:val="16"/>
                <w:szCs w:val="16"/>
              </w:rPr>
              <w:t>Внимание</w:t>
            </w:r>
            <w:proofErr w:type="spellEnd"/>
            <w:r w:rsidRPr="007F720B">
              <w:rPr>
                <w:sz w:val="16"/>
                <w:szCs w:val="16"/>
              </w:rPr>
              <w:t xml:space="preserve"> – пешеход!», «Вежливый водитель», «Зебра», «Школьные каникулы», «День памяти жертв ДТП», «Пожилой пешеход», «День знаний», «День защиты детей».  Привлечение информационных и рекламных агентств к проведению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оформление </w:t>
            </w:r>
            <w:r w:rsidRPr="007F720B">
              <w:rPr>
                <w:sz w:val="16"/>
                <w:szCs w:val="16"/>
              </w:rPr>
              <w:lastRenderedPageBreak/>
              <w:t>подписки на газеты «Добрая дорога детства», «</w:t>
            </w:r>
            <w:r w:rsidRPr="007F720B">
              <w:rPr>
                <w:sz w:val="16"/>
                <w:szCs w:val="16"/>
                <w:lang w:val="en-US"/>
              </w:rPr>
              <w:t>Stop</w:t>
            </w:r>
            <w:r w:rsidRPr="007F720B">
              <w:rPr>
                <w:sz w:val="16"/>
                <w:szCs w:val="16"/>
              </w:rPr>
              <w:t>-газета».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Комитет социального обеспечения, материнства и детства Курской области/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Председатель комитета социального обеспечения, материнства и детства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 xml:space="preserve">Т.А. </w:t>
            </w:r>
            <w:proofErr w:type="spellStart"/>
            <w:r w:rsidRPr="007F720B">
              <w:rPr>
                <w:sz w:val="16"/>
                <w:szCs w:val="16"/>
              </w:rPr>
              <w:t>Сукновалова</w:t>
            </w:r>
            <w:proofErr w:type="spellEnd"/>
          </w:p>
          <w:p w:rsidR="00974806" w:rsidRPr="007F720B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Обеспечение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  <w:lang w:val="en-US"/>
              </w:rPr>
              <w:t>1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  <w:lang w:val="en-US"/>
              </w:rPr>
              <w:t>2</w:t>
            </w:r>
          </w:p>
          <w:p w:rsidR="00974806" w:rsidRPr="009879B7" w:rsidRDefault="00974806" w:rsidP="00974806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 w:rsidRPr="007F720B">
              <w:rPr>
                <w:sz w:val="16"/>
                <w:szCs w:val="16"/>
              </w:rPr>
              <w:t>01.01.202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31.12.2021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31.12.2022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 xml:space="preserve">805 1006 17301 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12090 200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-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-</w:t>
            </w:r>
          </w:p>
        </w:tc>
      </w:tr>
      <w:tr w:rsidR="00974806" w:rsidRPr="007F720B" w:rsidTr="005E4D83">
        <w:trPr>
          <w:gridAfter w:val="1"/>
          <w:wAfter w:w="1226" w:type="dxa"/>
          <w:cantSplit/>
          <w:trHeight w:val="16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Контрольное событие программы 3.01.1.1</w:t>
            </w:r>
          </w:p>
          <w:p w:rsidR="00974806" w:rsidRPr="007F720B" w:rsidRDefault="00974806" w:rsidP="00974806">
            <w:pPr>
              <w:pStyle w:val="ConsPlusCell"/>
              <w:rPr>
                <w:b/>
                <w:i/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Проведение акций по пропаганде дорожного движения организовано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31.12.2021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31.12.2022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</w:tr>
      <w:tr w:rsidR="00974806" w:rsidRPr="007F720B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Контрольное событие программы 3.01.1.2</w:t>
            </w:r>
          </w:p>
          <w:p w:rsidR="00974806" w:rsidRPr="007F720B" w:rsidRDefault="00974806" w:rsidP="00974806">
            <w:pPr>
              <w:pStyle w:val="ConsPlusCell"/>
              <w:rPr>
                <w:b/>
                <w:i/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Печатная продукция (листовки, плакаты, календари) на тему «Пожилой пешеход» участникам  дорожного движения распространена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Комитет социального обеспечения, материнства и детства Курской области/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Председатель комитета социального обеспечения, материнства и детства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 xml:space="preserve">Т.А. </w:t>
            </w:r>
            <w:proofErr w:type="spellStart"/>
            <w:r w:rsidRPr="007F720B">
              <w:rPr>
                <w:sz w:val="16"/>
                <w:szCs w:val="16"/>
              </w:rPr>
              <w:t>Сукновалова</w:t>
            </w:r>
            <w:proofErr w:type="spellEnd"/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203B2A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31.12.2021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31.12.2022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х</w:t>
            </w:r>
          </w:p>
        </w:tc>
      </w:tr>
      <w:tr w:rsidR="00974806" w:rsidRPr="007F720B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5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3.1.2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rPr>
                <w:b/>
                <w:sz w:val="16"/>
                <w:szCs w:val="16"/>
              </w:rPr>
            </w:pPr>
            <w:r w:rsidRPr="00FA76CC">
              <w:rPr>
                <w:b/>
                <w:sz w:val="16"/>
                <w:szCs w:val="16"/>
              </w:rPr>
              <w:t>Мероприятие 3.01.2</w:t>
            </w:r>
          </w:p>
          <w:p w:rsidR="00974806" w:rsidRPr="00FA76CC" w:rsidRDefault="00974806" w:rsidP="00974806">
            <w:pPr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Оснащение современными техническими средствами и средствами обучения (уголки по ПДД, тренажеры, компьютерные программы, учебная техника – автомобили) базовых областных бюджетных профессиональных образовательных учреждений, находящихся в ведении Курской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Обеспечение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01.01.2021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01.01.2022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31.12.2021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31.12.2022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 xml:space="preserve">803 0704 17301 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12090 600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346,184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422,175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422,175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3.01.2.1</w:t>
            </w:r>
          </w:p>
          <w:p w:rsidR="00974806" w:rsidRPr="00FB2ED1" w:rsidRDefault="00974806" w:rsidP="00974806">
            <w:pPr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Современными техническими средствами и средствами обучения (уголки по ПДД, тренажеры, компьютерные программы, учебная техника – автомобили) базовые областные бюджетные профессиональные образовательные учреждения, находя</w:t>
            </w:r>
            <w:r>
              <w:rPr>
                <w:sz w:val="16"/>
                <w:szCs w:val="16"/>
              </w:rPr>
              <w:t xml:space="preserve">щиеся в ведении Курской </w:t>
            </w:r>
            <w:proofErr w:type="spellStart"/>
            <w:r>
              <w:rPr>
                <w:sz w:val="16"/>
                <w:szCs w:val="16"/>
              </w:rPr>
              <w:t>области,</w:t>
            </w:r>
            <w:r w:rsidRPr="00FB2ED1">
              <w:rPr>
                <w:sz w:val="16"/>
                <w:szCs w:val="16"/>
              </w:rPr>
              <w:t>оснащены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5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3.1.3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3.01.3</w:t>
            </w:r>
          </w:p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Проведение детских конкурсов, викторин, сборов, фестивалей, а также профильных смен юных инспекторов движения</w:t>
            </w:r>
          </w:p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31.12.202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3.01.3.1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Областной конкурс-выставка «Богатство страны </w:t>
            </w:r>
            <w:proofErr w:type="spellStart"/>
            <w:r w:rsidRPr="00FB2ED1">
              <w:rPr>
                <w:sz w:val="16"/>
                <w:szCs w:val="16"/>
              </w:rPr>
              <w:t>Светофории</w:t>
            </w:r>
            <w:proofErr w:type="spellEnd"/>
            <w:r w:rsidRPr="00FB2ED1">
              <w:rPr>
                <w:sz w:val="16"/>
                <w:szCs w:val="16"/>
              </w:rPr>
              <w:t>» проведен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Контрольное </w:t>
            </w:r>
            <w:proofErr w:type="gramStart"/>
            <w:r w:rsidRPr="00FB2ED1">
              <w:rPr>
                <w:b/>
                <w:sz w:val="16"/>
                <w:szCs w:val="16"/>
              </w:rPr>
              <w:t>событие  программы</w:t>
            </w:r>
            <w:proofErr w:type="gramEnd"/>
            <w:r w:rsidRPr="00FB2ED1">
              <w:rPr>
                <w:b/>
                <w:sz w:val="16"/>
                <w:szCs w:val="16"/>
              </w:rPr>
              <w:t xml:space="preserve"> 3.01.3.2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Областной фестиваль «Правила дорожного движения – наши верные друзья» проведен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3.01.3.3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Областные соревнования «Безопасное колесо» проведены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3.01.3.4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Всероссийские соревнования «Безопасное колесо» проведены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3.01.3.5.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Профильная смена юных инспекторов движения организована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3.01.3.6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Турнир «Безопасная трасса-участникам дорожного движения» проведен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3.01.3.7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Конкурс рисунков по правилам дорожного движения «Детству - безопасные дороги» проведен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3.01.3.8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Участие во Всероссийской специализированной смене юных инспекторов движения </w:t>
            </w:r>
            <w:r w:rsidRPr="00401210">
              <w:rPr>
                <w:sz w:val="16"/>
                <w:szCs w:val="16"/>
              </w:rPr>
              <w:t xml:space="preserve">Всероссийском детском центре «Орлёнок» </w:t>
            </w:r>
            <w:r w:rsidRPr="00FB2ED1">
              <w:rPr>
                <w:sz w:val="16"/>
                <w:szCs w:val="16"/>
              </w:rPr>
              <w:t>организовано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a5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3.1.4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Мероприятие 3.01.4</w:t>
            </w:r>
          </w:p>
          <w:p w:rsidR="00974806" w:rsidRPr="00FB2ED1" w:rsidRDefault="00974806" w:rsidP="00974806">
            <w:pPr>
              <w:pStyle w:val="ConsPlusCell"/>
              <w:widowControl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Приобретение учебной и детской литературы, предметов детского обихода с использованием креатива и слоганов по безопасности дорожного движения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Обеспечение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3.01.4.1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Учебная и детская литература, предметы детского обихода с использованием креатива и слоганов по безопасности дорожного движения приобретена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области/ Председатель комитета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3.2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Основное мероприятие 3.02 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Расширение и (или) оптимизация автоматизированной системы фотосъемки и видеозаписи нарушений правил дорожного движения Российской Федерации на автомобильных дорогах общего пользования регионального или межмуниципального значения Курской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Повышение уровня безопасности дорожного движения за счет ограничения скоростного режима участниками дорожного движения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844 0409 17302 </w:t>
            </w:r>
            <w:r>
              <w:rPr>
                <w:b/>
                <w:sz w:val="16"/>
                <w:szCs w:val="16"/>
              </w:rPr>
              <w:t>000</w:t>
            </w:r>
            <w:r w:rsidRPr="00FB2ED1">
              <w:rPr>
                <w:b/>
                <w:sz w:val="16"/>
                <w:szCs w:val="16"/>
              </w:rPr>
              <w:t xml:space="preserve">00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6 078,000</w:t>
            </w: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15 000</w:t>
            </w:r>
            <w:r w:rsidRPr="00FB2ED1">
              <w:rPr>
                <w:b/>
                <w:sz w:val="16"/>
                <w:szCs w:val="16"/>
              </w:rPr>
              <w:t>,000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15 000</w:t>
            </w:r>
            <w:r w:rsidRPr="00FB2ED1">
              <w:rPr>
                <w:b/>
                <w:sz w:val="16"/>
                <w:szCs w:val="16"/>
              </w:rPr>
              <w:t>,000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56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в том числе: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  <w:r w:rsidRPr="00FB2ED1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Повышение уровня безопасности дорожного движения за счет ограничения скоростного режима участниками дорожного движения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844 0409 17302 12100  200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6 078,000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15 000</w:t>
            </w:r>
            <w:r w:rsidRPr="00FB2ED1">
              <w:rPr>
                <w:sz w:val="16"/>
                <w:szCs w:val="16"/>
              </w:rPr>
              <w:t>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15 000,</w:t>
            </w:r>
            <w:r w:rsidRPr="00FB2ED1">
              <w:rPr>
                <w:sz w:val="16"/>
                <w:szCs w:val="16"/>
              </w:rPr>
              <w:t>000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программы 3.02.1.1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Организационно-планировочные и инженерные мероприятия, направленные на совершенствование организации движения транспортных средств и пешеходов, осуществлены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DD4B7F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DD4B7F">
              <w:rPr>
                <w:b/>
                <w:sz w:val="16"/>
                <w:szCs w:val="16"/>
              </w:rPr>
              <w:t>3.3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Региональный проект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3.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r w:rsidRPr="00FB2ED1">
              <w:rPr>
                <w:b/>
                <w:sz w:val="16"/>
                <w:szCs w:val="16"/>
              </w:rPr>
              <w:t>2. «Общесистемные меры развития дорожного хозяйства»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Повышение уровня безопасности дорожного движения за счет ограничения скоростного режима участниками дорожного движения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844 0409 17 3 </w:t>
            </w:r>
            <w:r w:rsidRPr="00FB2ED1">
              <w:rPr>
                <w:b/>
                <w:sz w:val="16"/>
                <w:szCs w:val="16"/>
                <w:lang w:val="en-US"/>
              </w:rPr>
              <w:t>R2</w:t>
            </w:r>
            <w:r w:rsidRPr="00FB2ED1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000</w:t>
            </w:r>
            <w:r w:rsidRPr="00FB2ED1">
              <w:rPr>
                <w:b/>
                <w:sz w:val="16"/>
                <w:szCs w:val="16"/>
              </w:rPr>
              <w:t xml:space="preserve">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C4BA8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13 622</w:t>
            </w:r>
            <w:r w:rsidRPr="009C4BA8">
              <w:rPr>
                <w:b/>
                <w:sz w:val="16"/>
                <w:szCs w:val="16"/>
              </w:rPr>
              <w:t>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C4BA8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15 000</w:t>
            </w:r>
            <w:r w:rsidRPr="009C4BA8">
              <w:rPr>
                <w:b/>
                <w:sz w:val="16"/>
                <w:szCs w:val="16"/>
              </w:rPr>
              <w:t>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C4BA8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9C4BA8">
              <w:rPr>
                <w:b/>
                <w:sz w:val="16"/>
                <w:szCs w:val="16"/>
              </w:rPr>
              <w:t>15 000,000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Мероприятие </w:t>
            </w:r>
            <w:proofErr w:type="gramStart"/>
            <w:r w:rsidRPr="00FB2ED1">
              <w:rPr>
                <w:b/>
                <w:sz w:val="16"/>
                <w:szCs w:val="16"/>
              </w:rPr>
              <w:t>3.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B2ED1">
              <w:rPr>
                <w:b/>
                <w:sz w:val="16"/>
                <w:szCs w:val="16"/>
              </w:rPr>
              <w:t>2.1</w:t>
            </w:r>
          </w:p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Повышение уровня безопасности дорожного движения за счет ограничения скоростного режима участниками дорожного движения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 xml:space="preserve">844 0409 17 3 </w:t>
            </w:r>
            <w:r w:rsidRPr="00FB2ED1">
              <w:rPr>
                <w:sz w:val="16"/>
                <w:szCs w:val="16"/>
                <w:lang w:val="en-US"/>
              </w:rPr>
              <w:t>R2</w:t>
            </w:r>
            <w:r w:rsidRPr="00FB2ED1">
              <w:rPr>
                <w:sz w:val="16"/>
                <w:szCs w:val="16"/>
              </w:rPr>
              <w:t xml:space="preserve"> 12100 200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C4BA8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13 622</w:t>
            </w:r>
            <w:r w:rsidRPr="009C4BA8">
              <w:rPr>
                <w:sz w:val="16"/>
                <w:szCs w:val="16"/>
              </w:rPr>
              <w:t>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C4BA8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15 000</w:t>
            </w:r>
            <w:r w:rsidRPr="009C4BA8">
              <w:rPr>
                <w:sz w:val="16"/>
                <w:szCs w:val="16"/>
              </w:rPr>
              <w:t>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9C4BA8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9C4BA8">
              <w:rPr>
                <w:sz w:val="16"/>
                <w:szCs w:val="16"/>
              </w:rPr>
              <w:t>15 000,000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3.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r w:rsidRPr="00FB2ED1">
              <w:rPr>
                <w:b/>
                <w:sz w:val="16"/>
                <w:szCs w:val="16"/>
              </w:rPr>
              <w:t xml:space="preserve">2.1 </w:t>
            </w:r>
            <w:r w:rsidRPr="00FB2ED1">
              <w:rPr>
                <w:sz w:val="16"/>
                <w:szCs w:val="16"/>
              </w:rPr>
              <w:t>Организационно-планировочные и инженерные мероприятия</w:t>
            </w:r>
            <w:r>
              <w:rPr>
                <w:sz w:val="16"/>
                <w:szCs w:val="16"/>
              </w:rPr>
              <w:t xml:space="preserve"> – стационарные камеры фото-видео фиксации нарушения правил дорожного движения на автомобильных  дорогах федерального, регионального, межмуниципального и местного значения размещены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Председатель комитета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С.В. Солдатенков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354A84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54A84">
              <w:rPr>
                <w:b/>
                <w:sz w:val="16"/>
                <w:szCs w:val="16"/>
              </w:rPr>
              <w:t>3.4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7F720B">
              <w:rPr>
                <w:b/>
                <w:bCs/>
                <w:sz w:val="16"/>
                <w:szCs w:val="16"/>
              </w:rPr>
              <w:t>3. Региональный проект R3 «Безопасность дорожного движения»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Комитет образования и науки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7F720B">
              <w:rPr>
                <w:sz w:val="16"/>
                <w:szCs w:val="16"/>
              </w:rPr>
              <w:t>Н.А. Пархоменко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Cs/>
                <w:sz w:val="16"/>
                <w:szCs w:val="16"/>
              </w:rPr>
            </w:pPr>
            <w:r w:rsidRPr="007F720B">
              <w:rPr>
                <w:bCs/>
                <w:sz w:val="16"/>
                <w:szCs w:val="16"/>
              </w:rPr>
              <w:t>комитет региональной безопасности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Cs/>
                <w:sz w:val="16"/>
                <w:szCs w:val="16"/>
              </w:rPr>
            </w:pPr>
            <w:r w:rsidRPr="007F720B">
              <w:rPr>
                <w:bCs/>
                <w:sz w:val="16"/>
                <w:szCs w:val="16"/>
              </w:rPr>
              <w:t>М.Н. Горбунов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Cs/>
                <w:sz w:val="16"/>
                <w:szCs w:val="16"/>
              </w:rPr>
            </w:pPr>
            <w:r w:rsidRPr="007F720B">
              <w:rPr>
                <w:bCs/>
                <w:sz w:val="16"/>
                <w:szCs w:val="16"/>
              </w:rPr>
              <w:t xml:space="preserve"> УГИБДД УМВД России по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Cs/>
                <w:sz w:val="16"/>
                <w:szCs w:val="16"/>
              </w:rPr>
            </w:pPr>
            <w:r w:rsidRPr="007F720B">
              <w:rPr>
                <w:bCs/>
                <w:sz w:val="16"/>
                <w:szCs w:val="16"/>
              </w:rPr>
              <w:t xml:space="preserve">А.В. Фарафонов, 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Cs/>
                <w:sz w:val="16"/>
                <w:szCs w:val="16"/>
              </w:rPr>
            </w:pPr>
            <w:r w:rsidRPr="007F720B">
              <w:rPr>
                <w:bCs/>
                <w:sz w:val="16"/>
                <w:szCs w:val="16"/>
              </w:rPr>
              <w:t>комитет транспорта и автомобильных дорог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Cs/>
                <w:sz w:val="16"/>
                <w:szCs w:val="16"/>
              </w:rPr>
            </w:pPr>
            <w:r w:rsidRPr="007F720B">
              <w:rPr>
                <w:bCs/>
                <w:sz w:val="16"/>
                <w:szCs w:val="16"/>
              </w:rPr>
              <w:t>С.В. Солдатенков,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Cs/>
                <w:sz w:val="16"/>
                <w:szCs w:val="16"/>
              </w:rPr>
            </w:pPr>
            <w:r w:rsidRPr="007F720B">
              <w:rPr>
                <w:bCs/>
                <w:sz w:val="16"/>
                <w:szCs w:val="16"/>
              </w:rPr>
              <w:t>комитет здравоохранения Курской области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Cs/>
                <w:sz w:val="16"/>
                <w:szCs w:val="16"/>
              </w:rPr>
            </w:pPr>
            <w:r w:rsidRPr="007F720B">
              <w:rPr>
                <w:bCs/>
                <w:sz w:val="16"/>
                <w:szCs w:val="16"/>
              </w:rPr>
              <w:t xml:space="preserve">Е.А. </w:t>
            </w:r>
            <w:proofErr w:type="spellStart"/>
            <w:r w:rsidRPr="007F720B">
              <w:rPr>
                <w:bCs/>
                <w:sz w:val="16"/>
                <w:szCs w:val="16"/>
              </w:rPr>
              <w:t>Палферова</w:t>
            </w:r>
            <w:proofErr w:type="spellEnd"/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CB25CA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CB25CA">
              <w:rPr>
                <w:b/>
                <w:sz w:val="16"/>
                <w:szCs w:val="16"/>
              </w:rPr>
              <w:t xml:space="preserve">Совершенствование обучения детей основам </w:t>
            </w:r>
            <w:hyperlink r:id="rId8" w:history="1">
              <w:r w:rsidRPr="00CB25CA">
                <w:rPr>
                  <w:b/>
                  <w:sz w:val="16"/>
                  <w:szCs w:val="16"/>
                </w:rPr>
                <w:t>Правил</w:t>
              </w:r>
            </w:hyperlink>
            <w:r w:rsidRPr="00CB25CA">
              <w:rPr>
                <w:b/>
                <w:sz w:val="16"/>
                <w:szCs w:val="16"/>
              </w:rPr>
              <w:t xml:space="preserve"> дорожного движения и привития им навыков безопасного поведения на дорогах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01.01.2021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01.01.2022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31.12.2021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31.12.2022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803 0703 173</w:t>
            </w:r>
            <w:r w:rsidRPr="007F720B">
              <w:rPr>
                <w:b/>
                <w:sz w:val="16"/>
                <w:szCs w:val="16"/>
                <w:lang w:val="en-US"/>
              </w:rPr>
              <w:t>R</w:t>
            </w:r>
            <w:r w:rsidRPr="007F720B">
              <w:rPr>
                <w:b/>
                <w:sz w:val="16"/>
                <w:szCs w:val="16"/>
              </w:rPr>
              <w:t xml:space="preserve">3 </w:t>
            </w:r>
          </w:p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900,000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900,000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7F720B" w:rsidRDefault="00974806" w:rsidP="00974806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7F720B">
              <w:rPr>
                <w:b/>
                <w:sz w:val="16"/>
                <w:szCs w:val="16"/>
              </w:rPr>
              <w:t>900,000</w:t>
            </w:r>
          </w:p>
        </w:tc>
      </w:tr>
      <w:tr w:rsidR="00974806" w:rsidRPr="00FB2ED1" w:rsidTr="005E4D83">
        <w:trPr>
          <w:gridAfter w:val="1"/>
          <w:wAfter w:w="1226" w:type="dxa"/>
          <w:cantSplit/>
          <w:trHeight w:val="10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3.</w:t>
            </w:r>
            <w:r>
              <w:rPr>
                <w:sz w:val="16"/>
                <w:szCs w:val="16"/>
              </w:rPr>
              <w:t>4</w:t>
            </w:r>
            <w:r w:rsidRPr="00FB2ED1">
              <w:rPr>
                <w:sz w:val="16"/>
                <w:szCs w:val="16"/>
              </w:rPr>
              <w:t>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A76CC">
              <w:rPr>
                <w:b/>
                <w:sz w:val="16"/>
                <w:szCs w:val="16"/>
              </w:rPr>
              <w:t xml:space="preserve">Мероприятие </w:t>
            </w:r>
            <w:proofErr w:type="gramStart"/>
            <w:r w:rsidRPr="00FA76CC">
              <w:rPr>
                <w:b/>
                <w:sz w:val="16"/>
                <w:szCs w:val="16"/>
              </w:rPr>
              <w:t>3.</w:t>
            </w:r>
            <w:r w:rsidRPr="00FA76CC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A76CC">
              <w:rPr>
                <w:b/>
                <w:sz w:val="16"/>
                <w:szCs w:val="16"/>
              </w:rPr>
              <w:t>3.1</w:t>
            </w:r>
          </w:p>
          <w:p w:rsidR="00974806" w:rsidRPr="00FA76CC" w:rsidRDefault="00974806" w:rsidP="0097480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Комитет образования и науки Курской области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806" w:rsidRPr="00FA76CC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 xml:space="preserve">Совершенствование обучения детей основам </w:t>
            </w:r>
            <w:hyperlink r:id="rId9" w:history="1">
              <w:r w:rsidRPr="00FA76CC">
                <w:rPr>
                  <w:sz w:val="16"/>
                  <w:szCs w:val="16"/>
                </w:rPr>
                <w:t>Правил</w:t>
              </w:r>
            </w:hyperlink>
            <w:r w:rsidRPr="00FA76CC">
              <w:rPr>
                <w:sz w:val="16"/>
                <w:szCs w:val="16"/>
              </w:rPr>
              <w:t xml:space="preserve"> дорожного движения и привития им навыков безопасного поведения на дорогах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01.01.2021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01.01.2022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01.01.2023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31.12.2021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31.12.2022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803 0703 173</w:t>
            </w:r>
            <w:r w:rsidRPr="00FA76CC">
              <w:rPr>
                <w:sz w:val="16"/>
                <w:szCs w:val="16"/>
                <w:lang w:val="en-US"/>
              </w:rPr>
              <w:t>R</w:t>
            </w:r>
            <w:r w:rsidRPr="00FA76CC">
              <w:rPr>
                <w:sz w:val="16"/>
                <w:szCs w:val="16"/>
              </w:rPr>
              <w:t xml:space="preserve">3 </w:t>
            </w:r>
          </w:p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12500 600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900,000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900,000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A76CC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A76CC">
              <w:rPr>
                <w:sz w:val="16"/>
                <w:szCs w:val="16"/>
              </w:rPr>
              <w:t>900,000</w:t>
            </w:r>
          </w:p>
        </w:tc>
      </w:tr>
      <w:tr w:rsidR="00974806" w:rsidRPr="00FB2ED1" w:rsidTr="001E77B0">
        <w:trPr>
          <w:gridAfter w:val="1"/>
          <w:wAfter w:w="1226" w:type="dxa"/>
          <w:cantSplit/>
          <w:trHeight w:val="10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 xml:space="preserve">Контрольное событие программы </w:t>
            </w:r>
            <w:proofErr w:type="gramStart"/>
            <w:r w:rsidRPr="00FB2ED1">
              <w:rPr>
                <w:b/>
                <w:sz w:val="16"/>
                <w:szCs w:val="16"/>
              </w:rPr>
              <w:t>3.</w:t>
            </w:r>
            <w:r w:rsidRPr="00FB2ED1">
              <w:rPr>
                <w:b/>
                <w:sz w:val="16"/>
                <w:szCs w:val="16"/>
                <w:lang w:val="en-US"/>
              </w:rPr>
              <w:t>R</w:t>
            </w:r>
            <w:proofErr w:type="gramEnd"/>
            <w:r w:rsidRPr="00FB2ED1">
              <w:rPr>
                <w:b/>
                <w:sz w:val="16"/>
                <w:szCs w:val="16"/>
              </w:rPr>
              <w:t>3.1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Субсидии бюджетным, автономным учреждениям и иным некоммерческим организациям предоставлены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  <w:tr w:rsidR="00974806" w:rsidRPr="00FB2ED1" w:rsidTr="00E03BB4">
        <w:trPr>
          <w:gridAfter w:val="1"/>
          <w:wAfter w:w="1226" w:type="dxa"/>
          <w:cantSplit/>
          <w:trHeight w:val="1396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widowControl/>
              <w:rPr>
                <w:b/>
                <w:sz w:val="16"/>
                <w:szCs w:val="16"/>
              </w:rPr>
            </w:pPr>
            <w:r w:rsidRPr="00FB2ED1">
              <w:rPr>
                <w:b/>
                <w:sz w:val="16"/>
                <w:szCs w:val="16"/>
              </w:rPr>
              <w:t>Контрольное событие 3.01.5</w:t>
            </w:r>
          </w:p>
          <w:p w:rsidR="00974806" w:rsidRPr="00FB2ED1" w:rsidRDefault="00974806" w:rsidP="00974806">
            <w:pPr>
              <w:pStyle w:val="ConsPlusCell"/>
              <w:rPr>
                <w:b/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Целевые показатели (индикаторы) подпрограммы 3 «Повышение безопасности дорожного движения в Курской области» достигнуты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*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Комитет образования и науки Курской области</w:t>
            </w:r>
          </w:p>
          <w:p w:rsidR="00974806" w:rsidRPr="00FB2ED1" w:rsidRDefault="00974806" w:rsidP="0097480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Н.А. Пархоменко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31.12.2021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31.12.2022</w:t>
            </w:r>
          </w:p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4806" w:rsidRPr="00FB2ED1" w:rsidRDefault="00974806" w:rsidP="00974806">
            <w:pPr>
              <w:pStyle w:val="ConsPlusCell"/>
              <w:jc w:val="center"/>
              <w:rPr>
                <w:sz w:val="16"/>
                <w:szCs w:val="16"/>
              </w:rPr>
            </w:pPr>
            <w:r w:rsidRPr="00FB2ED1">
              <w:rPr>
                <w:sz w:val="16"/>
                <w:szCs w:val="16"/>
              </w:rPr>
              <w:t>х</w:t>
            </w:r>
          </w:p>
        </w:tc>
      </w:tr>
    </w:tbl>
    <w:p w:rsidR="002F11B3" w:rsidRPr="00FB2ED1" w:rsidRDefault="002F11B3" w:rsidP="005D3BD8">
      <w:pPr>
        <w:jc w:val="center"/>
        <w:rPr>
          <w:sz w:val="22"/>
          <w:szCs w:val="22"/>
        </w:rPr>
      </w:pPr>
    </w:p>
    <w:p w:rsidR="005E4D83" w:rsidRDefault="009024D3" w:rsidP="009B63F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B2ED1">
        <w:rPr>
          <w:sz w:val="22"/>
          <w:szCs w:val="22"/>
        </w:rPr>
        <w:t>* - включены в план реализации Государственной программы</w:t>
      </w:r>
      <w:r w:rsidR="009B63F6" w:rsidRPr="00FB2ED1">
        <w:rPr>
          <w:sz w:val="22"/>
          <w:szCs w:val="22"/>
        </w:rPr>
        <w:t xml:space="preserve"> Курской области «Развитие транспортной системы, обеспечение перевозки пассажиров в Курской области и безопасности дорожного движения» на текущий финансовый 20</w:t>
      </w:r>
      <w:r w:rsidR="00E64DD6">
        <w:rPr>
          <w:sz w:val="22"/>
          <w:szCs w:val="22"/>
        </w:rPr>
        <w:t>21</w:t>
      </w:r>
      <w:r w:rsidR="009B63F6" w:rsidRPr="00FB2ED1">
        <w:rPr>
          <w:sz w:val="22"/>
          <w:szCs w:val="22"/>
        </w:rPr>
        <w:t xml:space="preserve"> г. и плановый период 202</w:t>
      </w:r>
      <w:r w:rsidR="00E64DD6">
        <w:rPr>
          <w:sz w:val="22"/>
          <w:szCs w:val="22"/>
        </w:rPr>
        <w:t>2</w:t>
      </w:r>
      <w:r w:rsidR="009B63F6" w:rsidRPr="00FB2ED1">
        <w:rPr>
          <w:sz w:val="22"/>
          <w:szCs w:val="22"/>
        </w:rPr>
        <w:t xml:space="preserve"> и 202</w:t>
      </w:r>
      <w:r w:rsidR="00E64DD6">
        <w:rPr>
          <w:sz w:val="22"/>
          <w:szCs w:val="22"/>
        </w:rPr>
        <w:t>3</w:t>
      </w:r>
      <w:r w:rsidR="009B63F6" w:rsidRPr="00FB2ED1">
        <w:rPr>
          <w:sz w:val="22"/>
          <w:szCs w:val="22"/>
        </w:rPr>
        <w:t xml:space="preserve"> гг.</w:t>
      </w:r>
      <w:r w:rsidR="002B2BEB" w:rsidRPr="00FB2ED1">
        <w:rPr>
          <w:sz w:val="22"/>
          <w:szCs w:val="22"/>
        </w:rPr>
        <w:t xml:space="preserve"> </w:t>
      </w:r>
    </w:p>
    <w:sectPr w:rsidR="005E4D83" w:rsidSect="001E57E4">
      <w:headerReference w:type="even" r:id="rId10"/>
      <w:headerReference w:type="default" r:id="rId11"/>
      <w:pgSz w:w="16838" w:h="11906" w:orient="landscape"/>
      <w:pgMar w:top="357" w:right="567" w:bottom="62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D03" w:rsidRDefault="00852D03">
      <w:r>
        <w:separator/>
      </w:r>
    </w:p>
  </w:endnote>
  <w:endnote w:type="continuationSeparator" w:id="0">
    <w:p w:rsidR="00852D03" w:rsidRDefault="0085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D03" w:rsidRDefault="00852D03">
      <w:r>
        <w:separator/>
      </w:r>
    </w:p>
  </w:footnote>
  <w:footnote w:type="continuationSeparator" w:id="0">
    <w:p w:rsidR="00852D03" w:rsidRDefault="00852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CAE" w:rsidRDefault="003F6CAE" w:rsidP="00C6071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F6CAE" w:rsidRDefault="003F6C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CAE" w:rsidRPr="00370AFC" w:rsidRDefault="003F6CAE" w:rsidP="00C60711">
    <w:pPr>
      <w:pStyle w:val="a5"/>
      <w:framePr w:wrap="around" w:vAnchor="text" w:hAnchor="margin" w:xAlign="center" w:y="1"/>
      <w:rPr>
        <w:rStyle w:val="a7"/>
        <w:sz w:val="22"/>
      </w:rPr>
    </w:pPr>
    <w:r w:rsidRPr="00370AFC">
      <w:rPr>
        <w:rStyle w:val="a7"/>
        <w:sz w:val="22"/>
      </w:rPr>
      <w:fldChar w:fldCharType="begin"/>
    </w:r>
    <w:r w:rsidRPr="00370AFC">
      <w:rPr>
        <w:rStyle w:val="a7"/>
        <w:sz w:val="22"/>
      </w:rPr>
      <w:instrText xml:space="preserve">PAGE  </w:instrText>
    </w:r>
    <w:r w:rsidRPr="00370AFC">
      <w:rPr>
        <w:rStyle w:val="a7"/>
        <w:sz w:val="22"/>
      </w:rPr>
      <w:fldChar w:fldCharType="separate"/>
    </w:r>
    <w:r w:rsidR="00D87081">
      <w:rPr>
        <w:rStyle w:val="a7"/>
        <w:noProof/>
        <w:sz w:val="22"/>
      </w:rPr>
      <w:t>15</w:t>
    </w:r>
    <w:r w:rsidRPr="00370AFC">
      <w:rPr>
        <w:rStyle w:val="a7"/>
        <w:sz w:val="22"/>
      </w:rPr>
      <w:fldChar w:fldCharType="end"/>
    </w:r>
  </w:p>
  <w:p w:rsidR="003F6CAE" w:rsidRDefault="003F6C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48A2"/>
    <w:multiLevelType w:val="hybridMultilevel"/>
    <w:tmpl w:val="E6EA3C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30777"/>
    <w:multiLevelType w:val="hybridMultilevel"/>
    <w:tmpl w:val="3EA6D9E2"/>
    <w:lvl w:ilvl="0" w:tplc="D3C00E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D24028"/>
    <w:multiLevelType w:val="hybridMultilevel"/>
    <w:tmpl w:val="EA0A25DA"/>
    <w:lvl w:ilvl="0" w:tplc="DF3CC3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E0040"/>
    <w:multiLevelType w:val="hybridMultilevel"/>
    <w:tmpl w:val="279A8A5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F3975"/>
    <w:multiLevelType w:val="hybridMultilevel"/>
    <w:tmpl w:val="EA0A25DA"/>
    <w:lvl w:ilvl="0" w:tplc="DF3CC3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A2F4C"/>
    <w:multiLevelType w:val="hybridMultilevel"/>
    <w:tmpl w:val="5A1E8E22"/>
    <w:lvl w:ilvl="0" w:tplc="ADD40A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3B3BBD"/>
    <w:multiLevelType w:val="hybridMultilevel"/>
    <w:tmpl w:val="0D9C5F92"/>
    <w:lvl w:ilvl="0" w:tplc="037020D6"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361A3E47"/>
    <w:multiLevelType w:val="hybridMultilevel"/>
    <w:tmpl w:val="E9A06040"/>
    <w:lvl w:ilvl="0" w:tplc="D3C26E54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7153BF"/>
    <w:multiLevelType w:val="hybridMultilevel"/>
    <w:tmpl w:val="D55602F6"/>
    <w:lvl w:ilvl="0" w:tplc="1B5AC4FE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D4"/>
    <w:rsid w:val="000002C8"/>
    <w:rsid w:val="00000B5C"/>
    <w:rsid w:val="00000F52"/>
    <w:rsid w:val="00002C1E"/>
    <w:rsid w:val="000039BE"/>
    <w:rsid w:val="00005B06"/>
    <w:rsid w:val="00007209"/>
    <w:rsid w:val="000077EC"/>
    <w:rsid w:val="00010935"/>
    <w:rsid w:val="00011989"/>
    <w:rsid w:val="00011EEB"/>
    <w:rsid w:val="00012630"/>
    <w:rsid w:val="00012B95"/>
    <w:rsid w:val="00013E11"/>
    <w:rsid w:val="00014067"/>
    <w:rsid w:val="000141C6"/>
    <w:rsid w:val="00017614"/>
    <w:rsid w:val="00020C6A"/>
    <w:rsid w:val="00020D50"/>
    <w:rsid w:val="0002325B"/>
    <w:rsid w:val="00023A5D"/>
    <w:rsid w:val="00023B73"/>
    <w:rsid w:val="00023C9D"/>
    <w:rsid w:val="000243DC"/>
    <w:rsid w:val="00026830"/>
    <w:rsid w:val="000270C9"/>
    <w:rsid w:val="00027C4D"/>
    <w:rsid w:val="00030769"/>
    <w:rsid w:val="00030BB1"/>
    <w:rsid w:val="000311BE"/>
    <w:rsid w:val="0003177F"/>
    <w:rsid w:val="0003247B"/>
    <w:rsid w:val="00033892"/>
    <w:rsid w:val="00034643"/>
    <w:rsid w:val="00035232"/>
    <w:rsid w:val="0003628B"/>
    <w:rsid w:val="000372F0"/>
    <w:rsid w:val="00037A6B"/>
    <w:rsid w:val="000420AC"/>
    <w:rsid w:val="00042650"/>
    <w:rsid w:val="00043C4C"/>
    <w:rsid w:val="0004477F"/>
    <w:rsid w:val="00045D2E"/>
    <w:rsid w:val="0004654C"/>
    <w:rsid w:val="00046DB5"/>
    <w:rsid w:val="00047441"/>
    <w:rsid w:val="00047A31"/>
    <w:rsid w:val="00050FD4"/>
    <w:rsid w:val="00051C2A"/>
    <w:rsid w:val="00053034"/>
    <w:rsid w:val="000530AD"/>
    <w:rsid w:val="00054064"/>
    <w:rsid w:val="000550FC"/>
    <w:rsid w:val="00055D9B"/>
    <w:rsid w:val="00055F72"/>
    <w:rsid w:val="00056600"/>
    <w:rsid w:val="00057B56"/>
    <w:rsid w:val="00057B6B"/>
    <w:rsid w:val="00060BD7"/>
    <w:rsid w:val="00060EFF"/>
    <w:rsid w:val="00062840"/>
    <w:rsid w:val="00063A3E"/>
    <w:rsid w:val="0006476D"/>
    <w:rsid w:val="0006501C"/>
    <w:rsid w:val="0006728D"/>
    <w:rsid w:val="000679F0"/>
    <w:rsid w:val="00067BA3"/>
    <w:rsid w:val="00070E48"/>
    <w:rsid w:val="00071AAE"/>
    <w:rsid w:val="00071AFF"/>
    <w:rsid w:val="00072505"/>
    <w:rsid w:val="000725E4"/>
    <w:rsid w:val="00072982"/>
    <w:rsid w:val="00074128"/>
    <w:rsid w:val="0007448A"/>
    <w:rsid w:val="000758BE"/>
    <w:rsid w:val="00075A55"/>
    <w:rsid w:val="00076250"/>
    <w:rsid w:val="000765B2"/>
    <w:rsid w:val="00076A85"/>
    <w:rsid w:val="00076C4A"/>
    <w:rsid w:val="00076DE8"/>
    <w:rsid w:val="00076FC9"/>
    <w:rsid w:val="000804FD"/>
    <w:rsid w:val="0008360A"/>
    <w:rsid w:val="000840DA"/>
    <w:rsid w:val="00084479"/>
    <w:rsid w:val="00086341"/>
    <w:rsid w:val="00086E52"/>
    <w:rsid w:val="000871AF"/>
    <w:rsid w:val="00087363"/>
    <w:rsid w:val="00087A4A"/>
    <w:rsid w:val="00087BB5"/>
    <w:rsid w:val="00090BA1"/>
    <w:rsid w:val="0009128F"/>
    <w:rsid w:val="000940C9"/>
    <w:rsid w:val="00094B60"/>
    <w:rsid w:val="00096723"/>
    <w:rsid w:val="00096AE8"/>
    <w:rsid w:val="00097335"/>
    <w:rsid w:val="000A090B"/>
    <w:rsid w:val="000A176F"/>
    <w:rsid w:val="000A24F5"/>
    <w:rsid w:val="000A279B"/>
    <w:rsid w:val="000A2A66"/>
    <w:rsid w:val="000A30C7"/>
    <w:rsid w:val="000A37D4"/>
    <w:rsid w:val="000A3BCC"/>
    <w:rsid w:val="000A569B"/>
    <w:rsid w:val="000A590B"/>
    <w:rsid w:val="000A62A4"/>
    <w:rsid w:val="000A6D02"/>
    <w:rsid w:val="000A6F4C"/>
    <w:rsid w:val="000A79E3"/>
    <w:rsid w:val="000B01DC"/>
    <w:rsid w:val="000B197B"/>
    <w:rsid w:val="000B1E57"/>
    <w:rsid w:val="000B2284"/>
    <w:rsid w:val="000B243F"/>
    <w:rsid w:val="000B3CAD"/>
    <w:rsid w:val="000B46B6"/>
    <w:rsid w:val="000B4703"/>
    <w:rsid w:val="000B49E3"/>
    <w:rsid w:val="000B67C4"/>
    <w:rsid w:val="000B680D"/>
    <w:rsid w:val="000C13CB"/>
    <w:rsid w:val="000C1CED"/>
    <w:rsid w:val="000C21FD"/>
    <w:rsid w:val="000C26B7"/>
    <w:rsid w:val="000C3028"/>
    <w:rsid w:val="000C3A63"/>
    <w:rsid w:val="000C3CBF"/>
    <w:rsid w:val="000C3FB8"/>
    <w:rsid w:val="000C4236"/>
    <w:rsid w:val="000C43D0"/>
    <w:rsid w:val="000C45D1"/>
    <w:rsid w:val="000C489D"/>
    <w:rsid w:val="000C5D2A"/>
    <w:rsid w:val="000C724C"/>
    <w:rsid w:val="000C7FF8"/>
    <w:rsid w:val="000D0AD6"/>
    <w:rsid w:val="000D3881"/>
    <w:rsid w:val="000D526F"/>
    <w:rsid w:val="000D56BD"/>
    <w:rsid w:val="000D5A6E"/>
    <w:rsid w:val="000D636D"/>
    <w:rsid w:val="000D732A"/>
    <w:rsid w:val="000D78BA"/>
    <w:rsid w:val="000E2674"/>
    <w:rsid w:val="000E337C"/>
    <w:rsid w:val="000E3EB9"/>
    <w:rsid w:val="000E461F"/>
    <w:rsid w:val="000E59CE"/>
    <w:rsid w:val="000E5AAE"/>
    <w:rsid w:val="000E6ACB"/>
    <w:rsid w:val="000E7635"/>
    <w:rsid w:val="000E7799"/>
    <w:rsid w:val="000E7FAC"/>
    <w:rsid w:val="000F00EB"/>
    <w:rsid w:val="000F01CF"/>
    <w:rsid w:val="000F0652"/>
    <w:rsid w:val="000F0F6B"/>
    <w:rsid w:val="000F17A6"/>
    <w:rsid w:val="000F2792"/>
    <w:rsid w:val="000F2A66"/>
    <w:rsid w:val="000F31E6"/>
    <w:rsid w:val="000F44DB"/>
    <w:rsid w:val="000F5C0D"/>
    <w:rsid w:val="00100001"/>
    <w:rsid w:val="001001F0"/>
    <w:rsid w:val="0010399D"/>
    <w:rsid w:val="001040BA"/>
    <w:rsid w:val="0010457D"/>
    <w:rsid w:val="00105476"/>
    <w:rsid w:val="00105518"/>
    <w:rsid w:val="00105A4E"/>
    <w:rsid w:val="00105AF4"/>
    <w:rsid w:val="0010613D"/>
    <w:rsid w:val="001111BF"/>
    <w:rsid w:val="00111316"/>
    <w:rsid w:val="00111428"/>
    <w:rsid w:val="001121F5"/>
    <w:rsid w:val="001122AC"/>
    <w:rsid w:val="00112461"/>
    <w:rsid w:val="001125E3"/>
    <w:rsid w:val="00114354"/>
    <w:rsid w:val="0011500A"/>
    <w:rsid w:val="0011523F"/>
    <w:rsid w:val="001157C8"/>
    <w:rsid w:val="00115E57"/>
    <w:rsid w:val="00116005"/>
    <w:rsid w:val="00117CA8"/>
    <w:rsid w:val="0012107A"/>
    <w:rsid w:val="001212BD"/>
    <w:rsid w:val="00122CA2"/>
    <w:rsid w:val="001230E6"/>
    <w:rsid w:val="00124429"/>
    <w:rsid w:val="00124EFC"/>
    <w:rsid w:val="0012598C"/>
    <w:rsid w:val="00125B8D"/>
    <w:rsid w:val="001265B8"/>
    <w:rsid w:val="001269E0"/>
    <w:rsid w:val="00126FAA"/>
    <w:rsid w:val="001302FD"/>
    <w:rsid w:val="0013055C"/>
    <w:rsid w:val="00130F83"/>
    <w:rsid w:val="00133922"/>
    <w:rsid w:val="00133E5D"/>
    <w:rsid w:val="001348F0"/>
    <w:rsid w:val="00137960"/>
    <w:rsid w:val="001402AF"/>
    <w:rsid w:val="00142C18"/>
    <w:rsid w:val="00142DEA"/>
    <w:rsid w:val="00142F40"/>
    <w:rsid w:val="0014346C"/>
    <w:rsid w:val="00143E74"/>
    <w:rsid w:val="00146937"/>
    <w:rsid w:val="001470F3"/>
    <w:rsid w:val="00147418"/>
    <w:rsid w:val="001479DE"/>
    <w:rsid w:val="00150314"/>
    <w:rsid w:val="00150512"/>
    <w:rsid w:val="0015052B"/>
    <w:rsid w:val="00150537"/>
    <w:rsid w:val="001520F7"/>
    <w:rsid w:val="001537D3"/>
    <w:rsid w:val="00153A35"/>
    <w:rsid w:val="00154E85"/>
    <w:rsid w:val="0015586F"/>
    <w:rsid w:val="00155AE5"/>
    <w:rsid w:val="0015644C"/>
    <w:rsid w:val="00156518"/>
    <w:rsid w:val="001573BA"/>
    <w:rsid w:val="001574E6"/>
    <w:rsid w:val="0015770E"/>
    <w:rsid w:val="00157916"/>
    <w:rsid w:val="00160110"/>
    <w:rsid w:val="00160E29"/>
    <w:rsid w:val="001612D5"/>
    <w:rsid w:val="0016159C"/>
    <w:rsid w:val="00163A7E"/>
    <w:rsid w:val="00163D5E"/>
    <w:rsid w:val="00165707"/>
    <w:rsid w:val="001657CD"/>
    <w:rsid w:val="0016593A"/>
    <w:rsid w:val="0016750E"/>
    <w:rsid w:val="00170134"/>
    <w:rsid w:val="0017041B"/>
    <w:rsid w:val="00170D1D"/>
    <w:rsid w:val="00170DDB"/>
    <w:rsid w:val="00170ED4"/>
    <w:rsid w:val="0017188D"/>
    <w:rsid w:val="00173B9E"/>
    <w:rsid w:val="00174B9C"/>
    <w:rsid w:val="00176985"/>
    <w:rsid w:val="00176EB5"/>
    <w:rsid w:val="0017702C"/>
    <w:rsid w:val="00177658"/>
    <w:rsid w:val="001777ED"/>
    <w:rsid w:val="0017786C"/>
    <w:rsid w:val="00180035"/>
    <w:rsid w:val="00181408"/>
    <w:rsid w:val="001817A6"/>
    <w:rsid w:val="00182888"/>
    <w:rsid w:val="00182EB6"/>
    <w:rsid w:val="00183334"/>
    <w:rsid w:val="00183BBF"/>
    <w:rsid w:val="00184074"/>
    <w:rsid w:val="0018764E"/>
    <w:rsid w:val="00192746"/>
    <w:rsid w:val="001929AD"/>
    <w:rsid w:val="0019403C"/>
    <w:rsid w:val="00196DE8"/>
    <w:rsid w:val="001A1F86"/>
    <w:rsid w:val="001A1FE0"/>
    <w:rsid w:val="001A2436"/>
    <w:rsid w:val="001A446D"/>
    <w:rsid w:val="001A481B"/>
    <w:rsid w:val="001A5B50"/>
    <w:rsid w:val="001A5C09"/>
    <w:rsid w:val="001A5FB1"/>
    <w:rsid w:val="001A68A9"/>
    <w:rsid w:val="001A702C"/>
    <w:rsid w:val="001B0D70"/>
    <w:rsid w:val="001B0F5C"/>
    <w:rsid w:val="001B13F6"/>
    <w:rsid w:val="001B2242"/>
    <w:rsid w:val="001B2381"/>
    <w:rsid w:val="001B2470"/>
    <w:rsid w:val="001B3247"/>
    <w:rsid w:val="001B5884"/>
    <w:rsid w:val="001B5DF5"/>
    <w:rsid w:val="001B5E64"/>
    <w:rsid w:val="001B73E5"/>
    <w:rsid w:val="001C1D7E"/>
    <w:rsid w:val="001C3302"/>
    <w:rsid w:val="001C36CD"/>
    <w:rsid w:val="001C3F5E"/>
    <w:rsid w:val="001C53D4"/>
    <w:rsid w:val="001C5E1A"/>
    <w:rsid w:val="001C6F4D"/>
    <w:rsid w:val="001C7F64"/>
    <w:rsid w:val="001D0572"/>
    <w:rsid w:val="001D15E9"/>
    <w:rsid w:val="001D3ADC"/>
    <w:rsid w:val="001D3F0C"/>
    <w:rsid w:val="001D4815"/>
    <w:rsid w:val="001E0345"/>
    <w:rsid w:val="001E57E4"/>
    <w:rsid w:val="001E66E7"/>
    <w:rsid w:val="001E6AC1"/>
    <w:rsid w:val="001E6E4A"/>
    <w:rsid w:val="001E741F"/>
    <w:rsid w:val="001E77B0"/>
    <w:rsid w:val="001F0513"/>
    <w:rsid w:val="001F16D1"/>
    <w:rsid w:val="001F2327"/>
    <w:rsid w:val="001F315A"/>
    <w:rsid w:val="001F3781"/>
    <w:rsid w:val="001F4311"/>
    <w:rsid w:val="001F512E"/>
    <w:rsid w:val="001F51CB"/>
    <w:rsid w:val="001F6364"/>
    <w:rsid w:val="001F67FB"/>
    <w:rsid w:val="002008C6"/>
    <w:rsid w:val="00200AA7"/>
    <w:rsid w:val="002024FB"/>
    <w:rsid w:val="00203B2A"/>
    <w:rsid w:val="00205BB8"/>
    <w:rsid w:val="00211905"/>
    <w:rsid w:val="00212A4D"/>
    <w:rsid w:val="00212FE6"/>
    <w:rsid w:val="002139B6"/>
    <w:rsid w:val="00215207"/>
    <w:rsid w:val="002153A9"/>
    <w:rsid w:val="002154CA"/>
    <w:rsid w:val="0021652C"/>
    <w:rsid w:val="00216F02"/>
    <w:rsid w:val="0021714F"/>
    <w:rsid w:val="002171B6"/>
    <w:rsid w:val="00217D0E"/>
    <w:rsid w:val="00220042"/>
    <w:rsid w:val="00220FCE"/>
    <w:rsid w:val="00221C21"/>
    <w:rsid w:val="00222559"/>
    <w:rsid w:val="00222E4E"/>
    <w:rsid w:val="00224F90"/>
    <w:rsid w:val="00225425"/>
    <w:rsid w:val="00227FEA"/>
    <w:rsid w:val="002301BB"/>
    <w:rsid w:val="002302E0"/>
    <w:rsid w:val="00230AF5"/>
    <w:rsid w:val="002312F6"/>
    <w:rsid w:val="00231392"/>
    <w:rsid w:val="0023152D"/>
    <w:rsid w:val="00231CA4"/>
    <w:rsid w:val="00232B09"/>
    <w:rsid w:val="00235570"/>
    <w:rsid w:val="0023613D"/>
    <w:rsid w:val="002372AA"/>
    <w:rsid w:val="00240248"/>
    <w:rsid w:val="00240545"/>
    <w:rsid w:val="00241288"/>
    <w:rsid w:val="00242144"/>
    <w:rsid w:val="002421C9"/>
    <w:rsid w:val="00243504"/>
    <w:rsid w:val="00243C27"/>
    <w:rsid w:val="00243C53"/>
    <w:rsid w:val="00244485"/>
    <w:rsid w:val="00244BE3"/>
    <w:rsid w:val="00244D2D"/>
    <w:rsid w:val="0024593C"/>
    <w:rsid w:val="00245AC0"/>
    <w:rsid w:val="00246435"/>
    <w:rsid w:val="00246F2B"/>
    <w:rsid w:val="0024770E"/>
    <w:rsid w:val="00247780"/>
    <w:rsid w:val="0025097A"/>
    <w:rsid w:val="002509C5"/>
    <w:rsid w:val="00251A20"/>
    <w:rsid w:val="0025237D"/>
    <w:rsid w:val="00253AC9"/>
    <w:rsid w:val="002548F6"/>
    <w:rsid w:val="00254CAA"/>
    <w:rsid w:val="00255159"/>
    <w:rsid w:val="00255574"/>
    <w:rsid w:val="00256B26"/>
    <w:rsid w:val="00260338"/>
    <w:rsid w:val="0026109F"/>
    <w:rsid w:val="00262FD3"/>
    <w:rsid w:val="00263CC1"/>
    <w:rsid w:val="002649E4"/>
    <w:rsid w:val="00265994"/>
    <w:rsid w:val="002663E3"/>
    <w:rsid w:val="00266721"/>
    <w:rsid w:val="00270DA2"/>
    <w:rsid w:val="00271000"/>
    <w:rsid w:val="002728FE"/>
    <w:rsid w:val="00273616"/>
    <w:rsid w:val="00274C84"/>
    <w:rsid w:val="00274D59"/>
    <w:rsid w:val="00274E1A"/>
    <w:rsid w:val="00275196"/>
    <w:rsid w:val="0027566C"/>
    <w:rsid w:val="00275678"/>
    <w:rsid w:val="002758C3"/>
    <w:rsid w:val="0027594C"/>
    <w:rsid w:val="00275ED2"/>
    <w:rsid w:val="002769F0"/>
    <w:rsid w:val="00277715"/>
    <w:rsid w:val="002802CB"/>
    <w:rsid w:val="00282A9C"/>
    <w:rsid w:val="00284B4D"/>
    <w:rsid w:val="00286591"/>
    <w:rsid w:val="00287397"/>
    <w:rsid w:val="0029021C"/>
    <w:rsid w:val="00291540"/>
    <w:rsid w:val="00291C58"/>
    <w:rsid w:val="00291D3C"/>
    <w:rsid w:val="00291DFA"/>
    <w:rsid w:val="002924A2"/>
    <w:rsid w:val="0029382E"/>
    <w:rsid w:val="00293A95"/>
    <w:rsid w:val="00295700"/>
    <w:rsid w:val="00295C9A"/>
    <w:rsid w:val="00295CD0"/>
    <w:rsid w:val="0029601D"/>
    <w:rsid w:val="00297F84"/>
    <w:rsid w:val="002A08A7"/>
    <w:rsid w:val="002A0C91"/>
    <w:rsid w:val="002A23FA"/>
    <w:rsid w:val="002A2A2A"/>
    <w:rsid w:val="002A39B2"/>
    <w:rsid w:val="002A5128"/>
    <w:rsid w:val="002A5357"/>
    <w:rsid w:val="002A5955"/>
    <w:rsid w:val="002A6917"/>
    <w:rsid w:val="002A6D26"/>
    <w:rsid w:val="002A7010"/>
    <w:rsid w:val="002A71D2"/>
    <w:rsid w:val="002A7EA7"/>
    <w:rsid w:val="002B034F"/>
    <w:rsid w:val="002B0EAE"/>
    <w:rsid w:val="002B1A70"/>
    <w:rsid w:val="002B1EF4"/>
    <w:rsid w:val="002B2BEB"/>
    <w:rsid w:val="002B309E"/>
    <w:rsid w:val="002B44F2"/>
    <w:rsid w:val="002B4C40"/>
    <w:rsid w:val="002B4D13"/>
    <w:rsid w:val="002B70C1"/>
    <w:rsid w:val="002B7B9E"/>
    <w:rsid w:val="002C0231"/>
    <w:rsid w:val="002C138D"/>
    <w:rsid w:val="002C259B"/>
    <w:rsid w:val="002C46B6"/>
    <w:rsid w:val="002C57E4"/>
    <w:rsid w:val="002C5C63"/>
    <w:rsid w:val="002C7D3B"/>
    <w:rsid w:val="002D0454"/>
    <w:rsid w:val="002D0C7F"/>
    <w:rsid w:val="002D17EA"/>
    <w:rsid w:val="002D1FD7"/>
    <w:rsid w:val="002D39B4"/>
    <w:rsid w:val="002D3E2D"/>
    <w:rsid w:val="002D46DD"/>
    <w:rsid w:val="002D5DE9"/>
    <w:rsid w:val="002D6F76"/>
    <w:rsid w:val="002D7071"/>
    <w:rsid w:val="002D7F34"/>
    <w:rsid w:val="002E0CC9"/>
    <w:rsid w:val="002E1351"/>
    <w:rsid w:val="002E14FA"/>
    <w:rsid w:val="002E26A9"/>
    <w:rsid w:val="002E35EB"/>
    <w:rsid w:val="002E47DB"/>
    <w:rsid w:val="002E4B1E"/>
    <w:rsid w:val="002E5A6D"/>
    <w:rsid w:val="002E5B1B"/>
    <w:rsid w:val="002E638D"/>
    <w:rsid w:val="002E70F8"/>
    <w:rsid w:val="002F11B3"/>
    <w:rsid w:val="002F1C34"/>
    <w:rsid w:val="002F2C30"/>
    <w:rsid w:val="002F3CA0"/>
    <w:rsid w:val="002F3EB6"/>
    <w:rsid w:val="002F417B"/>
    <w:rsid w:val="002F494F"/>
    <w:rsid w:val="002F6269"/>
    <w:rsid w:val="0030064F"/>
    <w:rsid w:val="003028F8"/>
    <w:rsid w:val="00302DF2"/>
    <w:rsid w:val="00303E0F"/>
    <w:rsid w:val="003042F9"/>
    <w:rsid w:val="0030499B"/>
    <w:rsid w:val="003059CC"/>
    <w:rsid w:val="00305EC0"/>
    <w:rsid w:val="003060E8"/>
    <w:rsid w:val="003067DA"/>
    <w:rsid w:val="0030686D"/>
    <w:rsid w:val="00306B3E"/>
    <w:rsid w:val="0031068E"/>
    <w:rsid w:val="00310959"/>
    <w:rsid w:val="003121A1"/>
    <w:rsid w:val="003122B3"/>
    <w:rsid w:val="003134A5"/>
    <w:rsid w:val="003134F7"/>
    <w:rsid w:val="0031517A"/>
    <w:rsid w:val="003154EE"/>
    <w:rsid w:val="003155FD"/>
    <w:rsid w:val="00317BF6"/>
    <w:rsid w:val="0032238B"/>
    <w:rsid w:val="00322959"/>
    <w:rsid w:val="00323C31"/>
    <w:rsid w:val="00323D4E"/>
    <w:rsid w:val="00325423"/>
    <w:rsid w:val="00325B10"/>
    <w:rsid w:val="0032628B"/>
    <w:rsid w:val="003264B8"/>
    <w:rsid w:val="00326DD1"/>
    <w:rsid w:val="00330165"/>
    <w:rsid w:val="00332776"/>
    <w:rsid w:val="00332A6A"/>
    <w:rsid w:val="003333AB"/>
    <w:rsid w:val="00333B14"/>
    <w:rsid w:val="00334AC5"/>
    <w:rsid w:val="00335D8D"/>
    <w:rsid w:val="00336A16"/>
    <w:rsid w:val="00337A5C"/>
    <w:rsid w:val="00337FB1"/>
    <w:rsid w:val="00342E15"/>
    <w:rsid w:val="003430C3"/>
    <w:rsid w:val="003438BB"/>
    <w:rsid w:val="003439E8"/>
    <w:rsid w:val="003444C1"/>
    <w:rsid w:val="003444F6"/>
    <w:rsid w:val="00345F98"/>
    <w:rsid w:val="003460C5"/>
    <w:rsid w:val="003461CE"/>
    <w:rsid w:val="003466B3"/>
    <w:rsid w:val="00350F3F"/>
    <w:rsid w:val="0035222A"/>
    <w:rsid w:val="00352C48"/>
    <w:rsid w:val="00354A84"/>
    <w:rsid w:val="003566CE"/>
    <w:rsid w:val="0035676A"/>
    <w:rsid w:val="00356C5A"/>
    <w:rsid w:val="0036014A"/>
    <w:rsid w:val="003608CE"/>
    <w:rsid w:val="00362A71"/>
    <w:rsid w:val="003653D7"/>
    <w:rsid w:val="00370AFC"/>
    <w:rsid w:val="0037183A"/>
    <w:rsid w:val="003727E2"/>
    <w:rsid w:val="003764AB"/>
    <w:rsid w:val="00376D1A"/>
    <w:rsid w:val="003777FC"/>
    <w:rsid w:val="00381879"/>
    <w:rsid w:val="00383268"/>
    <w:rsid w:val="00383C5C"/>
    <w:rsid w:val="0038402C"/>
    <w:rsid w:val="0038430E"/>
    <w:rsid w:val="003848D0"/>
    <w:rsid w:val="00385A30"/>
    <w:rsid w:val="00387F3A"/>
    <w:rsid w:val="00390790"/>
    <w:rsid w:val="00390E2A"/>
    <w:rsid w:val="00391652"/>
    <w:rsid w:val="00391D27"/>
    <w:rsid w:val="00391D4F"/>
    <w:rsid w:val="0039339A"/>
    <w:rsid w:val="00393405"/>
    <w:rsid w:val="003941B6"/>
    <w:rsid w:val="0039459C"/>
    <w:rsid w:val="003950C3"/>
    <w:rsid w:val="003968BB"/>
    <w:rsid w:val="00396E93"/>
    <w:rsid w:val="0039718D"/>
    <w:rsid w:val="003A17B6"/>
    <w:rsid w:val="003A32F5"/>
    <w:rsid w:val="003A3B8C"/>
    <w:rsid w:val="003A60BA"/>
    <w:rsid w:val="003A79C3"/>
    <w:rsid w:val="003A7E65"/>
    <w:rsid w:val="003B092D"/>
    <w:rsid w:val="003B1193"/>
    <w:rsid w:val="003B198C"/>
    <w:rsid w:val="003B19E7"/>
    <w:rsid w:val="003B3E78"/>
    <w:rsid w:val="003B3FD4"/>
    <w:rsid w:val="003B4667"/>
    <w:rsid w:val="003B4B60"/>
    <w:rsid w:val="003B6420"/>
    <w:rsid w:val="003B6A8A"/>
    <w:rsid w:val="003B6C1B"/>
    <w:rsid w:val="003B71AE"/>
    <w:rsid w:val="003B7CE0"/>
    <w:rsid w:val="003B7EFF"/>
    <w:rsid w:val="003C02A4"/>
    <w:rsid w:val="003C15C2"/>
    <w:rsid w:val="003C2876"/>
    <w:rsid w:val="003C4093"/>
    <w:rsid w:val="003C67A6"/>
    <w:rsid w:val="003D06A3"/>
    <w:rsid w:val="003D0A2B"/>
    <w:rsid w:val="003D45CD"/>
    <w:rsid w:val="003D4C0B"/>
    <w:rsid w:val="003D5367"/>
    <w:rsid w:val="003E34B3"/>
    <w:rsid w:val="003E3B45"/>
    <w:rsid w:val="003E4585"/>
    <w:rsid w:val="003E5395"/>
    <w:rsid w:val="003E5B4F"/>
    <w:rsid w:val="003E5E9D"/>
    <w:rsid w:val="003E6021"/>
    <w:rsid w:val="003E690E"/>
    <w:rsid w:val="003E7C2A"/>
    <w:rsid w:val="003F05B9"/>
    <w:rsid w:val="003F0605"/>
    <w:rsid w:val="003F25A1"/>
    <w:rsid w:val="003F2F25"/>
    <w:rsid w:val="003F37FA"/>
    <w:rsid w:val="003F5898"/>
    <w:rsid w:val="003F67BB"/>
    <w:rsid w:val="003F6CAE"/>
    <w:rsid w:val="003F6F53"/>
    <w:rsid w:val="004003B6"/>
    <w:rsid w:val="00401210"/>
    <w:rsid w:val="00402447"/>
    <w:rsid w:val="00403711"/>
    <w:rsid w:val="004050D3"/>
    <w:rsid w:val="004054E1"/>
    <w:rsid w:val="00406B5E"/>
    <w:rsid w:val="004071B1"/>
    <w:rsid w:val="004113C6"/>
    <w:rsid w:val="00411754"/>
    <w:rsid w:val="00411763"/>
    <w:rsid w:val="004125DD"/>
    <w:rsid w:val="004129F4"/>
    <w:rsid w:val="00412CBA"/>
    <w:rsid w:val="00414721"/>
    <w:rsid w:val="0041494B"/>
    <w:rsid w:val="00415265"/>
    <w:rsid w:val="00416B01"/>
    <w:rsid w:val="00420C71"/>
    <w:rsid w:val="00421C13"/>
    <w:rsid w:val="00423AA2"/>
    <w:rsid w:val="0042438A"/>
    <w:rsid w:val="00424622"/>
    <w:rsid w:val="00424A62"/>
    <w:rsid w:val="00426387"/>
    <w:rsid w:val="00426C9E"/>
    <w:rsid w:val="00430164"/>
    <w:rsid w:val="00430AC4"/>
    <w:rsid w:val="00430BC9"/>
    <w:rsid w:val="00431FA5"/>
    <w:rsid w:val="004333D4"/>
    <w:rsid w:val="004346EA"/>
    <w:rsid w:val="00435377"/>
    <w:rsid w:val="00436B76"/>
    <w:rsid w:val="00437EAB"/>
    <w:rsid w:val="00441452"/>
    <w:rsid w:val="004414B8"/>
    <w:rsid w:val="0044161F"/>
    <w:rsid w:val="004419DB"/>
    <w:rsid w:val="00443789"/>
    <w:rsid w:val="00444D85"/>
    <w:rsid w:val="00446A13"/>
    <w:rsid w:val="0044714E"/>
    <w:rsid w:val="00451CFA"/>
    <w:rsid w:val="00451D30"/>
    <w:rsid w:val="00452F38"/>
    <w:rsid w:val="00453B34"/>
    <w:rsid w:val="00455043"/>
    <w:rsid w:val="00456477"/>
    <w:rsid w:val="00456635"/>
    <w:rsid w:val="0045755D"/>
    <w:rsid w:val="0046069E"/>
    <w:rsid w:val="00460C37"/>
    <w:rsid w:val="00460DF0"/>
    <w:rsid w:val="00460DF5"/>
    <w:rsid w:val="004673B3"/>
    <w:rsid w:val="004711A3"/>
    <w:rsid w:val="00471218"/>
    <w:rsid w:val="00473C63"/>
    <w:rsid w:val="00473E2F"/>
    <w:rsid w:val="0047417A"/>
    <w:rsid w:val="00474F4C"/>
    <w:rsid w:val="00474F7D"/>
    <w:rsid w:val="00476254"/>
    <w:rsid w:val="004762F5"/>
    <w:rsid w:val="00476408"/>
    <w:rsid w:val="00482BD0"/>
    <w:rsid w:val="00483F60"/>
    <w:rsid w:val="00483FBC"/>
    <w:rsid w:val="00484F52"/>
    <w:rsid w:val="004875D1"/>
    <w:rsid w:val="00487BCC"/>
    <w:rsid w:val="00487C4E"/>
    <w:rsid w:val="004911C8"/>
    <w:rsid w:val="004941B9"/>
    <w:rsid w:val="0049503F"/>
    <w:rsid w:val="0049625D"/>
    <w:rsid w:val="004963CF"/>
    <w:rsid w:val="004969D0"/>
    <w:rsid w:val="00496E19"/>
    <w:rsid w:val="00497018"/>
    <w:rsid w:val="0049740F"/>
    <w:rsid w:val="004A332C"/>
    <w:rsid w:val="004A4FFE"/>
    <w:rsid w:val="004A526B"/>
    <w:rsid w:val="004A6E84"/>
    <w:rsid w:val="004A70D5"/>
    <w:rsid w:val="004A7DA3"/>
    <w:rsid w:val="004B0711"/>
    <w:rsid w:val="004B1BE9"/>
    <w:rsid w:val="004B225B"/>
    <w:rsid w:val="004B403C"/>
    <w:rsid w:val="004B40D0"/>
    <w:rsid w:val="004B4801"/>
    <w:rsid w:val="004B54D4"/>
    <w:rsid w:val="004B553C"/>
    <w:rsid w:val="004B5A78"/>
    <w:rsid w:val="004B7075"/>
    <w:rsid w:val="004B73E0"/>
    <w:rsid w:val="004C3FF1"/>
    <w:rsid w:val="004C5393"/>
    <w:rsid w:val="004C5BCE"/>
    <w:rsid w:val="004C5BE9"/>
    <w:rsid w:val="004C73EF"/>
    <w:rsid w:val="004C7918"/>
    <w:rsid w:val="004D0F82"/>
    <w:rsid w:val="004D1CD3"/>
    <w:rsid w:val="004D2B78"/>
    <w:rsid w:val="004D2F24"/>
    <w:rsid w:val="004D583D"/>
    <w:rsid w:val="004D6B59"/>
    <w:rsid w:val="004D7C44"/>
    <w:rsid w:val="004D7C7D"/>
    <w:rsid w:val="004E24A6"/>
    <w:rsid w:val="004E4407"/>
    <w:rsid w:val="004E5381"/>
    <w:rsid w:val="004E6337"/>
    <w:rsid w:val="004E6DA3"/>
    <w:rsid w:val="004F1447"/>
    <w:rsid w:val="004F2870"/>
    <w:rsid w:val="004F7756"/>
    <w:rsid w:val="0050086E"/>
    <w:rsid w:val="00501294"/>
    <w:rsid w:val="00501305"/>
    <w:rsid w:val="00503C9E"/>
    <w:rsid w:val="00504C1B"/>
    <w:rsid w:val="0050599B"/>
    <w:rsid w:val="00505B46"/>
    <w:rsid w:val="00506742"/>
    <w:rsid w:val="0050715E"/>
    <w:rsid w:val="0050757E"/>
    <w:rsid w:val="005107DE"/>
    <w:rsid w:val="00511CC1"/>
    <w:rsid w:val="005121D7"/>
    <w:rsid w:val="00512938"/>
    <w:rsid w:val="00512FB0"/>
    <w:rsid w:val="005131E0"/>
    <w:rsid w:val="005141A9"/>
    <w:rsid w:val="00514870"/>
    <w:rsid w:val="00515344"/>
    <w:rsid w:val="005162BE"/>
    <w:rsid w:val="005169A4"/>
    <w:rsid w:val="00516E8D"/>
    <w:rsid w:val="005174FD"/>
    <w:rsid w:val="0052010E"/>
    <w:rsid w:val="00520E01"/>
    <w:rsid w:val="00521BB9"/>
    <w:rsid w:val="00521F0A"/>
    <w:rsid w:val="005220C0"/>
    <w:rsid w:val="0052266A"/>
    <w:rsid w:val="00522D3E"/>
    <w:rsid w:val="005248FA"/>
    <w:rsid w:val="00527B4C"/>
    <w:rsid w:val="00527D8D"/>
    <w:rsid w:val="00527E19"/>
    <w:rsid w:val="00532AA8"/>
    <w:rsid w:val="0053321A"/>
    <w:rsid w:val="0053582D"/>
    <w:rsid w:val="00536790"/>
    <w:rsid w:val="00537381"/>
    <w:rsid w:val="005374E7"/>
    <w:rsid w:val="00537974"/>
    <w:rsid w:val="00537E9D"/>
    <w:rsid w:val="005409E4"/>
    <w:rsid w:val="0054164A"/>
    <w:rsid w:val="005418C9"/>
    <w:rsid w:val="00542349"/>
    <w:rsid w:val="00542510"/>
    <w:rsid w:val="00542542"/>
    <w:rsid w:val="0054430C"/>
    <w:rsid w:val="005447A3"/>
    <w:rsid w:val="00545C1C"/>
    <w:rsid w:val="00546B5F"/>
    <w:rsid w:val="00551B5F"/>
    <w:rsid w:val="005522A2"/>
    <w:rsid w:val="00553BB2"/>
    <w:rsid w:val="00554C29"/>
    <w:rsid w:val="00554C2B"/>
    <w:rsid w:val="00555E40"/>
    <w:rsid w:val="00557B0F"/>
    <w:rsid w:val="00557D12"/>
    <w:rsid w:val="005603EC"/>
    <w:rsid w:val="00560A5A"/>
    <w:rsid w:val="00560D97"/>
    <w:rsid w:val="00563FDE"/>
    <w:rsid w:val="005669DD"/>
    <w:rsid w:val="00566E02"/>
    <w:rsid w:val="00567080"/>
    <w:rsid w:val="00567E50"/>
    <w:rsid w:val="00570E17"/>
    <w:rsid w:val="00571580"/>
    <w:rsid w:val="00571A22"/>
    <w:rsid w:val="00571E52"/>
    <w:rsid w:val="00571F7C"/>
    <w:rsid w:val="005726E8"/>
    <w:rsid w:val="00573080"/>
    <w:rsid w:val="00573A02"/>
    <w:rsid w:val="005740B0"/>
    <w:rsid w:val="00574B9E"/>
    <w:rsid w:val="00575BFD"/>
    <w:rsid w:val="00576076"/>
    <w:rsid w:val="00577473"/>
    <w:rsid w:val="005777B7"/>
    <w:rsid w:val="005809DC"/>
    <w:rsid w:val="0058322B"/>
    <w:rsid w:val="005861CB"/>
    <w:rsid w:val="00586DA6"/>
    <w:rsid w:val="005915EE"/>
    <w:rsid w:val="00592AC5"/>
    <w:rsid w:val="005953B6"/>
    <w:rsid w:val="00595B68"/>
    <w:rsid w:val="00595D40"/>
    <w:rsid w:val="0059635C"/>
    <w:rsid w:val="00596ABE"/>
    <w:rsid w:val="005973E2"/>
    <w:rsid w:val="005A1C86"/>
    <w:rsid w:val="005A2196"/>
    <w:rsid w:val="005A27DB"/>
    <w:rsid w:val="005A350E"/>
    <w:rsid w:val="005A363A"/>
    <w:rsid w:val="005A3710"/>
    <w:rsid w:val="005A40CF"/>
    <w:rsid w:val="005A45DC"/>
    <w:rsid w:val="005A4931"/>
    <w:rsid w:val="005A550F"/>
    <w:rsid w:val="005A6F13"/>
    <w:rsid w:val="005A7584"/>
    <w:rsid w:val="005B058F"/>
    <w:rsid w:val="005B0FD3"/>
    <w:rsid w:val="005B1306"/>
    <w:rsid w:val="005B2377"/>
    <w:rsid w:val="005B25C8"/>
    <w:rsid w:val="005B5231"/>
    <w:rsid w:val="005B58BE"/>
    <w:rsid w:val="005B58F5"/>
    <w:rsid w:val="005B638A"/>
    <w:rsid w:val="005B65E5"/>
    <w:rsid w:val="005C00A7"/>
    <w:rsid w:val="005C0BAA"/>
    <w:rsid w:val="005C2A8F"/>
    <w:rsid w:val="005C3D4C"/>
    <w:rsid w:val="005C5CFF"/>
    <w:rsid w:val="005C6966"/>
    <w:rsid w:val="005C75AB"/>
    <w:rsid w:val="005D015B"/>
    <w:rsid w:val="005D0C7C"/>
    <w:rsid w:val="005D20A2"/>
    <w:rsid w:val="005D2E14"/>
    <w:rsid w:val="005D30BA"/>
    <w:rsid w:val="005D36A1"/>
    <w:rsid w:val="005D37D2"/>
    <w:rsid w:val="005D3BD8"/>
    <w:rsid w:val="005D3DCA"/>
    <w:rsid w:val="005D4839"/>
    <w:rsid w:val="005D4DEC"/>
    <w:rsid w:val="005D4E87"/>
    <w:rsid w:val="005D52AB"/>
    <w:rsid w:val="005D5A19"/>
    <w:rsid w:val="005D6747"/>
    <w:rsid w:val="005D7FE7"/>
    <w:rsid w:val="005E038F"/>
    <w:rsid w:val="005E15AD"/>
    <w:rsid w:val="005E169F"/>
    <w:rsid w:val="005E4D83"/>
    <w:rsid w:val="005E537A"/>
    <w:rsid w:val="005E5553"/>
    <w:rsid w:val="005E5FDA"/>
    <w:rsid w:val="005E6B71"/>
    <w:rsid w:val="005E742A"/>
    <w:rsid w:val="005F054D"/>
    <w:rsid w:val="005F0DB5"/>
    <w:rsid w:val="005F0F4B"/>
    <w:rsid w:val="005F26D6"/>
    <w:rsid w:val="005F28E7"/>
    <w:rsid w:val="005F41A4"/>
    <w:rsid w:val="005F4E66"/>
    <w:rsid w:val="005F4EA2"/>
    <w:rsid w:val="005F5833"/>
    <w:rsid w:val="005F59BA"/>
    <w:rsid w:val="005F5BA8"/>
    <w:rsid w:val="005F61BB"/>
    <w:rsid w:val="005F6AD0"/>
    <w:rsid w:val="005F7012"/>
    <w:rsid w:val="00601774"/>
    <w:rsid w:val="00601900"/>
    <w:rsid w:val="00602127"/>
    <w:rsid w:val="006028B0"/>
    <w:rsid w:val="00602F1A"/>
    <w:rsid w:val="006039C1"/>
    <w:rsid w:val="00604367"/>
    <w:rsid w:val="00604977"/>
    <w:rsid w:val="00604D74"/>
    <w:rsid w:val="00607170"/>
    <w:rsid w:val="006078BD"/>
    <w:rsid w:val="00610F73"/>
    <w:rsid w:val="006115AF"/>
    <w:rsid w:val="00611CFB"/>
    <w:rsid w:val="00612896"/>
    <w:rsid w:val="00612FA9"/>
    <w:rsid w:val="0061350E"/>
    <w:rsid w:val="00614F9D"/>
    <w:rsid w:val="0061503A"/>
    <w:rsid w:val="0061520C"/>
    <w:rsid w:val="0061524C"/>
    <w:rsid w:val="006164F0"/>
    <w:rsid w:val="00620F1F"/>
    <w:rsid w:val="00620F25"/>
    <w:rsid w:val="00622090"/>
    <w:rsid w:val="00623252"/>
    <w:rsid w:val="00623C41"/>
    <w:rsid w:val="006245CA"/>
    <w:rsid w:val="006249E0"/>
    <w:rsid w:val="00625077"/>
    <w:rsid w:val="00625760"/>
    <w:rsid w:val="006257CF"/>
    <w:rsid w:val="00626608"/>
    <w:rsid w:val="00631C0A"/>
    <w:rsid w:val="0063216A"/>
    <w:rsid w:val="00632336"/>
    <w:rsid w:val="006327D9"/>
    <w:rsid w:val="00634C9D"/>
    <w:rsid w:val="006355F4"/>
    <w:rsid w:val="00635B51"/>
    <w:rsid w:val="00635BB5"/>
    <w:rsid w:val="00635BEB"/>
    <w:rsid w:val="006367AB"/>
    <w:rsid w:val="00636E10"/>
    <w:rsid w:val="00641273"/>
    <w:rsid w:val="00641679"/>
    <w:rsid w:val="00641DBE"/>
    <w:rsid w:val="006425F4"/>
    <w:rsid w:val="00642EAA"/>
    <w:rsid w:val="00644CA6"/>
    <w:rsid w:val="006450E7"/>
    <w:rsid w:val="006454BA"/>
    <w:rsid w:val="00645603"/>
    <w:rsid w:val="0064620B"/>
    <w:rsid w:val="00646294"/>
    <w:rsid w:val="006469EE"/>
    <w:rsid w:val="00647E30"/>
    <w:rsid w:val="00647E9D"/>
    <w:rsid w:val="0065103B"/>
    <w:rsid w:val="00651305"/>
    <w:rsid w:val="00651901"/>
    <w:rsid w:val="00651EA3"/>
    <w:rsid w:val="00652187"/>
    <w:rsid w:val="00652ECF"/>
    <w:rsid w:val="006539F3"/>
    <w:rsid w:val="006549B2"/>
    <w:rsid w:val="00654CF0"/>
    <w:rsid w:val="00656E52"/>
    <w:rsid w:val="00662C41"/>
    <w:rsid w:val="006634DE"/>
    <w:rsid w:val="00663505"/>
    <w:rsid w:val="00663E2F"/>
    <w:rsid w:val="006659EE"/>
    <w:rsid w:val="00666F7C"/>
    <w:rsid w:val="00666FF0"/>
    <w:rsid w:val="00670E7E"/>
    <w:rsid w:val="00670F10"/>
    <w:rsid w:val="00671485"/>
    <w:rsid w:val="00671B9E"/>
    <w:rsid w:val="0067288E"/>
    <w:rsid w:val="00672D93"/>
    <w:rsid w:val="00673009"/>
    <w:rsid w:val="006748FB"/>
    <w:rsid w:val="00674B42"/>
    <w:rsid w:val="0067611D"/>
    <w:rsid w:val="00676291"/>
    <w:rsid w:val="0067692E"/>
    <w:rsid w:val="006803EA"/>
    <w:rsid w:val="00681ECE"/>
    <w:rsid w:val="0068217C"/>
    <w:rsid w:val="00683715"/>
    <w:rsid w:val="0068477C"/>
    <w:rsid w:val="00685C6E"/>
    <w:rsid w:val="00685F91"/>
    <w:rsid w:val="00686976"/>
    <w:rsid w:val="00686C41"/>
    <w:rsid w:val="00686CEC"/>
    <w:rsid w:val="006875F0"/>
    <w:rsid w:val="00690832"/>
    <w:rsid w:val="00691872"/>
    <w:rsid w:val="00691D2D"/>
    <w:rsid w:val="00691E74"/>
    <w:rsid w:val="00692AC8"/>
    <w:rsid w:val="00692E10"/>
    <w:rsid w:val="0069398E"/>
    <w:rsid w:val="006958AE"/>
    <w:rsid w:val="006977B9"/>
    <w:rsid w:val="00697DAC"/>
    <w:rsid w:val="00697EF2"/>
    <w:rsid w:val="006A08AE"/>
    <w:rsid w:val="006A128A"/>
    <w:rsid w:val="006A2126"/>
    <w:rsid w:val="006A2680"/>
    <w:rsid w:val="006A2964"/>
    <w:rsid w:val="006A3C6D"/>
    <w:rsid w:val="006A3F4E"/>
    <w:rsid w:val="006A4279"/>
    <w:rsid w:val="006A47CC"/>
    <w:rsid w:val="006A547A"/>
    <w:rsid w:val="006A58E6"/>
    <w:rsid w:val="006A5AB8"/>
    <w:rsid w:val="006A5F0E"/>
    <w:rsid w:val="006A644A"/>
    <w:rsid w:val="006A6685"/>
    <w:rsid w:val="006A6BD0"/>
    <w:rsid w:val="006A7087"/>
    <w:rsid w:val="006B279E"/>
    <w:rsid w:val="006B2B1C"/>
    <w:rsid w:val="006B40FD"/>
    <w:rsid w:val="006B4D2F"/>
    <w:rsid w:val="006B4FAE"/>
    <w:rsid w:val="006C03FF"/>
    <w:rsid w:val="006C0E51"/>
    <w:rsid w:val="006C24B5"/>
    <w:rsid w:val="006C2646"/>
    <w:rsid w:val="006C2D6C"/>
    <w:rsid w:val="006C35A0"/>
    <w:rsid w:val="006C3B02"/>
    <w:rsid w:val="006C556A"/>
    <w:rsid w:val="006C66F6"/>
    <w:rsid w:val="006C7C89"/>
    <w:rsid w:val="006C7EFB"/>
    <w:rsid w:val="006D0651"/>
    <w:rsid w:val="006D1F71"/>
    <w:rsid w:val="006D275E"/>
    <w:rsid w:val="006D3FB2"/>
    <w:rsid w:val="006D4E68"/>
    <w:rsid w:val="006D696B"/>
    <w:rsid w:val="006D7D81"/>
    <w:rsid w:val="006E0B4D"/>
    <w:rsid w:val="006E278F"/>
    <w:rsid w:val="006E2B95"/>
    <w:rsid w:val="006E4CD5"/>
    <w:rsid w:val="006E50A1"/>
    <w:rsid w:val="006E5534"/>
    <w:rsid w:val="006E5ABA"/>
    <w:rsid w:val="006E61D5"/>
    <w:rsid w:val="006F05FA"/>
    <w:rsid w:val="006F0EBA"/>
    <w:rsid w:val="006F16D8"/>
    <w:rsid w:val="006F3820"/>
    <w:rsid w:val="006F3F60"/>
    <w:rsid w:val="006F6C9C"/>
    <w:rsid w:val="006F6F7E"/>
    <w:rsid w:val="006F747F"/>
    <w:rsid w:val="006F7F2E"/>
    <w:rsid w:val="00700262"/>
    <w:rsid w:val="0070082A"/>
    <w:rsid w:val="00700C77"/>
    <w:rsid w:val="007013D9"/>
    <w:rsid w:val="00701AE5"/>
    <w:rsid w:val="00701D28"/>
    <w:rsid w:val="00702284"/>
    <w:rsid w:val="007030C1"/>
    <w:rsid w:val="00706191"/>
    <w:rsid w:val="00713F69"/>
    <w:rsid w:val="00713FB0"/>
    <w:rsid w:val="00714C05"/>
    <w:rsid w:val="00715AFD"/>
    <w:rsid w:val="00715BCC"/>
    <w:rsid w:val="00716671"/>
    <w:rsid w:val="00717776"/>
    <w:rsid w:val="00717892"/>
    <w:rsid w:val="0072095A"/>
    <w:rsid w:val="007220B6"/>
    <w:rsid w:val="00722438"/>
    <w:rsid w:val="00723682"/>
    <w:rsid w:val="00724183"/>
    <w:rsid w:val="00724743"/>
    <w:rsid w:val="00724E9F"/>
    <w:rsid w:val="007262F5"/>
    <w:rsid w:val="00731CED"/>
    <w:rsid w:val="00732E5E"/>
    <w:rsid w:val="0073356B"/>
    <w:rsid w:val="00733FAA"/>
    <w:rsid w:val="00734D6A"/>
    <w:rsid w:val="00736F2C"/>
    <w:rsid w:val="0073714C"/>
    <w:rsid w:val="007373E9"/>
    <w:rsid w:val="00737706"/>
    <w:rsid w:val="00737CAE"/>
    <w:rsid w:val="00737FA2"/>
    <w:rsid w:val="007401B9"/>
    <w:rsid w:val="00742144"/>
    <w:rsid w:val="00743D5D"/>
    <w:rsid w:val="00745DE0"/>
    <w:rsid w:val="00746341"/>
    <w:rsid w:val="00746B5B"/>
    <w:rsid w:val="00747D54"/>
    <w:rsid w:val="0075050A"/>
    <w:rsid w:val="007516A7"/>
    <w:rsid w:val="007519D8"/>
    <w:rsid w:val="00751A5A"/>
    <w:rsid w:val="00752A5A"/>
    <w:rsid w:val="00752BD0"/>
    <w:rsid w:val="00752C29"/>
    <w:rsid w:val="00752E46"/>
    <w:rsid w:val="00753748"/>
    <w:rsid w:val="007539CD"/>
    <w:rsid w:val="00753BA0"/>
    <w:rsid w:val="00753C94"/>
    <w:rsid w:val="00754469"/>
    <w:rsid w:val="00754E18"/>
    <w:rsid w:val="00755042"/>
    <w:rsid w:val="00755DF3"/>
    <w:rsid w:val="00756C99"/>
    <w:rsid w:val="00757C1B"/>
    <w:rsid w:val="00760301"/>
    <w:rsid w:val="0076039A"/>
    <w:rsid w:val="007616C7"/>
    <w:rsid w:val="00761B8A"/>
    <w:rsid w:val="00761C03"/>
    <w:rsid w:val="0076301E"/>
    <w:rsid w:val="00764483"/>
    <w:rsid w:val="00765D09"/>
    <w:rsid w:val="00767288"/>
    <w:rsid w:val="00767BCE"/>
    <w:rsid w:val="007704D9"/>
    <w:rsid w:val="007710DE"/>
    <w:rsid w:val="00771B26"/>
    <w:rsid w:val="00772A30"/>
    <w:rsid w:val="007731A9"/>
    <w:rsid w:val="007742CF"/>
    <w:rsid w:val="007746D4"/>
    <w:rsid w:val="0077525F"/>
    <w:rsid w:val="0077594A"/>
    <w:rsid w:val="00776223"/>
    <w:rsid w:val="0077665E"/>
    <w:rsid w:val="00777F61"/>
    <w:rsid w:val="0078022A"/>
    <w:rsid w:val="00781DCD"/>
    <w:rsid w:val="0078363C"/>
    <w:rsid w:val="00784125"/>
    <w:rsid w:val="00784BB7"/>
    <w:rsid w:val="00784EE8"/>
    <w:rsid w:val="007850AE"/>
    <w:rsid w:val="00785478"/>
    <w:rsid w:val="007854FE"/>
    <w:rsid w:val="007902B7"/>
    <w:rsid w:val="007908CF"/>
    <w:rsid w:val="007924C4"/>
    <w:rsid w:val="00792656"/>
    <w:rsid w:val="00792B6B"/>
    <w:rsid w:val="007940E3"/>
    <w:rsid w:val="00795B73"/>
    <w:rsid w:val="00795FA3"/>
    <w:rsid w:val="00797D2C"/>
    <w:rsid w:val="007A0656"/>
    <w:rsid w:val="007A0EAB"/>
    <w:rsid w:val="007B0509"/>
    <w:rsid w:val="007B0DC0"/>
    <w:rsid w:val="007B14BA"/>
    <w:rsid w:val="007B392D"/>
    <w:rsid w:val="007B6DAF"/>
    <w:rsid w:val="007C0750"/>
    <w:rsid w:val="007C0954"/>
    <w:rsid w:val="007C0F60"/>
    <w:rsid w:val="007C305A"/>
    <w:rsid w:val="007C34A2"/>
    <w:rsid w:val="007C3993"/>
    <w:rsid w:val="007C63E5"/>
    <w:rsid w:val="007C74F0"/>
    <w:rsid w:val="007C7908"/>
    <w:rsid w:val="007D072C"/>
    <w:rsid w:val="007D1C35"/>
    <w:rsid w:val="007D3375"/>
    <w:rsid w:val="007D3929"/>
    <w:rsid w:val="007D4AB7"/>
    <w:rsid w:val="007D4F97"/>
    <w:rsid w:val="007D51E4"/>
    <w:rsid w:val="007D5BFD"/>
    <w:rsid w:val="007D64B2"/>
    <w:rsid w:val="007E0857"/>
    <w:rsid w:val="007E0FF4"/>
    <w:rsid w:val="007E10CF"/>
    <w:rsid w:val="007E3135"/>
    <w:rsid w:val="007E3FF5"/>
    <w:rsid w:val="007E48CD"/>
    <w:rsid w:val="007E4D1C"/>
    <w:rsid w:val="007E54C6"/>
    <w:rsid w:val="007E5996"/>
    <w:rsid w:val="007E6745"/>
    <w:rsid w:val="007E7D51"/>
    <w:rsid w:val="007F074B"/>
    <w:rsid w:val="007F08C8"/>
    <w:rsid w:val="007F0C01"/>
    <w:rsid w:val="007F11A4"/>
    <w:rsid w:val="007F4B5F"/>
    <w:rsid w:val="007F4E31"/>
    <w:rsid w:val="007F57E4"/>
    <w:rsid w:val="007F6529"/>
    <w:rsid w:val="007F6751"/>
    <w:rsid w:val="007F7155"/>
    <w:rsid w:val="007F720B"/>
    <w:rsid w:val="0080028D"/>
    <w:rsid w:val="008004FA"/>
    <w:rsid w:val="008011C1"/>
    <w:rsid w:val="00801F8B"/>
    <w:rsid w:val="00802B75"/>
    <w:rsid w:val="00803F6A"/>
    <w:rsid w:val="00804293"/>
    <w:rsid w:val="00804A2D"/>
    <w:rsid w:val="00804E60"/>
    <w:rsid w:val="00805690"/>
    <w:rsid w:val="00806878"/>
    <w:rsid w:val="00806B91"/>
    <w:rsid w:val="008070A7"/>
    <w:rsid w:val="008076EA"/>
    <w:rsid w:val="00810488"/>
    <w:rsid w:val="0081069D"/>
    <w:rsid w:val="00810C2E"/>
    <w:rsid w:val="00811856"/>
    <w:rsid w:val="00811A92"/>
    <w:rsid w:val="00812D17"/>
    <w:rsid w:val="00813634"/>
    <w:rsid w:val="008136B7"/>
    <w:rsid w:val="008145EA"/>
    <w:rsid w:val="008150A7"/>
    <w:rsid w:val="00815B75"/>
    <w:rsid w:val="008160EA"/>
    <w:rsid w:val="008168AD"/>
    <w:rsid w:val="008218A3"/>
    <w:rsid w:val="00821EC9"/>
    <w:rsid w:val="00822558"/>
    <w:rsid w:val="00822563"/>
    <w:rsid w:val="00822BAD"/>
    <w:rsid w:val="00823823"/>
    <w:rsid w:val="00825139"/>
    <w:rsid w:val="008252C6"/>
    <w:rsid w:val="008259AE"/>
    <w:rsid w:val="00827630"/>
    <w:rsid w:val="0082788B"/>
    <w:rsid w:val="00827AE8"/>
    <w:rsid w:val="00827DBE"/>
    <w:rsid w:val="0083093D"/>
    <w:rsid w:val="00830C13"/>
    <w:rsid w:val="00831662"/>
    <w:rsid w:val="0083168E"/>
    <w:rsid w:val="0083177C"/>
    <w:rsid w:val="00831A92"/>
    <w:rsid w:val="00831C9B"/>
    <w:rsid w:val="00832AF4"/>
    <w:rsid w:val="00832EA5"/>
    <w:rsid w:val="008335C9"/>
    <w:rsid w:val="00834557"/>
    <w:rsid w:val="00834DB7"/>
    <w:rsid w:val="00834EA6"/>
    <w:rsid w:val="008350BA"/>
    <w:rsid w:val="00835E49"/>
    <w:rsid w:val="00836C9C"/>
    <w:rsid w:val="00836E68"/>
    <w:rsid w:val="00843667"/>
    <w:rsid w:val="008476E8"/>
    <w:rsid w:val="008479ED"/>
    <w:rsid w:val="00847BD2"/>
    <w:rsid w:val="00852D03"/>
    <w:rsid w:val="00854082"/>
    <w:rsid w:val="00855419"/>
    <w:rsid w:val="00856110"/>
    <w:rsid w:val="00856129"/>
    <w:rsid w:val="00856377"/>
    <w:rsid w:val="00856E2C"/>
    <w:rsid w:val="00856EB7"/>
    <w:rsid w:val="008604D1"/>
    <w:rsid w:val="008652B8"/>
    <w:rsid w:val="00865F28"/>
    <w:rsid w:val="00866DE9"/>
    <w:rsid w:val="008712B1"/>
    <w:rsid w:val="008725DA"/>
    <w:rsid w:val="00873223"/>
    <w:rsid w:val="00875789"/>
    <w:rsid w:val="00875B2C"/>
    <w:rsid w:val="00877C92"/>
    <w:rsid w:val="008803D8"/>
    <w:rsid w:val="00880BD6"/>
    <w:rsid w:val="008813B7"/>
    <w:rsid w:val="00881834"/>
    <w:rsid w:val="00881B0B"/>
    <w:rsid w:val="00881F31"/>
    <w:rsid w:val="0088223B"/>
    <w:rsid w:val="00882987"/>
    <w:rsid w:val="00882E53"/>
    <w:rsid w:val="008841A6"/>
    <w:rsid w:val="00885405"/>
    <w:rsid w:val="00885655"/>
    <w:rsid w:val="008856E0"/>
    <w:rsid w:val="00890A8B"/>
    <w:rsid w:val="00891B2E"/>
    <w:rsid w:val="00892558"/>
    <w:rsid w:val="00893CFE"/>
    <w:rsid w:val="008942A1"/>
    <w:rsid w:val="008950FB"/>
    <w:rsid w:val="0089611F"/>
    <w:rsid w:val="008966BE"/>
    <w:rsid w:val="00897B68"/>
    <w:rsid w:val="008A1B14"/>
    <w:rsid w:val="008A2463"/>
    <w:rsid w:val="008A25F7"/>
    <w:rsid w:val="008A3238"/>
    <w:rsid w:val="008A4303"/>
    <w:rsid w:val="008A4D38"/>
    <w:rsid w:val="008A5802"/>
    <w:rsid w:val="008A5983"/>
    <w:rsid w:val="008A5DB7"/>
    <w:rsid w:val="008A7967"/>
    <w:rsid w:val="008B0734"/>
    <w:rsid w:val="008B1261"/>
    <w:rsid w:val="008B1504"/>
    <w:rsid w:val="008B205A"/>
    <w:rsid w:val="008B3497"/>
    <w:rsid w:val="008B3916"/>
    <w:rsid w:val="008B3E06"/>
    <w:rsid w:val="008B4B1A"/>
    <w:rsid w:val="008B55C8"/>
    <w:rsid w:val="008B56FA"/>
    <w:rsid w:val="008B6A6B"/>
    <w:rsid w:val="008C007C"/>
    <w:rsid w:val="008C29A3"/>
    <w:rsid w:val="008C2B8C"/>
    <w:rsid w:val="008C3675"/>
    <w:rsid w:val="008C51C1"/>
    <w:rsid w:val="008C5710"/>
    <w:rsid w:val="008C5EA8"/>
    <w:rsid w:val="008C789D"/>
    <w:rsid w:val="008C7BEA"/>
    <w:rsid w:val="008D0DC9"/>
    <w:rsid w:val="008D12C4"/>
    <w:rsid w:val="008D1329"/>
    <w:rsid w:val="008D393C"/>
    <w:rsid w:val="008D45A2"/>
    <w:rsid w:val="008D4AE5"/>
    <w:rsid w:val="008D4BC4"/>
    <w:rsid w:val="008D77DB"/>
    <w:rsid w:val="008E0A28"/>
    <w:rsid w:val="008E10EE"/>
    <w:rsid w:val="008E1720"/>
    <w:rsid w:val="008E1833"/>
    <w:rsid w:val="008E3E9A"/>
    <w:rsid w:val="008E64EA"/>
    <w:rsid w:val="008E784E"/>
    <w:rsid w:val="008F0023"/>
    <w:rsid w:val="008F112D"/>
    <w:rsid w:val="008F1249"/>
    <w:rsid w:val="008F1A0C"/>
    <w:rsid w:val="008F1A5A"/>
    <w:rsid w:val="008F1A86"/>
    <w:rsid w:val="008F4796"/>
    <w:rsid w:val="008F6360"/>
    <w:rsid w:val="008F638F"/>
    <w:rsid w:val="008F677A"/>
    <w:rsid w:val="008F6933"/>
    <w:rsid w:val="009007C0"/>
    <w:rsid w:val="00900C2C"/>
    <w:rsid w:val="009016E6"/>
    <w:rsid w:val="00901707"/>
    <w:rsid w:val="009024D3"/>
    <w:rsid w:val="0090282C"/>
    <w:rsid w:val="009036D1"/>
    <w:rsid w:val="00907232"/>
    <w:rsid w:val="009076C6"/>
    <w:rsid w:val="00907B84"/>
    <w:rsid w:val="0091012E"/>
    <w:rsid w:val="009109AA"/>
    <w:rsid w:val="00910BA8"/>
    <w:rsid w:val="0091208D"/>
    <w:rsid w:val="009122DD"/>
    <w:rsid w:val="009127AA"/>
    <w:rsid w:val="009128AB"/>
    <w:rsid w:val="00916567"/>
    <w:rsid w:val="00917216"/>
    <w:rsid w:val="0092013B"/>
    <w:rsid w:val="00921AB9"/>
    <w:rsid w:val="00923DD5"/>
    <w:rsid w:val="00923E76"/>
    <w:rsid w:val="00924DF2"/>
    <w:rsid w:val="0092508F"/>
    <w:rsid w:val="0092607F"/>
    <w:rsid w:val="00926381"/>
    <w:rsid w:val="00927E76"/>
    <w:rsid w:val="00930027"/>
    <w:rsid w:val="0093085B"/>
    <w:rsid w:val="00932094"/>
    <w:rsid w:val="00933B8B"/>
    <w:rsid w:val="009349A7"/>
    <w:rsid w:val="009400C3"/>
    <w:rsid w:val="00941619"/>
    <w:rsid w:val="00941747"/>
    <w:rsid w:val="009429B4"/>
    <w:rsid w:val="00942C5C"/>
    <w:rsid w:val="009435A7"/>
    <w:rsid w:val="0094400C"/>
    <w:rsid w:val="0094427A"/>
    <w:rsid w:val="009444AA"/>
    <w:rsid w:val="00945319"/>
    <w:rsid w:val="00945EE3"/>
    <w:rsid w:val="009462CD"/>
    <w:rsid w:val="00946926"/>
    <w:rsid w:val="00947AF1"/>
    <w:rsid w:val="0095011F"/>
    <w:rsid w:val="009501C2"/>
    <w:rsid w:val="00952E80"/>
    <w:rsid w:val="009534F2"/>
    <w:rsid w:val="009544BB"/>
    <w:rsid w:val="00954DB3"/>
    <w:rsid w:val="00955A4E"/>
    <w:rsid w:val="00955C0C"/>
    <w:rsid w:val="00956B86"/>
    <w:rsid w:val="00957888"/>
    <w:rsid w:val="009600B5"/>
    <w:rsid w:val="009606D5"/>
    <w:rsid w:val="009617D2"/>
    <w:rsid w:val="00961CCB"/>
    <w:rsid w:val="009630CF"/>
    <w:rsid w:val="00963317"/>
    <w:rsid w:val="009637B7"/>
    <w:rsid w:val="00964893"/>
    <w:rsid w:val="00966428"/>
    <w:rsid w:val="00967C92"/>
    <w:rsid w:val="00967CFA"/>
    <w:rsid w:val="00967F08"/>
    <w:rsid w:val="00970895"/>
    <w:rsid w:val="009712AA"/>
    <w:rsid w:val="009715C7"/>
    <w:rsid w:val="00971B2A"/>
    <w:rsid w:val="00972148"/>
    <w:rsid w:val="009727E7"/>
    <w:rsid w:val="00973A84"/>
    <w:rsid w:val="009744D6"/>
    <w:rsid w:val="0097464C"/>
    <w:rsid w:val="00974806"/>
    <w:rsid w:val="00975319"/>
    <w:rsid w:val="009756F3"/>
    <w:rsid w:val="00977387"/>
    <w:rsid w:val="00977615"/>
    <w:rsid w:val="00977FAB"/>
    <w:rsid w:val="00980B0D"/>
    <w:rsid w:val="009815D7"/>
    <w:rsid w:val="009822D6"/>
    <w:rsid w:val="00982580"/>
    <w:rsid w:val="009829FE"/>
    <w:rsid w:val="00983891"/>
    <w:rsid w:val="0098407E"/>
    <w:rsid w:val="00984B50"/>
    <w:rsid w:val="00985FB9"/>
    <w:rsid w:val="009879B7"/>
    <w:rsid w:val="00990EFF"/>
    <w:rsid w:val="009910B7"/>
    <w:rsid w:val="00991929"/>
    <w:rsid w:val="00991C9F"/>
    <w:rsid w:val="00993DFB"/>
    <w:rsid w:val="00994AFC"/>
    <w:rsid w:val="00995D59"/>
    <w:rsid w:val="009961A5"/>
    <w:rsid w:val="00996744"/>
    <w:rsid w:val="00997135"/>
    <w:rsid w:val="0099745A"/>
    <w:rsid w:val="009A1D18"/>
    <w:rsid w:val="009A2408"/>
    <w:rsid w:val="009A2FD4"/>
    <w:rsid w:val="009A54B6"/>
    <w:rsid w:val="009B0367"/>
    <w:rsid w:val="009B0632"/>
    <w:rsid w:val="009B2E63"/>
    <w:rsid w:val="009B33B0"/>
    <w:rsid w:val="009B4754"/>
    <w:rsid w:val="009B4C95"/>
    <w:rsid w:val="009B50B4"/>
    <w:rsid w:val="009B5E25"/>
    <w:rsid w:val="009B5FC7"/>
    <w:rsid w:val="009B63F6"/>
    <w:rsid w:val="009B71A9"/>
    <w:rsid w:val="009B71DB"/>
    <w:rsid w:val="009C1B26"/>
    <w:rsid w:val="009C1F5C"/>
    <w:rsid w:val="009C4BA8"/>
    <w:rsid w:val="009C53B2"/>
    <w:rsid w:val="009C5964"/>
    <w:rsid w:val="009C5BCE"/>
    <w:rsid w:val="009C7091"/>
    <w:rsid w:val="009C7F2A"/>
    <w:rsid w:val="009D0005"/>
    <w:rsid w:val="009D0966"/>
    <w:rsid w:val="009D0B34"/>
    <w:rsid w:val="009D0C95"/>
    <w:rsid w:val="009D15D7"/>
    <w:rsid w:val="009D207B"/>
    <w:rsid w:val="009D2400"/>
    <w:rsid w:val="009D34F4"/>
    <w:rsid w:val="009D4A2C"/>
    <w:rsid w:val="009E10E6"/>
    <w:rsid w:val="009E2255"/>
    <w:rsid w:val="009E2F31"/>
    <w:rsid w:val="009E3027"/>
    <w:rsid w:val="009E482F"/>
    <w:rsid w:val="009E49F0"/>
    <w:rsid w:val="009E4DDD"/>
    <w:rsid w:val="009F0CCB"/>
    <w:rsid w:val="009F28FF"/>
    <w:rsid w:val="009F2C35"/>
    <w:rsid w:val="009F2FC7"/>
    <w:rsid w:val="009F37FD"/>
    <w:rsid w:val="009F5222"/>
    <w:rsid w:val="009F58BF"/>
    <w:rsid w:val="009F7892"/>
    <w:rsid w:val="00A00143"/>
    <w:rsid w:val="00A017B3"/>
    <w:rsid w:val="00A02E75"/>
    <w:rsid w:val="00A038C6"/>
    <w:rsid w:val="00A0529C"/>
    <w:rsid w:val="00A05B25"/>
    <w:rsid w:val="00A0696B"/>
    <w:rsid w:val="00A07B2A"/>
    <w:rsid w:val="00A10702"/>
    <w:rsid w:val="00A10F1E"/>
    <w:rsid w:val="00A1168A"/>
    <w:rsid w:val="00A1257F"/>
    <w:rsid w:val="00A132DF"/>
    <w:rsid w:val="00A13989"/>
    <w:rsid w:val="00A14452"/>
    <w:rsid w:val="00A1476A"/>
    <w:rsid w:val="00A14A82"/>
    <w:rsid w:val="00A15232"/>
    <w:rsid w:val="00A15B12"/>
    <w:rsid w:val="00A1669E"/>
    <w:rsid w:val="00A16B47"/>
    <w:rsid w:val="00A204A7"/>
    <w:rsid w:val="00A2119D"/>
    <w:rsid w:val="00A21687"/>
    <w:rsid w:val="00A217DB"/>
    <w:rsid w:val="00A23B1B"/>
    <w:rsid w:val="00A247DD"/>
    <w:rsid w:val="00A26642"/>
    <w:rsid w:val="00A302DC"/>
    <w:rsid w:val="00A322FA"/>
    <w:rsid w:val="00A33848"/>
    <w:rsid w:val="00A33CB6"/>
    <w:rsid w:val="00A33DC9"/>
    <w:rsid w:val="00A33EBC"/>
    <w:rsid w:val="00A3433A"/>
    <w:rsid w:val="00A34C15"/>
    <w:rsid w:val="00A34EA0"/>
    <w:rsid w:val="00A351CE"/>
    <w:rsid w:val="00A35359"/>
    <w:rsid w:val="00A37BF5"/>
    <w:rsid w:val="00A37D0E"/>
    <w:rsid w:val="00A40053"/>
    <w:rsid w:val="00A40972"/>
    <w:rsid w:val="00A40CC4"/>
    <w:rsid w:val="00A40D21"/>
    <w:rsid w:val="00A41C12"/>
    <w:rsid w:val="00A42F6E"/>
    <w:rsid w:val="00A42FE3"/>
    <w:rsid w:val="00A43B4A"/>
    <w:rsid w:val="00A44D08"/>
    <w:rsid w:val="00A453C5"/>
    <w:rsid w:val="00A4576A"/>
    <w:rsid w:val="00A45CC7"/>
    <w:rsid w:val="00A5040A"/>
    <w:rsid w:val="00A50475"/>
    <w:rsid w:val="00A51003"/>
    <w:rsid w:val="00A516AA"/>
    <w:rsid w:val="00A522E4"/>
    <w:rsid w:val="00A52672"/>
    <w:rsid w:val="00A546D0"/>
    <w:rsid w:val="00A551AF"/>
    <w:rsid w:val="00A5573D"/>
    <w:rsid w:val="00A56365"/>
    <w:rsid w:val="00A56A2E"/>
    <w:rsid w:val="00A57303"/>
    <w:rsid w:val="00A57763"/>
    <w:rsid w:val="00A606A0"/>
    <w:rsid w:val="00A613A8"/>
    <w:rsid w:val="00A61CAC"/>
    <w:rsid w:val="00A6312E"/>
    <w:rsid w:val="00A64106"/>
    <w:rsid w:val="00A64E18"/>
    <w:rsid w:val="00A659FD"/>
    <w:rsid w:val="00A663E3"/>
    <w:rsid w:val="00A6723C"/>
    <w:rsid w:val="00A67990"/>
    <w:rsid w:val="00A71226"/>
    <w:rsid w:val="00A74851"/>
    <w:rsid w:val="00A75074"/>
    <w:rsid w:val="00A76352"/>
    <w:rsid w:val="00A77507"/>
    <w:rsid w:val="00A80BD6"/>
    <w:rsid w:val="00A82995"/>
    <w:rsid w:val="00A83831"/>
    <w:rsid w:val="00A84D91"/>
    <w:rsid w:val="00A85BB3"/>
    <w:rsid w:val="00A863DB"/>
    <w:rsid w:val="00A8753B"/>
    <w:rsid w:val="00A87C65"/>
    <w:rsid w:val="00A92997"/>
    <w:rsid w:val="00A93337"/>
    <w:rsid w:val="00A93D80"/>
    <w:rsid w:val="00A93FFC"/>
    <w:rsid w:val="00A9479D"/>
    <w:rsid w:val="00A94CCD"/>
    <w:rsid w:val="00A94D56"/>
    <w:rsid w:val="00A95342"/>
    <w:rsid w:val="00A964CE"/>
    <w:rsid w:val="00AA02E5"/>
    <w:rsid w:val="00AA091C"/>
    <w:rsid w:val="00AA134E"/>
    <w:rsid w:val="00AA291C"/>
    <w:rsid w:val="00AA2EF6"/>
    <w:rsid w:val="00AA300E"/>
    <w:rsid w:val="00AA314B"/>
    <w:rsid w:val="00AA32DA"/>
    <w:rsid w:val="00AA34A1"/>
    <w:rsid w:val="00AA3972"/>
    <w:rsid w:val="00AA3D2D"/>
    <w:rsid w:val="00AA4326"/>
    <w:rsid w:val="00AA4695"/>
    <w:rsid w:val="00AA472D"/>
    <w:rsid w:val="00AA4E8F"/>
    <w:rsid w:val="00AA56D8"/>
    <w:rsid w:val="00AA6B03"/>
    <w:rsid w:val="00AA6C47"/>
    <w:rsid w:val="00AA76A2"/>
    <w:rsid w:val="00AA781E"/>
    <w:rsid w:val="00AA7C8E"/>
    <w:rsid w:val="00AA7EB2"/>
    <w:rsid w:val="00AB0C5D"/>
    <w:rsid w:val="00AB0CFE"/>
    <w:rsid w:val="00AB2F12"/>
    <w:rsid w:val="00AB6265"/>
    <w:rsid w:val="00AB67B2"/>
    <w:rsid w:val="00AB6E88"/>
    <w:rsid w:val="00AB71A6"/>
    <w:rsid w:val="00AC315D"/>
    <w:rsid w:val="00AC3477"/>
    <w:rsid w:val="00AC41A4"/>
    <w:rsid w:val="00AC5066"/>
    <w:rsid w:val="00AC5B73"/>
    <w:rsid w:val="00AC5BEE"/>
    <w:rsid w:val="00AC60AB"/>
    <w:rsid w:val="00AC6AF2"/>
    <w:rsid w:val="00AC75C6"/>
    <w:rsid w:val="00AD0714"/>
    <w:rsid w:val="00AD17B4"/>
    <w:rsid w:val="00AD3239"/>
    <w:rsid w:val="00AD3BF2"/>
    <w:rsid w:val="00AD4F83"/>
    <w:rsid w:val="00AD6946"/>
    <w:rsid w:val="00AD6A01"/>
    <w:rsid w:val="00AE03AE"/>
    <w:rsid w:val="00AE04C1"/>
    <w:rsid w:val="00AE253B"/>
    <w:rsid w:val="00AE314A"/>
    <w:rsid w:val="00AE5115"/>
    <w:rsid w:val="00AE53F1"/>
    <w:rsid w:val="00AE5D5B"/>
    <w:rsid w:val="00AE69DF"/>
    <w:rsid w:val="00AE74F1"/>
    <w:rsid w:val="00AE7B10"/>
    <w:rsid w:val="00AE7D5B"/>
    <w:rsid w:val="00AF01CE"/>
    <w:rsid w:val="00AF0954"/>
    <w:rsid w:val="00AF0FE6"/>
    <w:rsid w:val="00AF2C7E"/>
    <w:rsid w:val="00AF423B"/>
    <w:rsid w:val="00AF432E"/>
    <w:rsid w:val="00AF48DC"/>
    <w:rsid w:val="00AF4953"/>
    <w:rsid w:val="00AF5ACF"/>
    <w:rsid w:val="00AF5BC6"/>
    <w:rsid w:val="00AF5FB7"/>
    <w:rsid w:val="00AF65E2"/>
    <w:rsid w:val="00AF75DD"/>
    <w:rsid w:val="00AF765D"/>
    <w:rsid w:val="00AF77BF"/>
    <w:rsid w:val="00B003A4"/>
    <w:rsid w:val="00B00A1F"/>
    <w:rsid w:val="00B00A32"/>
    <w:rsid w:val="00B0146D"/>
    <w:rsid w:val="00B02763"/>
    <w:rsid w:val="00B02A24"/>
    <w:rsid w:val="00B031F2"/>
    <w:rsid w:val="00B04C6C"/>
    <w:rsid w:val="00B05029"/>
    <w:rsid w:val="00B059B7"/>
    <w:rsid w:val="00B07618"/>
    <w:rsid w:val="00B1117D"/>
    <w:rsid w:val="00B142B8"/>
    <w:rsid w:val="00B148EA"/>
    <w:rsid w:val="00B163B4"/>
    <w:rsid w:val="00B1716E"/>
    <w:rsid w:val="00B17FCA"/>
    <w:rsid w:val="00B2089B"/>
    <w:rsid w:val="00B21992"/>
    <w:rsid w:val="00B22D21"/>
    <w:rsid w:val="00B22D88"/>
    <w:rsid w:val="00B23E39"/>
    <w:rsid w:val="00B25351"/>
    <w:rsid w:val="00B25EB5"/>
    <w:rsid w:val="00B26389"/>
    <w:rsid w:val="00B2676D"/>
    <w:rsid w:val="00B271E6"/>
    <w:rsid w:val="00B30B18"/>
    <w:rsid w:val="00B30B4A"/>
    <w:rsid w:val="00B30CDD"/>
    <w:rsid w:val="00B31AB0"/>
    <w:rsid w:val="00B33B8F"/>
    <w:rsid w:val="00B34021"/>
    <w:rsid w:val="00B34977"/>
    <w:rsid w:val="00B36124"/>
    <w:rsid w:val="00B3719A"/>
    <w:rsid w:val="00B3777E"/>
    <w:rsid w:val="00B4016E"/>
    <w:rsid w:val="00B40715"/>
    <w:rsid w:val="00B42606"/>
    <w:rsid w:val="00B427D0"/>
    <w:rsid w:val="00B433D6"/>
    <w:rsid w:val="00B441C9"/>
    <w:rsid w:val="00B44CB3"/>
    <w:rsid w:val="00B4521D"/>
    <w:rsid w:val="00B46085"/>
    <w:rsid w:val="00B505D3"/>
    <w:rsid w:val="00B50D0F"/>
    <w:rsid w:val="00B55622"/>
    <w:rsid w:val="00B55DEF"/>
    <w:rsid w:val="00B5622E"/>
    <w:rsid w:val="00B569DD"/>
    <w:rsid w:val="00B57B79"/>
    <w:rsid w:val="00B6174A"/>
    <w:rsid w:val="00B61F57"/>
    <w:rsid w:val="00B63AF9"/>
    <w:rsid w:val="00B63CC2"/>
    <w:rsid w:val="00B649E4"/>
    <w:rsid w:val="00B65187"/>
    <w:rsid w:val="00B653CF"/>
    <w:rsid w:val="00B6600D"/>
    <w:rsid w:val="00B674AA"/>
    <w:rsid w:val="00B70012"/>
    <w:rsid w:val="00B700A1"/>
    <w:rsid w:val="00B70ADB"/>
    <w:rsid w:val="00B7171F"/>
    <w:rsid w:val="00B71A51"/>
    <w:rsid w:val="00B72C30"/>
    <w:rsid w:val="00B73855"/>
    <w:rsid w:val="00B73C72"/>
    <w:rsid w:val="00B75879"/>
    <w:rsid w:val="00B762C1"/>
    <w:rsid w:val="00B76426"/>
    <w:rsid w:val="00B76A03"/>
    <w:rsid w:val="00B76D0B"/>
    <w:rsid w:val="00B77100"/>
    <w:rsid w:val="00B77121"/>
    <w:rsid w:val="00B80640"/>
    <w:rsid w:val="00B80B52"/>
    <w:rsid w:val="00B81118"/>
    <w:rsid w:val="00B81641"/>
    <w:rsid w:val="00B82108"/>
    <w:rsid w:val="00B83D0B"/>
    <w:rsid w:val="00B85E84"/>
    <w:rsid w:val="00B9049E"/>
    <w:rsid w:val="00B904C3"/>
    <w:rsid w:val="00B91250"/>
    <w:rsid w:val="00B912F1"/>
    <w:rsid w:val="00B917C4"/>
    <w:rsid w:val="00B92060"/>
    <w:rsid w:val="00B92789"/>
    <w:rsid w:val="00B931BC"/>
    <w:rsid w:val="00B94AF7"/>
    <w:rsid w:val="00B95A27"/>
    <w:rsid w:val="00B9611F"/>
    <w:rsid w:val="00B97367"/>
    <w:rsid w:val="00BA03AE"/>
    <w:rsid w:val="00BA1AB2"/>
    <w:rsid w:val="00BA1F6C"/>
    <w:rsid w:val="00BA21ED"/>
    <w:rsid w:val="00BA3435"/>
    <w:rsid w:val="00BA404C"/>
    <w:rsid w:val="00BA412D"/>
    <w:rsid w:val="00BA426D"/>
    <w:rsid w:val="00BA47DF"/>
    <w:rsid w:val="00BA4BBC"/>
    <w:rsid w:val="00BA657D"/>
    <w:rsid w:val="00BA6B8F"/>
    <w:rsid w:val="00BA6EDF"/>
    <w:rsid w:val="00BA76F1"/>
    <w:rsid w:val="00BB0AA4"/>
    <w:rsid w:val="00BB1DF8"/>
    <w:rsid w:val="00BB2390"/>
    <w:rsid w:val="00BB3DC8"/>
    <w:rsid w:val="00BB475E"/>
    <w:rsid w:val="00BB5586"/>
    <w:rsid w:val="00BB5C90"/>
    <w:rsid w:val="00BB6DF4"/>
    <w:rsid w:val="00BC06A5"/>
    <w:rsid w:val="00BC1B3D"/>
    <w:rsid w:val="00BC3428"/>
    <w:rsid w:val="00BC35F8"/>
    <w:rsid w:val="00BC3F4C"/>
    <w:rsid w:val="00BC62F9"/>
    <w:rsid w:val="00BC6A14"/>
    <w:rsid w:val="00BC7826"/>
    <w:rsid w:val="00BC7F40"/>
    <w:rsid w:val="00BD1363"/>
    <w:rsid w:val="00BD23F7"/>
    <w:rsid w:val="00BD2A01"/>
    <w:rsid w:val="00BD3E26"/>
    <w:rsid w:val="00BD44BE"/>
    <w:rsid w:val="00BD5BD0"/>
    <w:rsid w:val="00BD62F1"/>
    <w:rsid w:val="00BD6798"/>
    <w:rsid w:val="00BD6AFF"/>
    <w:rsid w:val="00BD6E89"/>
    <w:rsid w:val="00BD7FFB"/>
    <w:rsid w:val="00BE074F"/>
    <w:rsid w:val="00BE09C2"/>
    <w:rsid w:val="00BE20C3"/>
    <w:rsid w:val="00BE2DF9"/>
    <w:rsid w:val="00BE2FD9"/>
    <w:rsid w:val="00BE30DC"/>
    <w:rsid w:val="00BE3215"/>
    <w:rsid w:val="00BE3B36"/>
    <w:rsid w:val="00BE3CE3"/>
    <w:rsid w:val="00BE425C"/>
    <w:rsid w:val="00BE530D"/>
    <w:rsid w:val="00BE56A5"/>
    <w:rsid w:val="00BE5DDF"/>
    <w:rsid w:val="00BE6CBE"/>
    <w:rsid w:val="00BE6CD9"/>
    <w:rsid w:val="00BE715C"/>
    <w:rsid w:val="00BF001A"/>
    <w:rsid w:val="00BF373E"/>
    <w:rsid w:val="00C0047F"/>
    <w:rsid w:val="00C01044"/>
    <w:rsid w:val="00C0215F"/>
    <w:rsid w:val="00C023C9"/>
    <w:rsid w:val="00C03C18"/>
    <w:rsid w:val="00C03C22"/>
    <w:rsid w:val="00C043A2"/>
    <w:rsid w:val="00C04B3F"/>
    <w:rsid w:val="00C04C9C"/>
    <w:rsid w:val="00C0516C"/>
    <w:rsid w:val="00C060F2"/>
    <w:rsid w:val="00C068C5"/>
    <w:rsid w:val="00C10E96"/>
    <w:rsid w:val="00C10FB3"/>
    <w:rsid w:val="00C12170"/>
    <w:rsid w:val="00C13EE1"/>
    <w:rsid w:val="00C13FC7"/>
    <w:rsid w:val="00C166EA"/>
    <w:rsid w:val="00C168EE"/>
    <w:rsid w:val="00C17E22"/>
    <w:rsid w:val="00C21285"/>
    <w:rsid w:val="00C21931"/>
    <w:rsid w:val="00C22AB6"/>
    <w:rsid w:val="00C22F05"/>
    <w:rsid w:val="00C235EE"/>
    <w:rsid w:val="00C248C4"/>
    <w:rsid w:val="00C24FE6"/>
    <w:rsid w:val="00C261BC"/>
    <w:rsid w:val="00C2699A"/>
    <w:rsid w:val="00C26BFA"/>
    <w:rsid w:val="00C26C84"/>
    <w:rsid w:val="00C26CF2"/>
    <w:rsid w:val="00C27C26"/>
    <w:rsid w:val="00C27DED"/>
    <w:rsid w:val="00C30D8C"/>
    <w:rsid w:val="00C318A2"/>
    <w:rsid w:val="00C3247B"/>
    <w:rsid w:val="00C3253B"/>
    <w:rsid w:val="00C32879"/>
    <w:rsid w:val="00C32DF1"/>
    <w:rsid w:val="00C32E48"/>
    <w:rsid w:val="00C337F8"/>
    <w:rsid w:val="00C34305"/>
    <w:rsid w:val="00C355E7"/>
    <w:rsid w:val="00C35772"/>
    <w:rsid w:val="00C358ED"/>
    <w:rsid w:val="00C36DC7"/>
    <w:rsid w:val="00C404A8"/>
    <w:rsid w:val="00C40924"/>
    <w:rsid w:val="00C40BDA"/>
    <w:rsid w:val="00C4107E"/>
    <w:rsid w:val="00C41DE0"/>
    <w:rsid w:val="00C42273"/>
    <w:rsid w:val="00C42AEA"/>
    <w:rsid w:val="00C43E1C"/>
    <w:rsid w:val="00C441D5"/>
    <w:rsid w:val="00C470A2"/>
    <w:rsid w:val="00C502B9"/>
    <w:rsid w:val="00C54C52"/>
    <w:rsid w:val="00C54D8D"/>
    <w:rsid w:val="00C55383"/>
    <w:rsid w:val="00C55547"/>
    <w:rsid w:val="00C55622"/>
    <w:rsid w:val="00C575A0"/>
    <w:rsid w:val="00C60711"/>
    <w:rsid w:val="00C61AC7"/>
    <w:rsid w:val="00C61C90"/>
    <w:rsid w:val="00C61F23"/>
    <w:rsid w:val="00C62AF8"/>
    <w:rsid w:val="00C65519"/>
    <w:rsid w:val="00C6638C"/>
    <w:rsid w:val="00C66B85"/>
    <w:rsid w:val="00C7113F"/>
    <w:rsid w:val="00C726E0"/>
    <w:rsid w:val="00C72B85"/>
    <w:rsid w:val="00C73459"/>
    <w:rsid w:val="00C7349B"/>
    <w:rsid w:val="00C749AA"/>
    <w:rsid w:val="00C751E9"/>
    <w:rsid w:val="00C75BEB"/>
    <w:rsid w:val="00C76F8F"/>
    <w:rsid w:val="00C774C8"/>
    <w:rsid w:val="00C81960"/>
    <w:rsid w:val="00C819E7"/>
    <w:rsid w:val="00C81AB4"/>
    <w:rsid w:val="00C81AD6"/>
    <w:rsid w:val="00C82E8B"/>
    <w:rsid w:val="00C8476C"/>
    <w:rsid w:val="00C86DCF"/>
    <w:rsid w:val="00C876E8"/>
    <w:rsid w:val="00C8783D"/>
    <w:rsid w:val="00C87BA3"/>
    <w:rsid w:val="00C900D4"/>
    <w:rsid w:val="00C916E7"/>
    <w:rsid w:val="00C92FC8"/>
    <w:rsid w:val="00C93180"/>
    <w:rsid w:val="00C9321B"/>
    <w:rsid w:val="00C96C31"/>
    <w:rsid w:val="00C978C6"/>
    <w:rsid w:val="00C97C56"/>
    <w:rsid w:val="00CA0172"/>
    <w:rsid w:val="00CA0C6B"/>
    <w:rsid w:val="00CA1F03"/>
    <w:rsid w:val="00CA2DE9"/>
    <w:rsid w:val="00CA3CBF"/>
    <w:rsid w:val="00CA4377"/>
    <w:rsid w:val="00CA562B"/>
    <w:rsid w:val="00CA59A4"/>
    <w:rsid w:val="00CA6825"/>
    <w:rsid w:val="00CA7311"/>
    <w:rsid w:val="00CB0072"/>
    <w:rsid w:val="00CB1FBB"/>
    <w:rsid w:val="00CB25CA"/>
    <w:rsid w:val="00CB3014"/>
    <w:rsid w:val="00CB40FB"/>
    <w:rsid w:val="00CB76F4"/>
    <w:rsid w:val="00CB793E"/>
    <w:rsid w:val="00CC059D"/>
    <w:rsid w:val="00CC0644"/>
    <w:rsid w:val="00CC15B9"/>
    <w:rsid w:val="00CC2EA6"/>
    <w:rsid w:val="00CC3843"/>
    <w:rsid w:val="00CC4798"/>
    <w:rsid w:val="00CC64CD"/>
    <w:rsid w:val="00CD0057"/>
    <w:rsid w:val="00CD0C00"/>
    <w:rsid w:val="00CD1628"/>
    <w:rsid w:val="00CD1819"/>
    <w:rsid w:val="00CD202D"/>
    <w:rsid w:val="00CD3117"/>
    <w:rsid w:val="00CD3636"/>
    <w:rsid w:val="00CD3F4E"/>
    <w:rsid w:val="00CD5756"/>
    <w:rsid w:val="00CD5BCD"/>
    <w:rsid w:val="00CD5F5D"/>
    <w:rsid w:val="00CD65BD"/>
    <w:rsid w:val="00CE10E7"/>
    <w:rsid w:val="00CE151F"/>
    <w:rsid w:val="00CE1DD0"/>
    <w:rsid w:val="00CE215B"/>
    <w:rsid w:val="00CE2252"/>
    <w:rsid w:val="00CE29FD"/>
    <w:rsid w:val="00CE2A39"/>
    <w:rsid w:val="00CE39E2"/>
    <w:rsid w:val="00CE454D"/>
    <w:rsid w:val="00CF015D"/>
    <w:rsid w:val="00CF152C"/>
    <w:rsid w:val="00CF2649"/>
    <w:rsid w:val="00CF2F11"/>
    <w:rsid w:val="00CF4443"/>
    <w:rsid w:val="00CF4D90"/>
    <w:rsid w:val="00CF52A3"/>
    <w:rsid w:val="00CF67BA"/>
    <w:rsid w:val="00CF6843"/>
    <w:rsid w:val="00CF7094"/>
    <w:rsid w:val="00CF7C43"/>
    <w:rsid w:val="00D00DA8"/>
    <w:rsid w:val="00D01AED"/>
    <w:rsid w:val="00D02771"/>
    <w:rsid w:val="00D032A8"/>
    <w:rsid w:val="00D033F0"/>
    <w:rsid w:val="00D03586"/>
    <w:rsid w:val="00D049C7"/>
    <w:rsid w:val="00D056BD"/>
    <w:rsid w:val="00D0721D"/>
    <w:rsid w:val="00D07E72"/>
    <w:rsid w:val="00D1126F"/>
    <w:rsid w:val="00D11E59"/>
    <w:rsid w:val="00D11FD6"/>
    <w:rsid w:val="00D127F8"/>
    <w:rsid w:val="00D147BD"/>
    <w:rsid w:val="00D14FC5"/>
    <w:rsid w:val="00D15A1E"/>
    <w:rsid w:val="00D2036F"/>
    <w:rsid w:val="00D20461"/>
    <w:rsid w:val="00D2101E"/>
    <w:rsid w:val="00D22B54"/>
    <w:rsid w:val="00D22F61"/>
    <w:rsid w:val="00D23EB9"/>
    <w:rsid w:val="00D247B1"/>
    <w:rsid w:val="00D249F8"/>
    <w:rsid w:val="00D24E2D"/>
    <w:rsid w:val="00D25BF1"/>
    <w:rsid w:val="00D25FDD"/>
    <w:rsid w:val="00D2651D"/>
    <w:rsid w:val="00D265A9"/>
    <w:rsid w:val="00D31100"/>
    <w:rsid w:val="00D31DD1"/>
    <w:rsid w:val="00D32023"/>
    <w:rsid w:val="00D322E7"/>
    <w:rsid w:val="00D32739"/>
    <w:rsid w:val="00D330DF"/>
    <w:rsid w:val="00D33758"/>
    <w:rsid w:val="00D33A20"/>
    <w:rsid w:val="00D33D8B"/>
    <w:rsid w:val="00D342A5"/>
    <w:rsid w:val="00D34A06"/>
    <w:rsid w:val="00D34C86"/>
    <w:rsid w:val="00D40B52"/>
    <w:rsid w:val="00D44E6E"/>
    <w:rsid w:val="00D4618C"/>
    <w:rsid w:val="00D505A6"/>
    <w:rsid w:val="00D51152"/>
    <w:rsid w:val="00D51F6E"/>
    <w:rsid w:val="00D534F8"/>
    <w:rsid w:val="00D53C17"/>
    <w:rsid w:val="00D5424A"/>
    <w:rsid w:val="00D54BE5"/>
    <w:rsid w:val="00D55D02"/>
    <w:rsid w:val="00D56999"/>
    <w:rsid w:val="00D57C98"/>
    <w:rsid w:val="00D60DD7"/>
    <w:rsid w:val="00D6153B"/>
    <w:rsid w:val="00D61FC2"/>
    <w:rsid w:val="00D61FE3"/>
    <w:rsid w:val="00D62B94"/>
    <w:rsid w:val="00D64540"/>
    <w:rsid w:val="00D70143"/>
    <w:rsid w:val="00D723B7"/>
    <w:rsid w:val="00D73202"/>
    <w:rsid w:val="00D7625A"/>
    <w:rsid w:val="00D8038E"/>
    <w:rsid w:val="00D8102C"/>
    <w:rsid w:val="00D81D7C"/>
    <w:rsid w:val="00D824CE"/>
    <w:rsid w:val="00D82A58"/>
    <w:rsid w:val="00D84490"/>
    <w:rsid w:val="00D87081"/>
    <w:rsid w:val="00D87E4E"/>
    <w:rsid w:val="00D9028F"/>
    <w:rsid w:val="00D90ECD"/>
    <w:rsid w:val="00D9112B"/>
    <w:rsid w:val="00D91B04"/>
    <w:rsid w:val="00D93856"/>
    <w:rsid w:val="00D9387E"/>
    <w:rsid w:val="00D93A75"/>
    <w:rsid w:val="00D94AE9"/>
    <w:rsid w:val="00D94E8A"/>
    <w:rsid w:val="00D950B1"/>
    <w:rsid w:val="00D95453"/>
    <w:rsid w:val="00D95BEC"/>
    <w:rsid w:val="00D95C34"/>
    <w:rsid w:val="00D969AD"/>
    <w:rsid w:val="00D97415"/>
    <w:rsid w:val="00DA2520"/>
    <w:rsid w:val="00DA2997"/>
    <w:rsid w:val="00DA5709"/>
    <w:rsid w:val="00DA59D9"/>
    <w:rsid w:val="00DA695A"/>
    <w:rsid w:val="00DA6BE5"/>
    <w:rsid w:val="00DA73F8"/>
    <w:rsid w:val="00DB0C14"/>
    <w:rsid w:val="00DB1604"/>
    <w:rsid w:val="00DB188B"/>
    <w:rsid w:val="00DB2087"/>
    <w:rsid w:val="00DB3FBC"/>
    <w:rsid w:val="00DB46AC"/>
    <w:rsid w:val="00DB4A93"/>
    <w:rsid w:val="00DB4CFD"/>
    <w:rsid w:val="00DB54E0"/>
    <w:rsid w:val="00DB6017"/>
    <w:rsid w:val="00DB6F14"/>
    <w:rsid w:val="00DB71E5"/>
    <w:rsid w:val="00DB798A"/>
    <w:rsid w:val="00DC16E4"/>
    <w:rsid w:val="00DC1C33"/>
    <w:rsid w:val="00DC1D1A"/>
    <w:rsid w:val="00DC271D"/>
    <w:rsid w:val="00DC6B4C"/>
    <w:rsid w:val="00DC6D2B"/>
    <w:rsid w:val="00DC71AB"/>
    <w:rsid w:val="00DC7C39"/>
    <w:rsid w:val="00DC7C86"/>
    <w:rsid w:val="00DD0D02"/>
    <w:rsid w:val="00DD0F0F"/>
    <w:rsid w:val="00DD24E8"/>
    <w:rsid w:val="00DD251F"/>
    <w:rsid w:val="00DD291B"/>
    <w:rsid w:val="00DD417D"/>
    <w:rsid w:val="00DD4438"/>
    <w:rsid w:val="00DD4828"/>
    <w:rsid w:val="00DD4B7F"/>
    <w:rsid w:val="00DD55EB"/>
    <w:rsid w:val="00DD5C96"/>
    <w:rsid w:val="00DE170D"/>
    <w:rsid w:val="00DE1B87"/>
    <w:rsid w:val="00DE1F1B"/>
    <w:rsid w:val="00DE388F"/>
    <w:rsid w:val="00DE430D"/>
    <w:rsid w:val="00DE5170"/>
    <w:rsid w:val="00DE5302"/>
    <w:rsid w:val="00DE62FE"/>
    <w:rsid w:val="00DE6629"/>
    <w:rsid w:val="00DE67B4"/>
    <w:rsid w:val="00DE6AF5"/>
    <w:rsid w:val="00DF08CA"/>
    <w:rsid w:val="00DF2F46"/>
    <w:rsid w:val="00DF4CEA"/>
    <w:rsid w:val="00DF52B8"/>
    <w:rsid w:val="00DF6C3A"/>
    <w:rsid w:val="00DF746B"/>
    <w:rsid w:val="00DF7DD2"/>
    <w:rsid w:val="00E00A08"/>
    <w:rsid w:val="00E02004"/>
    <w:rsid w:val="00E03537"/>
    <w:rsid w:val="00E03BB4"/>
    <w:rsid w:val="00E04690"/>
    <w:rsid w:val="00E04A23"/>
    <w:rsid w:val="00E05A5F"/>
    <w:rsid w:val="00E05C11"/>
    <w:rsid w:val="00E06CC5"/>
    <w:rsid w:val="00E07E0C"/>
    <w:rsid w:val="00E07E63"/>
    <w:rsid w:val="00E1193C"/>
    <w:rsid w:val="00E12413"/>
    <w:rsid w:val="00E1713F"/>
    <w:rsid w:val="00E17733"/>
    <w:rsid w:val="00E20FEA"/>
    <w:rsid w:val="00E21610"/>
    <w:rsid w:val="00E2250D"/>
    <w:rsid w:val="00E228CE"/>
    <w:rsid w:val="00E245C1"/>
    <w:rsid w:val="00E24EA1"/>
    <w:rsid w:val="00E25122"/>
    <w:rsid w:val="00E25E4F"/>
    <w:rsid w:val="00E264B1"/>
    <w:rsid w:val="00E2682C"/>
    <w:rsid w:val="00E3087B"/>
    <w:rsid w:val="00E310AF"/>
    <w:rsid w:val="00E311F4"/>
    <w:rsid w:val="00E3141D"/>
    <w:rsid w:val="00E31CFF"/>
    <w:rsid w:val="00E32B22"/>
    <w:rsid w:val="00E3334F"/>
    <w:rsid w:val="00E3388D"/>
    <w:rsid w:val="00E33E4F"/>
    <w:rsid w:val="00E3570B"/>
    <w:rsid w:val="00E35D4E"/>
    <w:rsid w:val="00E36D73"/>
    <w:rsid w:val="00E41471"/>
    <w:rsid w:val="00E4224B"/>
    <w:rsid w:val="00E435B0"/>
    <w:rsid w:val="00E4387D"/>
    <w:rsid w:val="00E43B39"/>
    <w:rsid w:val="00E44D09"/>
    <w:rsid w:val="00E44DDE"/>
    <w:rsid w:val="00E46CCC"/>
    <w:rsid w:val="00E46F98"/>
    <w:rsid w:val="00E47738"/>
    <w:rsid w:val="00E53005"/>
    <w:rsid w:val="00E550B8"/>
    <w:rsid w:val="00E557DB"/>
    <w:rsid w:val="00E566DB"/>
    <w:rsid w:val="00E57D6E"/>
    <w:rsid w:val="00E6189F"/>
    <w:rsid w:val="00E61F88"/>
    <w:rsid w:val="00E62658"/>
    <w:rsid w:val="00E627FB"/>
    <w:rsid w:val="00E6382C"/>
    <w:rsid w:val="00E64DD6"/>
    <w:rsid w:val="00E6609E"/>
    <w:rsid w:val="00E660C9"/>
    <w:rsid w:val="00E67BC1"/>
    <w:rsid w:val="00E70005"/>
    <w:rsid w:val="00E7025A"/>
    <w:rsid w:val="00E70ADA"/>
    <w:rsid w:val="00E7174F"/>
    <w:rsid w:val="00E71AF8"/>
    <w:rsid w:val="00E71ED7"/>
    <w:rsid w:val="00E747C6"/>
    <w:rsid w:val="00E74CDE"/>
    <w:rsid w:val="00E74E9D"/>
    <w:rsid w:val="00E7574B"/>
    <w:rsid w:val="00E764B0"/>
    <w:rsid w:val="00E77814"/>
    <w:rsid w:val="00E806CA"/>
    <w:rsid w:val="00E814A1"/>
    <w:rsid w:val="00E81DBF"/>
    <w:rsid w:val="00E82F66"/>
    <w:rsid w:val="00E83FC9"/>
    <w:rsid w:val="00E841DA"/>
    <w:rsid w:val="00E86320"/>
    <w:rsid w:val="00E86798"/>
    <w:rsid w:val="00E86A3B"/>
    <w:rsid w:val="00E878D5"/>
    <w:rsid w:val="00E87C09"/>
    <w:rsid w:val="00E902B2"/>
    <w:rsid w:val="00E90C05"/>
    <w:rsid w:val="00E91028"/>
    <w:rsid w:val="00E93511"/>
    <w:rsid w:val="00E93758"/>
    <w:rsid w:val="00E943F4"/>
    <w:rsid w:val="00E95B3E"/>
    <w:rsid w:val="00E96C46"/>
    <w:rsid w:val="00E97694"/>
    <w:rsid w:val="00EA0B3C"/>
    <w:rsid w:val="00EA10FE"/>
    <w:rsid w:val="00EA2B9B"/>
    <w:rsid w:val="00EA4B86"/>
    <w:rsid w:val="00EA5AD0"/>
    <w:rsid w:val="00EA66E3"/>
    <w:rsid w:val="00EB1E1F"/>
    <w:rsid w:val="00EB1E7B"/>
    <w:rsid w:val="00EB22A3"/>
    <w:rsid w:val="00EB4FCA"/>
    <w:rsid w:val="00EC1536"/>
    <w:rsid w:val="00EC253E"/>
    <w:rsid w:val="00EC7E12"/>
    <w:rsid w:val="00EC7E65"/>
    <w:rsid w:val="00ED161D"/>
    <w:rsid w:val="00ED19EA"/>
    <w:rsid w:val="00ED2982"/>
    <w:rsid w:val="00ED2F4F"/>
    <w:rsid w:val="00ED2F91"/>
    <w:rsid w:val="00ED3727"/>
    <w:rsid w:val="00ED3877"/>
    <w:rsid w:val="00ED620F"/>
    <w:rsid w:val="00ED6E15"/>
    <w:rsid w:val="00ED7A2E"/>
    <w:rsid w:val="00ED7F8B"/>
    <w:rsid w:val="00EE0FAD"/>
    <w:rsid w:val="00EE19D8"/>
    <w:rsid w:val="00EE1A4A"/>
    <w:rsid w:val="00EE37A9"/>
    <w:rsid w:val="00EE44C4"/>
    <w:rsid w:val="00EE45A4"/>
    <w:rsid w:val="00EE462C"/>
    <w:rsid w:val="00EE4853"/>
    <w:rsid w:val="00EF1B75"/>
    <w:rsid w:val="00EF2D77"/>
    <w:rsid w:val="00EF5356"/>
    <w:rsid w:val="00EF572C"/>
    <w:rsid w:val="00EF5772"/>
    <w:rsid w:val="00EF5AFA"/>
    <w:rsid w:val="00EF6159"/>
    <w:rsid w:val="00EF7067"/>
    <w:rsid w:val="00EF7983"/>
    <w:rsid w:val="00EF7B84"/>
    <w:rsid w:val="00F00376"/>
    <w:rsid w:val="00F008CA"/>
    <w:rsid w:val="00F009CC"/>
    <w:rsid w:val="00F01622"/>
    <w:rsid w:val="00F02441"/>
    <w:rsid w:val="00F04116"/>
    <w:rsid w:val="00F0505C"/>
    <w:rsid w:val="00F06515"/>
    <w:rsid w:val="00F06B1E"/>
    <w:rsid w:val="00F07D6D"/>
    <w:rsid w:val="00F07F39"/>
    <w:rsid w:val="00F11A7C"/>
    <w:rsid w:val="00F11A9C"/>
    <w:rsid w:val="00F122A1"/>
    <w:rsid w:val="00F1328C"/>
    <w:rsid w:val="00F17B65"/>
    <w:rsid w:val="00F17FEB"/>
    <w:rsid w:val="00F22556"/>
    <w:rsid w:val="00F22BEE"/>
    <w:rsid w:val="00F22C1C"/>
    <w:rsid w:val="00F22EDA"/>
    <w:rsid w:val="00F23A50"/>
    <w:rsid w:val="00F241E7"/>
    <w:rsid w:val="00F243AB"/>
    <w:rsid w:val="00F26366"/>
    <w:rsid w:val="00F26EEA"/>
    <w:rsid w:val="00F301CD"/>
    <w:rsid w:val="00F31997"/>
    <w:rsid w:val="00F326B3"/>
    <w:rsid w:val="00F32824"/>
    <w:rsid w:val="00F32883"/>
    <w:rsid w:val="00F34099"/>
    <w:rsid w:val="00F3455F"/>
    <w:rsid w:val="00F34E73"/>
    <w:rsid w:val="00F34EA9"/>
    <w:rsid w:val="00F34F52"/>
    <w:rsid w:val="00F35FA0"/>
    <w:rsid w:val="00F3637E"/>
    <w:rsid w:val="00F3667C"/>
    <w:rsid w:val="00F426EE"/>
    <w:rsid w:val="00F43379"/>
    <w:rsid w:val="00F4344E"/>
    <w:rsid w:val="00F44373"/>
    <w:rsid w:val="00F44619"/>
    <w:rsid w:val="00F454DF"/>
    <w:rsid w:val="00F478C2"/>
    <w:rsid w:val="00F50774"/>
    <w:rsid w:val="00F50C45"/>
    <w:rsid w:val="00F518FF"/>
    <w:rsid w:val="00F5543A"/>
    <w:rsid w:val="00F5559B"/>
    <w:rsid w:val="00F56199"/>
    <w:rsid w:val="00F56C49"/>
    <w:rsid w:val="00F56F1F"/>
    <w:rsid w:val="00F6059B"/>
    <w:rsid w:val="00F60625"/>
    <w:rsid w:val="00F63884"/>
    <w:rsid w:val="00F65A4A"/>
    <w:rsid w:val="00F6621B"/>
    <w:rsid w:val="00F667EF"/>
    <w:rsid w:val="00F6746B"/>
    <w:rsid w:val="00F67763"/>
    <w:rsid w:val="00F67FC0"/>
    <w:rsid w:val="00F7036D"/>
    <w:rsid w:val="00F7117C"/>
    <w:rsid w:val="00F725B5"/>
    <w:rsid w:val="00F72B65"/>
    <w:rsid w:val="00F75005"/>
    <w:rsid w:val="00F765A5"/>
    <w:rsid w:val="00F800EE"/>
    <w:rsid w:val="00F80C07"/>
    <w:rsid w:val="00F82118"/>
    <w:rsid w:val="00F83463"/>
    <w:rsid w:val="00F8379D"/>
    <w:rsid w:val="00F84E18"/>
    <w:rsid w:val="00F85016"/>
    <w:rsid w:val="00F8541C"/>
    <w:rsid w:val="00F861A4"/>
    <w:rsid w:val="00F8632A"/>
    <w:rsid w:val="00F8676A"/>
    <w:rsid w:val="00F86D44"/>
    <w:rsid w:val="00F87136"/>
    <w:rsid w:val="00F87305"/>
    <w:rsid w:val="00F90241"/>
    <w:rsid w:val="00F920A7"/>
    <w:rsid w:val="00F92BA6"/>
    <w:rsid w:val="00F93BCD"/>
    <w:rsid w:val="00F94B72"/>
    <w:rsid w:val="00F95575"/>
    <w:rsid w:val="00F96235"/>
    <w:rsid w:val="00F96BB8"/>
    <w:rsid w:val="00F97346"/>
    <w:rsid w:val="00FA0C3A"/>
    <w:rsid w:val="00FA2AB6"/>
    <w:rsid w:val="00FA3C7C"/>
    <w:rsid w:val="00FA3FD1"/>
    <w:rsid w:val="00FA46EC"/>
    <w:rsid w:val="00FA46FF"/>
    <w:rsid w:val="00FA4922"/>
    <w:rsid w:val="00FA4AEA"/>
    <w:rsid w:val="00FA4ECA"/>
    <w:rsid w:val="00FA4FF6"/>
    <w:rsid w:val="00FA542F"/>
    <w:rsid w:val="00FA5CE6"/>
    <w:rsid w:val="00FA6838"/>
    <w:rsid w:val="00FA76CC"/>
    <w:rsid w:val="00FA7AE1"/>
    <w:rsid w:val="00FA7BA5"/>
    <w:rsid w:val="00FB1D02"/>
    <w:rsid w:val="00FB2ED1"/>
    <w:rsid w:val="00FB3334"/>
    <w:rsid w:val="00FB4F4A"/>
    <w:rsid w:val="00FB5066"/>
    <w:rsid w:val="00FB5FBD"/>
    <w:rsid w:val="00FB6143"/>
    <w:rsid w:val="00FB6B31"/>
    <w:rsid w:val="00FB7CFD"/>
    <w:rsid w:val="00FB7DE8"/>
    <w:rsid w:val="00FC1136"/>
    <w:rsid w:val="00FC309F"/>
    <w:rsid w:val="00FC3704"/>
    <w:rsid w:val="00FC3C23"/>
    <w:rsid w:val="00FC405A"/>
    <w:rsid w:val="00FC5220"/>
    <w:rsid w:val="00FC5C8E"/>
    <w:rsid w:val="00FC627A"/>
    <w:rsid w:val="00FD09B6"/>
    <w:rsid w:val="00FD4FB4"/>
    <w:rsid w:val="00FD6707"/>
    <w:rsid w:val="00FE043E"/>
    <w:rsid w:val="00FE1244"/>
    <w:rsid w:val="00FE1EF5"/>
    <w:rsid w:val="00FE2034"/>
    <w:rsid w:val="00FE2602"/>
    <w:rsid w:val="00FE56D7"/>
    <w:rsid w:val="00FE7444"/>
    <w:rsid w:val="00FF02C5"/>
    <w:rsid w:val="00FF21A8"/>
    <w:rsid w:val="00FF2251"/>
    <w:rsid w:val="00FF35DE"/>
    <w:rsid w:val="00FF588A"/>
    <w:rsid w:val="00FF5ECF"/>
    <w:rsid w:val="00FF5F37"/>
    <w:rsid w:val="00FF5FC7"/>
    <w:rsid w:val="00FF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9CFE5"/>
  <w15:docId w15:val="{49AB1AAC-B011-49CB-9B08-7B1EFD6B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D4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04D7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746D4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">
    <w:name w:val="Знак Знак Знак Знак Знак Знак Знак Знак Знак Знак Знак Знак Знак Знак Знак Знак Знак Знак"/>
    <w:basedOn w:val="a"/>
    <w:rsid w:val="007746D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302DF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header"/>
    <w:basedOn w:val="a"/>
    <w:link w:val="a6"/>
    <w:rsid w:val="00302D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semiHidden/>
    <w:rsid w:val="00302DF2"/>
    <w:rPr>
      <w:sz w:val="28"/>
      <w:szCs w:val="28"/>
      <w:lang w:val="ru-RU" w:eastAsia="ru-RU" w:bidi="ar-SA"/>
    </w:rPr>
  </w:style>
  <w:style w:type="character" w:styleId="a7">
    <w:name w:val="page number"/>
    <w:basedOn w:val="a0"/>
    <w:rsid w:val="00275678"/>
  </w:style>
  <w:style w:type="paragraph" w:styleId="a8">
    <w:name w:val="Balloon Text"/>
    <w:basedOn w:val="a"/>
    <w:link w:val="a9"/>
    <w:semiHidden/>
    <w:rsid w:val="006A5F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locked/>
    <w:rsid w:val="00825139"/>
    <w:rPr>
      <w:rFonts w:ascii="Tahoma" w:hAnsi="Tahoma" w:cs="Tahoma"/>
      <w:sz w:val="16"/>
      <w:szCs w:val="16"/>
      <w:lang w:val="ru-RU" w:eastAsia="ru-RU" w:bidi="ar-SA"/>
    </w:rPr>
  </w:style>
  <w:style w:type="paragraph" w:styleId="aa">
    <w:name w:val="annotation text"/>
    <w:basedOn w:val="a"/>
    <w:link w:val="ab"/>
    <w:rsid w:val="00825139"/>
    <w:rPr>
      <w:sz w:val="20"/>
      <w:szCs w:val="20"/>
    </w:rPr>
  </w:style>
  <w:style w:type="character" w:customStyle="1" w:styleId="ab">
    <w:name w:val="Текст примечания Знак"/>
    <w:link w:val="aa"/>
    <w:locked/>
    <w:rsid w:val="00825139"/>
    <w:rPr>
      <w:lang w:eastAsia="ru-RU" w:bidi="ar-SA"/>
    </w:rPr>
  </w:style>
  <w:style w:type="character" w:customStyle="1" w:styleId="6">
    <w:name w:val="Знак Знак6"/>
    <w:locked/>
    <w:rsid w:val="00825139"/>
    <w:rPr>
      <w:sz w:val="24"/>
      <w:szCs w:val="24"/>
      <w:lang w:eastAsia="ru-RU"/>
    </w:rPr>
  </w:style>
  <w:style w:type="paragraph" w:styleId="ac">
    <w:name w:val="footer"/>
    <w:basedOn w:val="a"/>
    <w:link w:val="ad"/>
    <w:rsid w:val="0082513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link w:val="ac"/>
    <w:locked/>
    <w:rsid w:val="00825139"/>
    <w:rPr>
      <w:sz w:val="24"/>
      <w:szCs w:val="24"/>
      <w:lang w:eastAsia="ru-RU" w:bidi="ar-SA"/>
    </w:rPr>
  </w:style>
  <w:style w:type="paragraph" w:styleId="ae">
    <w:name w:val="Plain Text"/>
    <w:basedOn w:val="a"/>
    <w:link w:val="af"/>
    <w:rsid w:val="00825139"/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locked/>
    <w:rsid w:val="00825139"/>
    <w:rPr>
      <w:rFonts w:ascii="Courier New" w:hAnsi="Courier New"/>
      <w:lang w:eastAsia="ru-RU" w:bidi="ar-SA"/>
    </w:rPr>
  </w:style>
  <w:style w:type="paragraph" w:styleId="af0">
    <w:name w:val="annotation subject"/>
    <w:basedOn w:val="aa"/>
    <w:next w:val="aa"/>
    <w:link w:val="af1"/>
    <w:rsid w:val="00825139"/>
    <w:rPr>
      <w:b/>
      <w:bCs/>
    </w:rPr>
  </w:style>
  <w:style w:type="character" w:customStyle="1" w:styleId="af1">
    <w:name w:val="Тема примечания Знак"/>
    <w:link w:val="af0"/>
    <w:locked/>
    <w:rsid w:val="00825139"/>
    <w:rPr>
      <w:b/>
      <w:bCs/>
      <w:lang w:eastAsia="ru-RU" w:bidi="ar-SA"/>
    </w:rPr>
  </w:style>
  <w:style w:type="paragraph" w:customStyle="1" w:styleId="ConsPlusNonformat">
    <w:name w:val="ConsPlusNonformat"/>
    <w:rsid w:val="008251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Heading">
    <w:name w:val="Heading"/>
    <w:rsid w:val="0082513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825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25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annotation reference"/>
    <w:rsid w:val="00825139"/>
    <w:rPr>
      <w:sz w:val="16"/>
      <w:szCs w:val="16"/>
    </w:rPr>
  </w:style>
  <w:style w:type="character" w:styleId="af3">
    <w:name w:val="Hyperlink"/>
    <w:rsid w:val="00825139"/>
    <w:rPr>
      <w:color w:val="6B9F25"/>
      <w:u w:val="single"/>
    </w:rPr>
  </w:style>
  <w:style w:type="paragraph" w:customStyle="1" w:styleId="1">
    <w:name w:val="Текст1"/>
    <w:basedOn w:val="a"/>
    <w:rsid w:val="00825139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4">
    <w:name w:val="No Spacing"/>
    <w:link w:val="af5"/>
    <w:qFormat/>
    <w:rsid w:val="00825139"/>
    <w:rPr>
      <w:rFonts w:ascii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rsid w:val="00825139"/>
    <w:rPr>
      <w:rFonts w:ascii="Calibri" w:hAnsi="Calibri"/>
      <w:sz w:val="22"/>
      <w:szCs w:val="22"/>
      <w:lang w:val="ru-RU" w:eastAsia="en-US" w:bidi="ar-SA"/>
    </w:rPr>
  </w:style>
  <w:style w:type="paragraph" w:customStyle="1" w:styleId="tabl">
    <w:name w:val="tabl"/>
    <w:basedOn w:val="a"/>
    <w:rsid w:val="00825139"/>
    <w:rPr>
      <w:rFonts w:ascii="Arial" w:hAnsi="Arial"/>
      <w:sz w:val="20"/>
      <w:szCs w:val="24"/>
    </w:rPr>
  </w:style>
  <w:style w:type="paragraph" w:styleId="af6">
    <w:name w:val="Subtitle"/>
    <w:basedOn w:val="a"/>
    <w:next w:val="a"/>
    <w:link w:val="af7"/>
    <w:qFormat/>
    <w:rsid w:val="0082513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link w:val="af6"/>
    <w:rsid w:val="00825139"/>
    <w:rPr>
      <w:rFonts w:ascii="Cambria" w:hAnsi="Cambria"/>
      <w:sz w:val="24"/>
      <w:szCs w:val="24"/>
      <w:lang w:val="ru-RU" w:eastAsia="ru-RU" w:bidi="ar-SA"/>
    </w:rPr>
  </w:style>
  <w:style w:type="paragraph" w:styleId="af8">
    <w:name w:val="Body Text"/>
    <w:basedOn w:val="a"/>
    <w:rsid w:val="00825139"/>
    <w:pPr>
      <w:suppressAutoHyphens/>
      <w:jc w:val="both"/>
    </w:pPr>
    <w:rPr>
      <w:lang w:eastAsia="ar-SA"/>
    </w:rPr>
  </w:style>
  <w:style w:type="paragraph" w:customStyle="1" w:styleId="af9">
    <w:name w:val="Знак Знак Знак Знак"/>
    <w:basedOn w:val="a"/>
    <w:rsid w:val="00961CC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a">
    <w:name w:val="Table Grid"/>
    <w:basedOn w:val="a1"/>
    <w:rsid w:val="001379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Emphasis"/>
    <w:basedOn w:val="a0"/>
    <w:qFormat/>
    <w:rsid w:val="008D77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6867096A66E8A67BAE7599735F7EB8EFEC12E62C4189ACE4311D3E203DD366A448352023DC3DC03878BE24BD918AADAFEE99AB806306D0E2BF2FRDX7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6867096A66E8A67BAE7599735F7EB8EFEC12E62C4189ACE4311D3E203DD366A448352023DC3DC03878BE24BD918AADAFEE99AB806306D0E2BF2FRDX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F83B8-6E80-4F21-A847-2C3AF078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C00A6B95</Template>
  <TotalTime>80</TotalTime>
  <Pages>31</Pages>
  <Words>7562</Words>
  <Characters>53460</Characters>
  <Application>Microsoft Office Word</Application>
  <DocSecurity>0</DocSecurity>
  <Lines>445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60901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Admin</dc:creator>
  <cp:keywords/>
  <dc:description/>
  <cp:lastModifiedBy>Касса управления</cp:lastModifiedBy>
  <cp:revision>6</cp:revision>
  <cp:lastPrinted>2021-08-02T14:36:00Z</cp:lastPrinted>
  <dcterms:created xsi:type="dcterms:W3CDTF">2021-10-28T08:57:00Z</dcterms:created>
  <dcterms:modified xsi:type="dcterms:W3CDTF">2021-10-29T14:46:00Z</dcterms:modified>
</cp:coreProperties>
</file>